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6A" w:rsidRPr="00F85E40" w:rsidRDefault="0035536A" w:rsidP="00F85E4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Toc136151950"/>
      <w:bookmarkStart w:id="1" w:name="_Toc136239795"/>
      <w:bookmarkStart w:id="2" w:name="_Toc136321769"/>
      <w:bookmarkStart w:id="3" w:name="_Toc136666921"/>
    </w:p>
    <w:p w:rsidR="0035536A" w:rsidRPr="00F85E40" w:rsidRDefault="0035536A" w:rsidP="00F85E40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85E40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35536A" w:rsidRPr="00F85E40" w:rsidRDefault="0035536A" w:rsidP="00F85E40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536A" w:rsidRPr="00F85E40" w:rsidRDefault="0035536A" w:rsidP="00F85E40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85E40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35536A" w:rsidRPr="00F85E40" w:rsidRDefault="0035536A" w:rsidP="00F85E40">
      <w:pPr>
        <w:widowControl w:val="0"/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85E40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 Ленинградского сельского</w:t>
      </w:r>
    </w:p>
    <w:p w:rsidR="0035536A" w:rsidRPr="00F85E40" w:rsidRDefault="0035536A" w:rsidP="00F85E40">
      <w:pPr>
        <w:widowControl w:val="0"/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85E40">
        <w:rPr>
          <w:rFonts w:ascii="Times New Roman" w:hAnsi="Times New Roman" w:cs="Times New Roman"/>
          <w:sz w:val="28"/>
          <w:szCs w:val="28"/>
          <w:lang w:eastAsia="ru-RU"/>
        </w:rPr>
        <w:t>поселения Ленинградского района</w:t>
      </w:r>
    </w:p>
    <w:p w:rsidR="0035536A" w:rsidRPr="00F85E40" w:rsidRDefault="0035536A" w:rsidP="00F85E40">
      <w:pPr>
        <w:widowControl w:val="0"/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85E40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30.05.2019 № 182</w:t>
      </w:r>
    </w:p>
    <w:p w:rsidR="0035536A" w:rsidRPr="00F85E40" w:rsidRDefault="0035536A" w:rsidP="00F85E40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536A" w:rsidRPr="00F85E40" w:rsidRDefault="0035536A" w:rsidP="00BD4D49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0"/>
    <w:bookmarkEnd w:id="1"/>
    <w:bookmarkEnd w:id="2"/>
    <w:bookmarkEnd w:id="3"/>
    <w:p w:rsidR="0035536A" w:rsidRPr="00F85E40" w:rsidRDefault="0035536A" w:rsidP="00F85E40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</w:pPr>
      <w:r w:rsidRPr="00F85E40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eastAsia="en-US"/>
        </w:rPr>
        <w:t>Порядок</w:t>
      </w:r>
    </w:p>
    <w:p w:rsidR="0035536A" w:rsidRPr="00F85E40" w:rsidRDefault="0035536A" w:rsidP="00F85E40">
      <w:pPr>
        <w:pStyle w:val="Heading1"/>
        <w:suppressAutoHyphens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5E40">
        <w:rPr>
          <w:rFonts w:ascii="Times New Roman" w:hAnsi="Times New Roman" w:cs="Times New Roman"/>
          <w:b w:val="0"/>
          <w:bCs w:val="0"/>
          <w:sz w:val="28"/>
          <w:szCs w:val="28"/>
        </w:rPr>
        <w:t>выдачи согласия в письменной форме владельцем автомобильной дороги местного значения в целях строительства, реконструкции, капитального ремонта, ремонта являющихся сооружениями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</w:p>
    <w:p w:rsidR="0035536A" w:rsidRPr="00F85E40" w:rsidRDefault="0035536A" w:rsidP="00F85E40">
      <w:pPr>
        <w:pStyle w:val="Heading1"/>
        <w:suppressAutoHyphens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4" w:name="sub_1001"/>
    </w:p>
    <w:bookmarkEnd w:id="4"/>
    <w:p w:rsidR="0035536A" w:rsidRDefault="0035536A" w:rsidP="00F85E40">
      <w:pPr>
        <w:pStyle w:val="Heading3"/>
        <w:suppressAutoHyphens/>
        <w:rPr>
          <w:kern w:val="32"/>
        </w:rPr>
      </w:pPr>
      <w:r w:rsidRPr="00F85E40">
        <w:rPr>
          <w:kern w:val="32"/>
        </w:rPr>
        <w:t>1.Общие указания</w:t>
      </w:r>
    </w:p>
    <w:p w:rsidR="0035536A" w:rsidRPr="00F85E40" w:rsidRDefault="0035536A" w:rsidP="00F85E40">
      <w:pPr>
        <w:spacing w:after="0" w:line="240" w:lineRule="auto"/>
        <w:rPr>
          <w:lang w:eastAsia="ru-RU"/>
        </w:rPr>
      </w:pP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85E40">
        <w:rPr>
          <w:rFonts w:ascii="Times New Roman" w:hAnsi="Times New Roman" w:cs="Times New Roman"/>
          <w:kern w:val="32"/>
          <w:sz w:val="28"/>
          <w:szCs w:val="28"/>
        </w:rPr>
        <w:tab/>
        <w:t xml:space="preserve">1.1.Настоящий 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</w:t>
      </w:r>
      <w:r w:rsidRPr="009D4F5F">
        <w:rPr>
          <w:rFonts w:ascii="Times New Roman" w:hAnsi="Times New Roman" w:cs="Times New Roman"/>
          <w:kern w:val="32"/>
          <w:sz w:val="28"/>
          <w:szCs w:val="28"/>
        </w:rPr>
        <w:t>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перечень документов, необходимых для выдачи такого согласия (далее - Порядок),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9D4F5F">
        <w:rPr>
          <w:rFonts w:ascii="Times New Roman" w:hAnsi="Times New Roman" w:cs="Times New Roman"/>
          <w:kern w:val="32"/>
          <w:sz w:val="28"/>
          <w:szCs w:val="28"/>
        </w:rPr>
        <w:t xml:space="preserve"> разработан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9D4F5F">
        <w:rPr>
          <w:rFonts w:ascii="Times New Roman" w:hAnsi="Times New Roman" w:cs="Times New Roman"/>
          <w:kern w:val="32"/>
          <w:sz w:val="28"/>
          <w:szCs w:val="28"/>
        </w:rPr>
        <w:t xml:space="preserve">в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9D4F5F">
        <w:rPr>
          <w:rFonts w:ascii="Times New Roman" w:hAnsi="Times New Roman" w:cs="Times New Roman"/>
          <w:kern w:val="32"/>
          <w:sz w:val="28"/>
          <w:szCs w:val="28"/>
        </w:rPr>
        <w:t xml:space="preserve">соответствии с </w:t>
      </w:r>
      <w:hyperlink r:id="rId7" w:history="1">
        <w:r w:rsidRPr="009D4F5F">
          <w:rPr>
            <w:rFonts w:ascii="Times New Roman" w:hAnsi="Times New Roman" w:cs="Times New Roman"/>
            <w:kern w:val="32"/>
            <w:sz w:val="28"/>
            <w:szCs w:val="28"/>
          </w:rPr>
          <w:t>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</w:r>
      </w:hyperlink>
      <w:r w:rsidRPr="009D4F5F">
        <w:rPr>
          <w:rFonts w:ascii="Times New Roman" w:hAnsi="Times New Roman" w:cs="Times New Roman"/>
          <w:kern w:val="32"/>
          <w:sz w:val="28"/>
          <w:szCs w:val="28"/>
        </w:rPr>
        <w:t xml:space="preserve">», </w:t>
      </w:r>
      <w:hyperlink r:id="rId8" w:history="1">
        <w:r w:rsidRPr="009D4F5F">
          <w:rPr>
            <w:rFonts w:ascii="Times New Roman" w:hAnsi="Times New Roman" w:cs="Times New Roman"/>
            <w:kern w:val="32"/>
            <w:sz w:val="28"/>
            <w:szCs w:val="28"/>
          </w:rPr>
          <w:t>Федеральным законом от 6 октября 2003 года № 131-ФЗ «Об общих принципах организации местного самоуправления в Российской Федерации</w:t>
        </w:r>
      </w:hyperlink>
      <w:r w:rsidRPr="00F85E40">
        <w:rPr>
          <w:rFonts w:ascii="Times New Roman" w:hAnsi="Times New Roman" w:cs="Times New Roman"/>
          <w:kern w:val="32"/>
          <w:sz w:val="28"/>
          <w:szCs w:val="28"/>
        </w:rPr>
        <w:t>».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85E40">
        <w:rPr>
          <w:rFonts w:ascii="Times New Roman" w:hAnsi="Times New Roman" w:cs="Times New Roman"/>
          <w:kern w:val="32"/>
          <w:sz w:val="28"/>
          <w:szCs w:val="28"/>
        </w:rPr>
        <w:tab/>
        <w:t>1.2.Настоящий Порядок регулирует отношения, возникающие в связи со строительством, реконструкцией, капитальным ремонтом, ремонтом пересечения и примыкания федеральных, региональных, межмуниципальных и частных автомобильных дорог с автомобильными дорогами местного значения муниципального образования Ленинградское сельское поселение Ленинградского района.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85E40">
        <w:rPr>
          <w:rFonts w:ascii="Times New Roman" w:hAnsi="Times New Roman" w:cs="Times New Roman"/>
          <w:kern w:val="32"/>
          <w:sz w:val="28"/>
          <w:szCs w:val="28"/>
        </w:rPr>
        <w:tab/>
        <w:t>1.3.Настоящий Порядок является обязательным для исполнения юридическими и физическими лицами, осуществляющими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 (далее - Заказчик (застройщик), Заявитель).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F85E40">
        <w:rPr>
          <w:rFonts w:ascii="Times New Roman" w:hAnsi="Times New Roman" w:cs="Times New Roman"/>
          <w:kern w:val="32"/>
          <w:sz w:val="28"/>
          <w:szCs w:val="28"/>
        </w:rPr>
        <w:tab/>
        <w:t>1.4.Для целей настоящего Порядка владельцем автомобильных дорог признается муниципальное образование Ленинградское сельское поселение Ленинградского района. Органом, уполномоченным на выдачу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 (далее - Согласие), от лица владельца автомобильных дорог местного значения является отдел строительства, ЖКХ и транспорта администрации Ленинградского сельского поселения Ленинградского района (далее - Отдел).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kern w:val="32"/>
          <w:sz w:val="28"/>
          <w:szCs w:val="28"/>
        </w:rPr>
        <w:tab/>
        <w:t>1.5.Строительство, реконструкция являющихся сооружениями пересечения автомобильной</w:t>
      </w:r>
      <w:r w:rsidRPr="00F85E40">
        <w:rPr>
          <w:rFonts w:ascii="Times New Roman" w:hAnsi="Times New Roman" w:cs="Times New Roman"/>
          <w:sz w:val="28"/>
          <w:szCs w:val="28"/>
        </w:rPr>
        <w:t xml:space="preserve"> дороги местного значения с другими автомобильными дорогами (далее - пересечения) и примыкания автомобильной дороги местного значения к другой автомобильной дороге (далее - примыкания) допускаются при наличии Согласия Отдела в письменной форме.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1.6.Капитальный ремонт, ремонт пересечения и примыкания в отношении автомобильных дорог местного значения допускаются при наличии Согласия Отдела в письменной форме. При этом с Отделом должны быть согласованы порядок осуществления работ по капитальному ремонту, ремонту указанных пересечений и примыканий и объем таких работ.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1.7.Согласие Отдела в письменной форме, указанное в пунктах 1.5, 1.6 настоящего Порядка, должно содержать технические требования и условия, подлежащие обязательному исполнению лицами, осуществляющими строительство, реконструкцию, капитальный ремонт и ремонт пересечения и примыкания (далее - технические требования).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 xml:space="preserve">1.8.При согласовании строительства, реконструкции, капитального ремонта, ремонта пересечения и примыкания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F85E40">
        <w:rPr>
          <w:rFonts w:ascii="Times New Roman" w:hAnsi="Times New Roman" w:cs="Times New Roman"/>
          <w:sz w:val="28"/>
          <w:szCs w:val="28"/>
        </w:rPr>
        <w:t xml:space="preserve"> обязан информировать лиц, которые планируют осуществлять строительство, реконструкцию, капитальный ремонт, ремонт таких пересечений и примыканий, о планируемых работах по реконструкции, капитальному ремонту, ремонту автомобильных дорог местного значения и о сроках этих работ.</w:t>
      </w:r>
    </w:p>
    <w:p w:rsidR="0035536A" w:rsidRPr="00F85E40" w:rsidRDefault="0035536A" w:rsidP="009D4F5F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 xml:space="preserve">1.9.Согласие Отдела в письменной форме, указанное в пунктах 1.5, 1.6 настоящего Порядка, либо мотивированный отказ в его предоставлении выдается в срок не более чем 30 календарных дней со дня поступления заявления о предоставлении такого Согласия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F85E40">
        <w:rPr>
          <w:rFonts w:ascii="Times New Roman" w:hAnsi="Times New Roman" w:cs="Times New Roman"/>
          <w:sz w:val="28"/>
          <w:szCs w:val="28"/>
        </w:rPr>
        <w:t>.</w:t>
      </w:r>
    </w:p>
    <w:p w:rsidR="0035536A" w:rsidRDefault="0035536A" w:rsidP="009D4F5F">
      <w:pPr>
        <w:pStyle w:val="Heading3"/>
        <w:suppressAutoHyphens/>
      </w:pPr>
    </w:p>
    <w:p w:rsidR="0035536A" w:rsidRDefault="0035536A" w:rsidP="009D4F5F">
      <w:pPr>
        <w:pStyle w:val="Heading3"/>
        <w:suppressAutoHyphens/>
      </w:pPr>
      <w:r w:rsidRPr="00F85E40">
        <w:t>2.Порядок получения Согласия</w:t>
      </w:r>
    </w:p>
    <w:p w:rsidR="0035536A" w:rsidRPr="009D4F5F" w:rsidRDefault="0035536A" w:rsidP="009D4F5F">
      <w:pPr>
        <w:spacing w:after="0" w:line="240" w:lineRule="auto"/>
        <w:rPr>
          <w:lang w:eastAsia="ru-RU"/>
        </w:rPr>
      </w:pPr>
    </w:p>
    <w:p w:rsidR="0035536A" w:rsidRPr="00F85E40" w:rsidRDefault="0035536A" w:rsidP="009D4F5F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 xml:space="preserve">2.1.В целях строительства, реконструкции, капитального ремонта и ремонта пересечения или примыкания автомобильной дороги местного значения с другими автомобильными дорогами Заказчик (застройщик) направляет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F85E40">
        <w:rPr>
          <w:rFonts w:ascii="Times New Roman" w:hAnsi="Times New Roman" w:cs="Times New Roman"/>
          <w:sz w:val="28"/>
          <w:szCs w:val="28"/>
        </w:rPr>
        <w:t xml:space="preserve"> заявление о выдаче Согласия (далее - заявление) с приложением следующих документов: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1)пояснительной записки с указанием видов работ;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2)схемы предполагаемого пересечения или примыкания в отношении автомобильной дороги местного значения, составленной не ранее двух лет до даты обращения, выполненной на основе топографической съемки в масштабе 1:500, отображающей элементы обустройства автомобильной дороги (дорожные знаки, дорожные ограждения, светофоры, остановочные пункты, объекты, предназначенные для освещения автомобильных дорог, пешеходные дорожки, стоянки (парковки) транспортных средств, тротуары), наименование и направление автомобильной дороги. На плане указываются границы земельного участка, к которому предполагается устройство примыкания или пересечения для последующего подъезда;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3)технологических и конструктивных решений линейного объекта;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4)выписки из единого государственного реестра недвижимости в отношении земельного участка (участков), на котором(ых) планируется выполнение работ по строительству, реконструкции, капитальному ремонту, ремонту (предоставляется в случае если такие земельные участки сформированы).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2.2.В заявлении должно быть указано: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1)для юридических лиц - наименование, организационно-правовая форма, основной государственный регистрационный номер (ОГРН), идентификационный номер налогоплательщика (ИНН), юридический и почтовый адрес, фамилия, имя, отчество руководителя, телефон, факс (при наличии), адрес электронной почты (при наличии), сведения о лице, действующем по доверенности от руководителя с приложением копии доверенности (в случае если заявление подписывается представителем);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2)для физических лиц - фамилия, имя и отчество, место жительства, данные документа, удостоверяющего личность, сведения о лице, действующем по доверенности, с приложением копии доверенности (в случае если заявление подписывается представителем);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3)цель получения Согласия;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4)наименование и адрес объекта;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5)кадастровый номер земельного участка (участков), в случае если такой земельный участок сформирован и осуществлена его постановка на государственный кадастровый учет, на котором(ых) планируется выполнение работ по строительству, реконструкции, капитальному ремонту, ремонту;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6)наименование, серия, номер и дата выдачи документа, устанавливающего или подтверждающего права на земельный участок (участки), на котором(ых) планируется выполнение работ по строительству, реконструкции, капитальному ремонту, ремонту (указывается в случае, если такой земельный участок сформирован и осуществлена его постановка на государственный кадастровый учет);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7)вид планируемых работ на объекте (строительство, реконструкция, капитальный ремонт, ремонт);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8)срок, в течение которого будут осуществляться работы;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9)перечень документов, прилагаемых к заявлению;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10)способ получения Согласия (почтовой связью, лично под подпись</w:t>
      </w:r>
      <w:r>
        <w:rPr>
          <w:rFonts w:ascii="Times New Roman" w:hAnsi="Times New Roman" w:cs="Times New Roman"/>
          <w:sz w:val="28"/>
          <w:szCs w:val="28"/>
        </w:rPr>
        <w:t>, электронная связь</w:t>
      </w:r>
      <w:r w:rsidRPr="00F85E40">
        <w:rPr>
          <w:rFonts w:ascii="Times New Roman" w:hAnsi="Times New Roman" w:cs="Times New Roman"/>
          <w:sz w:val="28"/>
          <w:szCs w:val="28"/>
        </w:rPr>
        <w:t>);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11)дата, подпись, должность, печать при наличии, фамилия, имя, отчество Заявителя.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2.3.Регистрация заявления осуществляется в течение одного рабочего дня с даты поступления заявления в администрацию Ленинградского сельского поселения Ленинградского района.</w:t>
      </w:r>
    </w:p>
    <w:p w:rsidR="0035536A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2.4.В течение пяти календарных дней с даты регистрации заявления муниципальный служащий, ответственный за выдачу Согласия, проверяет состав и полноту сведений и документов, указанных в пунктах 2.1, 2.2 настоящего Порядка, и принимает решение о рассмотрении заявления или об отказе в рассмотрении такого заявления.</w:t>
      </w:r>
    </w:p>
    <w:p w:rsidR="0035536A" w:rsidRPr="007A2A08" w:rsidRDefault="0035536A" w:rsidP="00DF24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sub_1013"/>
      <w:r w:rsidRPr="007A2A08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случае, если документы представлены заявителем не в полном объеме либо в заявлении не указаны сведения, предусмотренные </w:t>
      </w:r>
      <w:hyperlink w:anchor="sub_1007" w:history="1">
        <w:r w:rsidRPr="007A2A08">
          <w:rPr>
            <w:rFonts w:ascii="Times New Roman" w:hAnsi="Times New Roman" w:cs="Times New Roman"/>
            <w:sz w:val="28"/>
            <w:szCs w:val="28"/>
            <w:lang w:eastAsia="ru-RU"/>
          </w:rPr>
          <w:t>пнктами</w:t>
        </w:r>
      </w:hyperlink>
      <w:r w:rsidRPr="007A2A08">
        <w:rPr>
          <w:rFonts w:ascii="Times New Roman" w:hAnsi="Times New Roman" w:cs="Times New Roman"/>
          <w:sz w:val="28"/>
          <w:szCs w:val="28"/>
          <w:lang w:eastAsia="ru-RU"/>
        </w:rPr>
        <w:t xml:space="preserve"> 2.1, 2.2 настоящего Порядка, владелец автомобильной дороги в течение трех рабочих дней с даты регистрации заявления направляет заявителю уведомление об отказе в рассмотрении заявления в письменной форме с указанием оснований отказа.</w:t>
      </w:r>
    </w:p>
    <w:bookmarkEnd w:id="5"/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2.5.Основаниями для отказа в выдаче Согласия являются:</w:t>
      </w:r>
    </w:p>
    <w:p w:rsidR="0035536A" w:rsidRPr="003A0464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3A0464">
        <w:rPr>
          <w:rFonts w:ascii="Times New Roman" w:hAnsi="Times New Roman" w:cs="Times New Roman"/>
          <w:sz w:val="28"/>
          <w:szCs w:val="28"/>
        </w:rPr>
        <w:t>согласно настоящему Порядку владелец автомобильной дороги местного значения не уполномочен выдавать согласие;</w:t>
      </w:r>
    </w:p>
    <w:p w:rsidR="0035536A" w:rsidRPr="003A0464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3A0464">
        <w:rPr>
          <w:rFonts w:ascii="Times New Roman" w:hAnsi="Times New Roman" w:cs="Times New Roman"/>
          <w:sz w:val="28"/>
          <w:szCs w:val="28"/>
        </w:rPr>
        <w:tab/>
        <w:t>-расстояние между пересечением и (или) примыканием противоречит требованиям к расстоянию между пересечениями и (или) примыканиями для соответствующей категории автомобильной дороги;</w:t>
      </w:r>
    </w:p>
    <w:p w:rsidR="0035536A" w:rsidRPr="003A0464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3A0464">
        <w:rPr>
          <w:rFonts w:ascii="Times New Roman" w:hAnsi="Times New Roman" w:cs="Times New Roman"/>
          <w:sz w:val="28"/>
          <w:szCs w:val="28"/>
        </w:rPr>
        <w:tab/>
        <w:t>-планируемое место размещения пересечения и (или) примыкания противоречит требованиям по безопасности дорожного движения;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</w:rPr>
        <w:tab/>
      </w:r>
      <w:r w:rsidRPr="00F85E40">
        <w:rPr>
          <w:rFonts w:ascii="Times New Roman" w:hAnsi="Times New Roman" w:cs="Times New Roman"/>
          <w:sz w:val="28"/>
          <w:szCs w:val="28"/>
        </w:rPr>
        <w:t>-отсутствие сведений или документов, указанных в пунктах 2.1, 2.2 настоящего Порядка;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-несоответствие размещения пересечения и (или) примыкания требованиям законодательства Российской Федерации.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85E40">
        <w:rPr>
          <w:rFonts w:ascii="Times New Roman" w:hAnsi="Times New Roman" w:cs="Times New Roman"/>
          <w:sz w:val="28"/>
          <w:szCs w:val="28"/>
        </w:rPr>
        <w:t>2.6.В случае принятия решения об отказе в выдаче Согласия по основаниям, указанным в пункте 2.5 настоящего Порядка, муниципальный служащий, ответственный за выдачу Согласия, в срок, указанный в пункте 1.9 настоящего Порядка, направляет Заявителю отказ в выдаче Согласия в письменной форме с указанием основания отказа.</w:t>
      </w:r>
    </w:p>
    <w:p w:rsidR="0035536A" w:rsidRPr="00F85E40" w:rsidRDefault="0035536A" w:rsidP="00F83EAF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2.7.В случае принятия решения о выдаче Согласия муниципальный служащий, ответственный за выдачу Согласия, оформляет Согласие в виде письма на официальном бланке администрации Ленинградского сельского поселения и направляет в адрес Заявителя с указанием следующих сведений:</w:t>
      </w:r>
    </w:p>
    <w:p w:rsidR="0035536A" w:rsidRPr="00F85E40" w:rsidRDefault="0035536A" w:rsidP="00F83EAF">
      <w:pPr>
        <w:pStyle w:val="formattexttopleveltext"/>
        <w:suppressAutoHyphens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>-сведения о Заявителе, которому выдается Согласие;</w:t>
      </w:r>
    </w:p>
    <w:p w:rsidR="0035536A" w:rsidRPr="00F83EAF" w:rsidRDefault="0035536A" w:rsidP="00EB507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F83EAF">
        <w:rPr>
          <w:rFonts w:ascii="Times New Roman" w:hAnsi="Times New Roman" w:cs="Times New Roman"/>
          <w:sz w:val="28"/>
          <w:szCs w:val="28"/>
          <w:lang w:eastAsia="ru-RU"/>
        </w:rPr>
        <w:t>-планируемое место пересечения и (или) примыкания;</w:t>
      </w:r>
    </w:p>
    <w:p w:rsidR="0035536A" w:rsidRPr="00F85E40" w:rsidRDefault="0035536A" w:rsidP="002416BB">
      <w:pPr>
        <w:pStyle w:val="formattexttopleveltext"/>
        <w:suppressAutoHyphens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>-цель получения Согласия;</w:t>
      </w:r>
    </w:p>
    <w:p w:rsidR="0035536A" w:rsidRPr="00F85E40" w:rsidRDefault="0035536A" w:rsidP="002416BB">
      <w:pPr>
        <w:pStyle w:val="formattexttopleveltext"/>
        <w:suppressAutoHyphens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>-кадастровые номера земельных участков (указывается при наличии);</w:t>
      </w:r>
    </w:p>
    <w:p w:rsidR="0035536A" w:rsidRPr="00F85E40" w:rsidRDefault="0035536A" w:rsidP="002416BB">
      <w:pPr>
        <w:pStyle w:val="formattexttopleveltext"/>
        <w:suppressAutoHyphens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>-технические требования и условия, обязательные для исполнения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B5071">
        <w:rPr>
          <w:rFonts w:ascii="Times New Roman" w:hAnsi="Times New Roman" w:cs="Times New Roman"/>
          <w:sz w:val="28"/>
          <w:szCs w:val="28"/>
        </w:rPr>
        <w:t xml:space="preserve"> в том числе содержащие условие о необходимости включения работ по строительству или реконструкции примыкания и (или) пересечения в документацию по планировке территории</w:t>
      </w:r>
      <w:r w:rsidRPr="00F85E40">
        <w:rPr>
          <w:rFonts w:ascii="Times New Roman" w:hAnsi="Times New Roman" w:cs="Times New Roman"/>
          <w:sz w:val="28"/>
          <w:szCs w:val="28"/>
        </w:rPr>
        <w:t>;</w:t>
      </w:r>
    </w:p>
    <w:p w:rsidR="0035536A" w:rsidRPr="002416BB" w:rsidRDefault="0035536A" w:rsidP="002416BB">
      <w:pPr>
        <w:pStyle w:val="formattexttopleveltext"/>
        <w:suppressAutoHyphens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16BB">
        <w:rPr>
          <w:rFonts w:ascii="Times New Roman" w:hAnsi="Times New Roman" w:cs="Times New Roman"/>
          <w:sz w:val="28"/>
          <w:szCs w:val="28"/>
        </w:rPr>
        <w:t>-срок действия Согласия, достаточный для строительства, реконструкции, капитального ремонта, ремонта пересечения и (или) примыкания, но не более трех лет;</w:t>
      </w:r>
    </w:p>
    <w:p w:rsidR="0035536A" w:rsidRPr="00F85E40" w:rsidRDefault="0035536A" w:rsidP="002416BB">
      <w:pPr>
        <w:pStyle w:val="formattexttopleveltext"/>
        <w:suppressAutoHyphens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>-подпись главы Ленинградского сельского поселения Ленинградского района.</w:t>
      </w:r>
    </w:p>
    <w:p w:rsidR="0035536A" w:rsidRPr="00F85E40" w:rsidRDefault="0035536A" w:rsidP="002416BB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2.8.Согласие Отдела, оформленное в соответствии с пунктом 2.7 настоящего Порядка, выдается Заявителю в срок, указанный в пункте 1.9 настоящего Порядка, способом, указанным в заявлении.</w:t>
      </w:r>
    </w:p>
    <w:p w:rsidR="0035536A" w:rsidRPr="003C389E" w:rsidRDefault="0035536A" w:rsidP="00855AF9">
      <w:pPr>
        <w:pStyle w:val="Heading3"/>
        <w:keepLines/>
        <w:suppressAutoHyphens/>
        <w:rPr>
          <w:sz w:val="24"/>
          <w:szCs w:val="24"/>
        </w:rPr>
      </w:pPr>
    </w:p>
    <w:p w:rsidR="0035536A" w:rsidRDefault="0035536A" w:rsidP="00855AF9">
      <w:pPr>
        <w:pStyle w:val="Heading3"/>
        <w:keepLines/>
        <w:suppressAutoHyphens/>
      </w:pPr>
      <w:r w:rsidRPr="00F85E40">
        <w:t>3.Контроль и ответственность за нарушение настоящего Порядка</w:t>
      </w:r>
    </w:p>
    <w:p w:rsidR="0035536A" w:rsidRPr="003C389E" w:rsidRDefault="0035536A" w:rsidP="00855AF9">
      <w:pPr>
        <w:keepLine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536A" w:rsidRPr="00F85E40" w:rsidRDefault="0035536A" w:rsidP="00855AF9">
      <w:pPr>
        <w:pStyle w:val="formattexttopleveltext"/>
        <w:keepLines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3.1.Лица, осуществляющие строительство, реконструкцию, капитальный ремонт, ремонт пересечений или примыканий без предусмотренного пунктом 1.7 настоящего Порядка Согласия или с нарушением технических требований, по требованию органа, уполномоченного на осуществление государственного строительного надзора, и (или) Отдела обязаны прекратить осуществление строительства, реконструкции, капитального ремонта, ремонта пересечений и примыканий и привести автомобильную дорогу местного значения в первоначальное состояние.</w:t>
      </w:r>
    </w:p>
    <w:p w:rsidR="0035536A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3.2.Лица, осуществляющие строительство, реконструкцию, капитальный ремонт, ремонт пересечений или примыканий, несут ответственность в соответствии с законодательством Российской Федерации.</w:t>
      </w:r>
    </w:p>
    <w:p w:rsidR="0035536A" w:rsidRDefault="0035536A" w:rsidP="00F85E40">
      <w:pPr>
        <w:pStyle w:val="Heading3"/>
        <w:suppressAutoHyphens/>
        <w:jc w:val="both"/>
      </w:pPr>
      <w:r w:rsidRPr="00F85E40">
        <w:tab/>
      </w:r>
    </w:p>
    <w:p w:rsidR="0035536A" w:rsidRDefault="0035536A" w:rsidP="00CB1E11">
      <w:pPr>
        <w:pStyle w:val="Heading3"/>
        <w:suppressAutoHyphens/>
      </w:pPr>
      <w:r w:rsidRPr="00F85E40">
        <w:t>4.Досудебный (внесудебный) порядок обжалования решений и действий (бездействия) органа, уполномоченного на выдачу Согласия, а также должностных лиц или муниципальных служащих</w:t>
      </w:r>
    </w:p>
    <w:p w:rsidR="0035536A" w:rsidRPr="00CB1E11" w:rsidRDefault="0035536A" w:rsidP="00CB1E11">
      <w:pPr>
        <w:rPr>
          <w:lang w:eastAsia="ru-RU"/>
        </w:rPr>
      </w:pP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4.1.Заявитель имеет право на досудебное (внесудебное) обжалование решений, действий (бездействия) Отдела, его должностных лиц или муниципальных служащих при осуществлении выдачи Согласия.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</w:rPr>
        <w:tab/>
        <w:t>4.2.Заявитель может обратиться с жалобой в письменной форме по почте, в том числе при личном приеме Заявителя, или в электронной форме.</w:t>
      </w: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5536A" w:rsidRPr="00F85E40" w:rsidRDefault="0035536A" w:rsidP="00F85E40">
      <w:pPr>
        <w:pStyle w:val="formattexttopleveltext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5536A" w:rsidRDefault="0035536A" w:rsidP="00F85E4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35536A" w:rsidRPr="00F85E40" w:rsidRDefault="0035536A" w:rsidP="00F85E4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F85E40">
        <w:rPr>
          <w:rFonts w:ascii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F85E40">
        <w:rPr>
          <w:rFonts w:ascii="Times New Roman" w:hAnsi="Times New Roman" w:cs="Times New Roman"/>
          <w:sz w:val="28"/>
          <w:szCs w:val="28"/>
          <w:lang w:eastAsia="ru-RU"/>
        </w:rPr>
        <w:t xml:space="preserve"> главы поселения,</w:t>
      </w:r>
    </w:p>
    <w:p w:rsidR="0035536A" w:rsidRPr="00F85E40" w:rsidRDefault="0035536A" w:rsidP="00F85E4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E40">
        <w:rPr>
          <w:rFonts w:ascii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85E40">
        <w:rPr>
          <w:rFonts w:ascii="Times New Roman" w:hAnsi="Times New Roman" w:cs="Times New Roman"/>
          <w:sz w:val="28"/>
          <w:szCs w:val="28"/>
          <w:lang w:eastAsia="ru-RU"/>
        </w:rPr>
        <w:t xml:space="preserve"> отдела строительства,</w:t>
      </w:r>
    </w:p>
    <w:p w:rsidR="0035536A" w:rsidRPr="00F85E40" w:rsidRDefault="0035536A" w:rsidP="00F85E4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E40">
        <w:rPr>
          <w:rFonts w:ascii="Times New Roman" w:hAnsi="Times New Roman" w:cs="Times New Roman"/>
          <w:sz w:val="28"/>
          <w:szCs w:val="28"/>
          <w:lang w:eastAsia="ru-RU"/>
        </w:rPr>
        <w:t xml:space="preserve">ЖКХ и транспорта администрации </w:t>
      </w:r>
    </w:p>
    <w:p w:rsidR="0035536A" w:rsidRPr="00F85E40" w:rsidRDefault="0035536A" w:rsidP="00F85E4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E40">
        <w:rPr>
          <w:rFonts w:ascii="Times New Roman" w:hAnsi="Times New Roman" w:cs="Times New Roman"/>
          <w:sz w:val="28"/>
          <w:szCs w:val="28"/>
          <w:lang w:eastAsia="ru-RU"/>
        </w:rPr>
        <w:t xml:space="preserve">Ленинградского сельского поселения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Г.В.Полухина</w:t>
      </w:r>
    </w:p>
    <w:sectPr w:rsidR="0035536A" w:rsidRPr="00F85E40" w:rsidSect="00855AF9">
      <w:headerReference w:type="default" r:id="rId9"/>
      <w:pgSz w:w="11907" w:h="16840" w:code="9"/>
      <w:pgMar w:top="397" w:right="567" w:bottom="1134" w:left="1701" w:header="68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36A" w:rsidRDefault="0035536A" w:rsidP="00A16DB7">
      <w:pPr>
        <w:spacing w:after="0" w:line="240" w:lineRule="auto"/>
      </w:pPr>
      <w:r>
        <w:separator/>
      </w:r>
    </w:p>
  </w:endnote>
  <w:endnote w:type="continuationSeparator" w:id="0">
    <w:p w:rsidR="0035536A" w:rsidRDefault="0035536A" w:rsidP="00A1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36A" w:rsidRDefault="0035536A" w:rsidP="00A16DB7">
      <w:pPr>
        <w:spacing w:after="0" w:line="240" w:lineRule="auto"/>
      </w:pPr>
      <w:r>
        <w:separator/>
      </w:r>
    </w:p>
  </w:footnote>
  <w:footnote w:type="continuationSeparator" w:id="0">
    <w:p w:rsidR="0035536A" w:rsidRDefault="0035536A" w:rsidP="00A1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36A" w:rsidRDefault="0035536A" w:rsidP="00D42E10">
    <w:pPr>
      <w:pStyle w:val="Header"/>
      <w:jc w:val="center"/>
    </w:pPr>
    <w:fldSimple w:instr=" PAGE   \* MERGEFORMAT ">
      <w:r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24C71"/>
    <w:multiLevelType w:val="hybridMultilevel"/>
    <w:tmpl w:val="B5CE4D9A"/>
    <w:lvl w:ilvl="0" w:tplc="28500EC0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4966065"/>
    <w:multiLevelType w:val="hybridMultilevel"/>
    <w:tmpl w:val="7996E47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02D1182"/>
    <w:multiLevelType w:val="hybridMultilevel"/>
    <w:tmpl w:val="6536663C"/>
    <w:lvl w:ilvl="0" w:tplc="9AE27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444682"/>
    <w:multiLevelType w:val="hybridMultilevel"/>
    <w:tmpl w:val="BC42D6B4"/>
    <w:lvl w:ilvl="0" w:tplc="AC4C57A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125"/>
    <w:rsid w:val="00000284"/>
    <w:rsid w:val="00000D66"/>
    <w:rsid w:val="000014E3"/>
    <w:rsid w:val="00002E85"/>
    <w:rsid w:val="000033C5"/>
    <w:rsid w:val="0000398B"/>
    <w:rsid w:val="00021F48"/>
    <w:rsid w:val="0002483C"/>
    <w:rsid w:val="0003083A"/>
    <w:rsid w:val="00033BCA"/>
    <w:rsid w:val="000364D2"/>
    <w:rsid w:val="00037CEC"/>
    <w:rsid w:val="00037F02"/>
    <w:rsid w:val="00040FBD"/>
    <w:rsid w:val="00044060"/>
    <w:rsid w:val="00047DBD"/>
    <w:rsid w:val="00051307"/>
    <w:rsid w:val="00051A68"/>
    <w:rsid w:val="00051AEE"/>
    <w:rsid w:val="00053B51"/>
    <w:rsid w:val="00055B46"/>
    <w:rsid w:val="00057387"/>
    <w:rsid w:val="00060156"/>
    <w:rsid w:val="00066201"/>
    <w:rsid w:val="00073640"/>
    <w:rsid w:val="00080D9A"/>
    <w:rsid w:val="00084573"/>
    <w:rsid w:val="00092E92"/>
    <w:rsid w:val="00093F7A"/>
    <w:rsid w:val="00094CD1"/>
    <w:rsid w:val="00097F89"/>
    <w:rsid w:val="000A0936"/>
    <w:rsid w:val="000A3657"/>
    <w:rsid w:val="000A7215"/>
    <w:rsid w:val="000A7481"/>
    <w:rsid w:val="000B0673"/>
    <w:rsid w:val="000B0CB5"/>
    <w:rsid w:val="000B1EB9"/>
    <w:rsid w:val="000B2491"/>
    <w:rsid w:val="000B2EE8"/>
    <w:rsid w:val="000C103D"/>
    <w:rsid w:val="000C41AB"/>
    <w:rsid w:val="000D16AE"/>
    <w:rsid w:val="000D16F3"/>
    <w:rsid w:val="000D436F"/>
    <w:rsid w:val="000D538E"/>
    <w:rsid w:val="000D5436"/>
    <w:rsid w:val="000D635F"/>
    <w:rsid w:val="000D638B"/>
    <w:rsid w:val="000E04B2"/>
    <w:rsid w:val="000E07F6"/>
    <w:rsid w:val="000E34D9"/>
    <w:rsid w:val="000E4656"/>
    <w:rsid w:val="000E479F"/>
    <w:rsid w:val="000F00F3"/>
    <w:rsid w:val="000F0828"/>
    <w:rsid w:val="000F21EB"/>
    <w:rsid w:val="000F75FB"/>
    <w:rsid w:val="001009B2"/>
    <w:rsid w:val="00100E4C"/>
    <w:rsid w:val="00103418"/>
    <w:rsid w:val="00104F41"/>
    <w:rsid w:val="00106164"/>
    <w:rsid w:val="00107406"/>
    <w:rsid w:val="00112AD0"/>
    <w:rsid w:val="00116C02"/>
    <w:rsid w:val="001171E8"/>
    <w:rsid w:val="00126C0E"/>
    <w:rsid w:val="00126FEC"/>
    <w:rsid w:val="00131AD8"/>
    <w:rsid w:val="001326A5"/>
    <w:rsid w:val="001353C3"/>
    <w:rsid w:val="0013559E"/>
    <w:rsid w:val="00136850"/>
    <w:rsid w:val="00137408"/>
    <w:rsid w:val="00141C5C"/>
    <w:rsid w:val="00144D95"/>
    <w:rsid w:val="00145304"/>
    <w:rsid w:val="001455DE"/>
    <w:rsid w:val="00146122"/>
    <w:rsid w:val="001560E5"/>
    <w:rsid w:val="00156F72"/>
    <w:rsid w:val="00157502"/>
    <w:rsid w:val="00160E0D"/>
    <w:rsid w:val="001618C8"/>
    <w:rsid w:val="001625CA"/>
    <w:rsid w:val="00162731"/>
    <w:rsid w:val="00171DBC"/>
    <w:rsid w:val="0017448A"/>
    <w:rsid w:val="0017626D"/>
    <w:rsid w:val="00176810"/>
    <w:rsid w:val="001817E4"/>
    <w:rsid w:val="00181895"/>
    <w:rsid w:val="00182846"/>
    <w:rsid w:val="00183DEB"/>
    <w:rsid w:val="001842DC"/>
    <w:rsid w:val="0018462C"/>
    <w:rsid w:val="00186F4E"/>
    <w:rsid w:val="001902E7"/>
    <w:rsid w:val="0019154E"/>
    <w:rsid w:val="00193796"/>
    <w:rsid w:val="00195D6C"/>
    <w:rsid w:val="001A64AF"/>
    <w:rsid w:val="001A668A"/>
    <w:rsid w:val="001A7084"/>
    <w:rsid w:val="001A70A9"/>
    <w:rsid w:val="001B0D40"/>
    <w:rsid w:val="001B18DA"/>
    <w:rsid w:val="001B352D"/>
    <w:rsid w:val="001B5343"/>
    <w:rsid w:val="001B5577"/>
    <w:rsid w:val="001B5C62"/>
    <w:rsid w:val="001C0A0C"/>
    <w:rsid w:val="001C157C"/>
    <w:rsid w:val="001C1FCB"/>
    <w:rsid w:val="001C3D1D"/>
    <w:rsid w:val="001C622C"/>
    <w:rsid w:val="001C75F6"/>
    <w:rsid w:val="001D0FB0"/>
    <w:rsid w:val="001D1FF8"/>
    <w:rsid w:val="001D4963"/>
    <w:rsid w:val="001D4DB5"/>
    <w:rsid w:val="001E4082"/>
    <w:rsid w:val="001E5357"/>
    <w:rsid w:val="001E5441"/>
    <w:rsid w:val="001E629B"/>
    <w:rsid w:val="001E6B3F"/>
    <w:rsid w:val="001E6F03"/>
    <w:rsid w:val="001F38EC"/>
    <w:rsid w:val="001F70AC"/>
    <w:rsid w:val="001F72BC"/>
    <w:rsid w:val="001F7F77"/>
    <w:rsid w:val="00201697"/>
    <w:rsid w:val="002019DA"/>
    <w:rsid w:val="00201C15"/>
    <w:rsid w:val="00204B30"/>
    <w:rsid w:val="00205590"/>
    <w:rsid w:val="00205D21"/>
    <w:rsid w:val="002062D5"/>
    <w:rsid w:val="00213C11"/>
    <w:rsid w:val="00215BAE"/>
    <w:rsid w:val="00216E6A"/>
    <w:rsid w:val="002176E2"/>
    <w:rsid w:val="002202C6"/>
    <w:rsid w:val="00221B33"/>
    <w:rsid w:val="00222052"/>
    <w:rsid w:val="00222280"/>
    <w:rsid w:val="002226EB"/>
    <w:rsid w:val="00222E55"/>
    <w:rsid w:val="00223890"/>
    <w:rsid w:val="00223E3A"/>
    <w:rsid w:val="002245B5"/>
    <w:rsid w:val="00225AF9"/>
    <w:rsid w:val="00235632"/>
    <w:rsid w:val="002376CB"/>
    <w:rsid w:val="002416BB"/>
    <w:rsid w:val="0024255A"/>
    <w:rsid w:val="002445E0"/>
    <w:rsid w:val="00245F20"/>
    <w:rsid w:val="00250016"/>
    <w:rsid w:val="00250C6D"/>
    <w:rsid w:val="00250F30"/>
    <w:rsid w:val="0025281A"/>
    <w:rsid w:val="00256417"/>
    <w:rsid w:val="0026174F"/>
    <w:rsid w:val="0026652F"/>
    <w:rsid w:val="002677D9"/>
    <w:rsid w:val="00267EE1"/>
    <w:rsid w:val="00270EB4"/>
    <w:rsid w:val="00271760"/>
    <w:rsid w:val="00272419"/>
    <w:rsid w:val="002724E5"/>
    <w:rsid w:val="002725A6"/>
    <w:rsid w:val="00273748"/>
    <w:rsid w:val="002756EC"/>
    <w:rsid w:val="00275C9C"/>
    <w:rsid w:val="00285E3B"/>
    <w:rsid w:val="002918F9"/>
    <w:rsid w:val="0029687E"/>
    <w:rsid w:val="0029793C"/>
    <w:rsid w:val="002A5899"/>
    <w:rsid w:val="002A60B4"/>
    <w:rsid w:val="002A6631"/>
    <w:rsid w:val="002B0555"/>
    <w:rsid w:val="002B11BC"/>
    <w:rsid w:val="002B5B73"/>
    <w:rsid w:val="002B6AA0"/>
    <w:rsid w:val="002C117E"/>
    <w:rsid w:val="002C4F71"/>
    <w:rsid w:val="002C5468"/>
    <w:rsid w:val="002C5F55"/>
    <w:rsid w:val="002C67F6"/>
    <w:rsid w:val="002C7020"/>
    <w:rsid w:val="002C7607"/>
    <w:rsid w:val="002D2E02"/>
    <w:rsid w:val="002D4327"/>
    <w:rsid w:val="002D56C7"/>
    <w:rsid w:val="002E0119"/>
    <w:rsid w:val="002E1E03"/>
    <w:rsid w:val="002E2DC0"/>
    <w:rsid w:val="002E51C4"/>
    <w:rsid w:val="002E6CDD"/>
    <w:rsid w:val="002F155A"/>
    <w:rsid w:val="002F275C"/>
    <w:rsid w:val="002F3CC4"/>
    <w:rsid w:val="00303F10"/>
    <w:rsid w:val="0031659F"/>
    <w:rsid w:val="00320F98"/>
    <w:rsid w:val="00321018"/>
    <w:rsid w:val="003242C3"/>
    <w:rsid w:val="0033105C"/>
    <w:rsid w:val="0033302E"/>
    <w:rsid w:val="003334A6"/>
    <w:rsid w:val="003376DB"/>
    <w:rsid w:val="0034356B"/>
    <w:rsid w:val="00344BA2"/>
    <w:rsid w:val="00351D39"/>
    <w:rsid w:val="00353A57"/>
    <w:rsid w:val="00354D06"/>
    <w:rsid w:val="0035536A"/>
    <w:rsid w:val="003575FC"/>
    <w:rsid w:val="00361A05"/>
    <w:rsid w:val="003635A8"/>
    <w:rsid w:val="00365E90"/>
    <w:rsid w:val="0036618F"/>
    <w:rsid w:val="0036768E"/>
    <w:rsid w:val="0037221C"/>
    <w:rsid w:val="00372FDE"/>
    <w:rsid w:val="0037554E"/>
    <w:rsid w:val="003755ED"/>
    <w:rsid w:val="00376D3C"/>
    <w:rsid w:val="00376F37"/>
    <w:rsid w:val="0038358A"/>
    <w:rsid w:val="00383D93"/>
    <w:rsid w:val="003859A6"/>
    <w:rsid w:val="0038751C"/>
    <w:rsid w:val="00390B85"/>
    <w:rsid w:val="00395B90"/>
    <w:rsid w:val="00395EDE"/>
    <w:rsid w:val="003969E6"/>
    <w:rsid w:val="00397AF8"/>
    <w:rsid w:val="003A0464"/>
    <w:rsid w:val="003A3538"/>
    <w:rsid w:val="003A4E6D"/>
    <w:rsid w:val="003A7CB3"/>
    <w:rsid w:val="003B0ED3"/>
    <w:rsid w:val="003B1923"/>
    <w:rsid w:val="003B1D73"/>
    <w:rsid w:val="003B29F6"/>
    <w:rsid w:val="003B36B3"/>
    <w:rsid w:val="003B36EF"/>
    <w:rsid w:val="003B57C7"/>
    <w:rsid w:val="003B5EE4"/>
    <w:rsid w:val="003B68BA"/>
    <w:rsid w:val="003C2BB5"/>
    <w:rsid w:val="003C389E"/>
    <w:rsid w:val="003C5C16"/>
    <w:rsid w:val="003C6C47"/>
    <w:rsid w:val="003D151F"/>
    <w:rsid w:val="003D4425"/>
    <w:rsid w:val="003D5E9B"/>
    <w:rsid w:val="003E03C1"/>
    <w:rsid w:val="003E0DA5"/>
    <w:rsid w:val="003E337D"/>
    <w:rsid w:val="003E5C86"/>
    <w:rsid w:val="003E6A34"/>
    <w:rsid w:val="003E7891"/>
    <w:rsid w:val="003F0119"/>
    <w:rsid w:val="003F0A6D"/>
    <w:rsid w:val="003F431B"/>
    <w:rsid w:val="004000ED"/>
    <w:rsid w:val="00402499"/>
    <w:rsid w:val="0040434F"/>
    <w:rsid w:val="00405DC7"/>
    <w:rsid w:val="00407EC9"/>
    <w:rsid w:val="004104E4"/>
    <w:rsid w:val="00411410"/>
    <w:rsid w:val="004145C4"/>
    <w:rsid w:val="00414EA1"/>
    <w:rsid w:val="004252AC"/>
    <w:rsid w:val="004261E5"/>
    <w:rsid w:val="004302AD"/>
    <w:rsid w:val="00430B20"/>
    <w:rsid w:val="00431097"/>
    <w:rsid w:val="00433F02"/>
    <w:rsid w:val="00436D27"/>
    <w:rsid w:val="004376DA"/>
    <w:rsid w:val="00437BFB"/>
    <w:rsid w:val="00441C7C"/>
    <w:rsid w:val="00445D2E"/>
    <w:rsid w:val="00450C70"/>
    <w:rsid w:val="00452468"/>
    <w:rsid w:val="0045279B"/>
    <w:rsid w:val="00452AFB"/>
    <w:rsid w:val="00453DD6"/>
    <w:rsid w:val="0045690F"/>
    <w:rsid w:val="00463F16"/>
    <w:rsid w:val="00465B1B"/>
    <w:rsid w:val="00465C5A"/>
    <w:rsid w:val="00466813"/>
    <w:rsid w:val="00466CF5"/>
    <w:rsid w:val="0047335C"/>
    <w:rsid w:val="00475E69"/>
    <w:rsid w:val="0047643E"/>
    <w:rsid w:val="00477400"/>
    <w:rsid w:val="00485629"/>
    <w:rsid w:val="00486B0C"/>
    <w:rsid w:val="00487468"/>
    <w:rsid w:val="00491B12"/>
    <w:rsid w:val="0049365F"/>
    <w:rsid w:val="004950D5"/>
    <w:rsid w:val="004968A7"/>
    <w:rsid w:val="004A4837"/>
    <w:rsid w:val="004A5565"/>
    <w:rsid w:val="004A6DEE"/>
    <w:rsid w:val="004A76E6"/>
    <w:rsid w:val="004B08D8"/>
    <w:rsid w:val="004B42AB"/>
    <w:rsid w:val="004C18A0"/>
    <w:rsid w:val="004C6E77"/>
    <w:rsid w:val="004D42BE"/>
    <w:rsid w:val="004E0507"/>
    <w:rsid w:val="004E7589"/>
    <w:rsid w:val="004F41A0"/>
    <w:rsid w:val="004F42C1"/>
    <w:rsid w:val="004F6769"/>
    <w:rsid w:val="004F6C74"/>
    <w:rsid w:val="004F7760"/>
    <w:rsid w:val="00502A0A"/>
    <w:rsid w:val="00503A87"/>
    <w:rsid w:val="005040D0"/>
    <w:rsid w:val="00504420"/>
    <w:rsid w:val="00504F80"/>
    <w:rsid w:val="00506C24"/>
    <w:rsid w:val="0051102D"/>
    <w:rsid w:val="00511602"/>
    <w:rsid w:val="00511FAB"/>
    <w:rsid w:val="00512CAC"/>
    <w:rsid w:val="00514C8D"/>
    <w:rsid w:val="00516104"/>
    <w:rsid w:val="00516963"/>
    <w:rsid w:val="0052514C"/>
    <w:rsid w:val="005257EE"/>
    <w:rsid w:val="00526014"/>
    <w:rsid w:val="00527F3A"/>
    <w:rsid w:val="00533AA1"/>
    <w:rsid w:val="00534C1D"/>
    <w:rsid w:val="005352FF"/>
    <w:rsid w:val="00536083"/>
    <w:rsid w:val="00536098"/>
    <w:rsid w:val="005372E4"/>
    <w:rsid w:val="00537FCF"/>
    <w:rsid w:val="005443AE"/>
    <w:rsid w:val="00545143"/>
    <w:rsid w:val="005504F4"/>
    <w:rsid w:val="0055145D"/>
    <w:rsid w:val="00552F74"/>
    <w:rsid w:val="00553B42"/>
    <w:rsid w:val="00553CB1"/>
    <w:rsid w:val="00555190"/>
    <w:rsid w:val="00560FCF"/>
    <w:rsid w:val="00562386"/>
    <w:rsid w:val="00564607"/>
    <w:rsid w:val="00567CBC"/>
    <w:rsid w:val="00570475"/>
    <w:rsid w:val="00572393"/>
    <w:rsid w:val="00573504"/>
    <w:rsid w:val="00580C36"/>
    <w:rsid w:val="005813D9"/>
    <w:rsid w:val="005855C4"/>
    <w:rsid w:val="005866ED"/>
    <w:rsid w:val="0058757E"/>
    <w:rsid w:val="00591664"/>
    <w:rsid w:val="005923D5"/>
    <w:rsid w:val="00594187"/>
    <w:rsid w:val="00594E31"/>
    <w:rsid w:val="00595166"/>
    <w:rsid w:val="005A1E45"/>
    <w:rsid w:val="005A24EB"/>
    <w:rsid w:val="005A2638"/>
    <w:rsid w:val="005A26B0"/>
    <w:rsid w:val="005A2CD7"/>
    <w:rsid w:val="005A3FA4"/>
    <w:rsid w:val="005A491A"/>
    <w:rsid w:val="005A4C4B"/>
    <w:rsid w:val="005A6285"/>
    <w:rsid w:val="005A669A"/>
    <w:rsid w:val="005A6A65"/>
    <w:rsid w:val="005A7024"/>
    <w:rsid w:val="005B3DD2"/>
    <w:rsid w:val="005B5A60"/>
    <w:rsid w:val="005B7AF5"/>
    <w:rsid w:val="005C1B62"/>
    <w:rsid w:val="005C4750"/>
    <w:rsid w:val="005C5EB3"/>
    <w:rsid w:val="005C6C81"/>
    <w:rsid w:val="005D0AA6"/>
    <w:rsid w:val="005D1370"/>
    <w:rsid w:val="005D24CE"/>
    <w:rsid w:val="005D2BC5"/>
    <w:rsid w:val="005E2C9E"/>
    <w:rsid w:val="005E3E4C"/>
    <w:rsid w:val="005E66EE"/>
    <w:rsid w:val="005F1F71"/>
    <w:rsid w:val="005F2F56"/>
    <w:rsid w:val="005F4125"/>
    <w:rsid w:val="005F70E8"/>
    <w:rsid w:val="005F7589"/>
    <w:rsid w:val="00603CAA"/>
    <w:rsid w:val="006051DE"/>
    <w:rsid w:val="006060B0"/>
    <w:rsid w:val="00606B79"/>
    <w:rsid w:val="0060727F"/>
    <w:rsid w:val="00612223"/>
    <w:rsid w:val="00612257"/>
    <w:rsid w:val="0061294B"/>
    <w:rsid w:val="00612B0F"/>
    <w:rsid w:val="00613902"/>
    <w:rsid w:val="00613E5E"/>
    <w:rsid w:val="00621AF1"/>
    <w:rsid w:val="0062517A"/>
    <w:rsid w:val="00634611"/>
    <w:rsid w:val="00636BB5"/>
    <w:rsid w:val="0063727B"/>
    <w:rsid w:val="00641FDD"/>
    <w:rsid w:val="00643060"/>
    <w:rsid w:val="006508CD"/>
    <w:rsid w:val="0065382A"/>
    <w:rsid w:val="0066077E"/>
    <w:rsid w:val="00663414"/>
    <w:rsid w:val="00673CE8"/>
    <w:rsid w:val="00674431"/>
    <w:rsid w:val="0067465B"/>
    <w:rsid w:val="00675AD3"/>
    <w:rsid w:val="00677491"/>
    <w:rsid w:val="00682E4B"/>
    <w:rsid w:val="00685027"/>
    <w:rsid w:val="00691243"/>
    <w:rsid w:val="006A6B2A"/>
    <w:rsid w:val="006B0F41"/>
    <w:rsid w:val="006B3AF7"/>
    <w:rsid w:val="006B6FDD"/>
    <w:rsid w:val="006B7462"/>
    <w:rsid w:val="006C091E"/>
    <w:rsid w:val="006C60A2"/>
    <w:rsid w:val="006C7DB2"/>
    <w:rsid w:val="006C7E54"/>
    <w:rsid w:val="006D2088"/>
    <w:rsid w:val="006E2AE2"/>
    <w:rsid w:val="006E2DD2"/>
    <w:rsid w:val="006E3A3B"/>
    <w:rsid w:val="006E5E97"/>
    <w:rsid w:val="006E67B2"/>
    <w:rsid w:val="006E7106"/>
    <w:rsid w:val="006F0858"/>
    <w:rsid w:val="006F2B4F"/>
    <w:rsid w:val="006F2C69"/>
    <w:rsid w:val="006F4F63"/>
    <w:rsid w:val="006F50E8"/>
    <w:rsid w:val="006F5263"/>
    <w:rsid w:val="0070060E"/>
    <w:rsid w:val="00701164"/>
    <w:rsid w:val="007051C7"/>
    <w:rsid w:val="0070650B"/>
    <w:rsid w:val="007068C6"/>
    <w:rsid w:val="00711E52"/>
    <w:rsid w:val="0072388D"/>
    <w:rsid w:val="007263AB"/>
    <w:rsid w:val="00733B1A"/>
    <w:rsid w:val="007358F4"/>
    <w:rsid w:val="00736364"/>
    <w:rsid w:val="007370AA"/>
    <w:rsid w:val="00745FEA"/>
    <w:rsid w:val="007508DA"/>
    <w:rsid w:val="00751A44"/>
    <w:rsid w:val="00751BFD"/>
    <w:rsid w:val="007536A8"/>
    <w:rsid w:val="00757181"/>
    <w:rsid w:val="00757B54"/>
    <w:rsid w:val="0076029F"/>
    <w:rsid w:val="007611DF"/>
    <w:rsid w:val="007612DC"/>
    <w:rsid w:val="00761323"/>
    <w:rsid w:val="00761E93"/>
    <w:rsid w:val="00762571"/>
    <w:rsid w:val="00762BEC"/>
    <w:rsid w:val="0076483D"/>
    <w:rsid w:val="00765242"/>
    <w:rsid w:val="00770975"/>
    <w:rsid w:val="0077253F"/>
    <w:rsid w:val="00772758"/>
    <w:rsid w:val="007727F3"/>
    <w:rsid w:val="007728A0"/>
    <w:rsid w:val="0077723B"/>
    <w:rsid w:val="0077769B"/>
    <w:rsid w:val="007824CD"/>
    <w:rsid w:val="007834C8"/>
    <w:rsid w:val="007861AB"/>
    <w:rsid w:val="00786BB2"/>
    <w:rsid w:val="007874D3"/>
    <w:rsid w:val="00790B67"/>
    <w:rsid w:val="007931B2"/>
    <w:rsid w:val="00794AB8"/>
    <w:rsid w:val="00795122"/>
    <w:rsid w:val="0079687A"/>
    <w:rsid w:val="007A1EA4"/>
    <w:rsid w:val="007A26E6"/>
    <w:rsid w:val="007A2A08"/>
    <w:rsid w:val="007A41DF"/>
    <w:rsid w:val="007A6AB0"/>
    <w:rsid w:val="007B0631"/>
    <w:rsid w:val="007B07B0"/>
    <w:rsid w:val="007B19CF"/>
    <w:rsid w:val="007B2001"/>
    <w:rsid w:val="007B31A5"/>
    <w:rsid w:val="007B479D"/>
    <w:rsid w:val="007B562A"/>
    <w:rsid w:val="007B783E"/>
    <w:rsid w:val="007C0C41"/>
    <w:rsid w:val="007C3995"/>
    <w:rsid w:val="007C3D5A"/>
    <w:rsid w:val="007C6750"/>
    <w:rsid w:val="007D4C2A"/>
    <w:rsid w:val="007E091C"/>
    <w:rsid w:val="007E1303"/>
    <w:rsid w:val="007E3751"/>
    <w:rsid w:val="007E4BE9"/>
    <w:rsid w:val="007E60D5"/>
    <w:rsid w:val="007E65BD"/>
    <w:rsid w:val="007F289A"/>
    <w:rsid w:val="007F655D"/>
    <w:rsid w:val="00802B0F"/>
    <w:rsid w:val="00805414"/>
    <w:rsid w:val="00805BC6"/>
    <w:rsid w:val="00805DD1"/>
    <w:rsid w:val="00817651"/>
    <w:rsid w:val="00820D93"/>
    <w:rsid w:val="00820D9D"/>
    <w:rsid w:val="00821F5D"/>
    <w:rsid w:val="00825526"/>
    <w:rsid w:val="008267C1"/>
    <w:rsid w:val="008308AE"/>
    <w:rsid w:val="008310E7"/>
    <w:rsid w:val="00831873"/>
    <w:rsid w:val="0083461A"/>
    <w:rsid w:val="00834BB5"/>
    <w:rsid w:val="00841821"/>
    <w:rsid w:val="008448C5"/>
    <w:rsid w:val="00844C69"/>
    <w:rsid w:val="00850BBF"/>
    <w:rsid w:val="0085346E"/>
    <w:rsid w:val="00855AF9"/>
    <w:rsid w:val="008600EA"/>
    <w:rsid w:val="00860D52"/>
    <w:rsid w:val="00864780"/>
    <w:rsid w:val="008662F2"/>
    <w:rsid w:val="008665C4"/>
    <w:rsid w:val="0087106A"/>
    <w:rsid w:val="00872AF5"/>
    <w:rsid w:val="00876ED7"/>
    <w:rsid w:val="00885420"/>
    <w:rsid w:val="00885899"/>
    <w:rsid w:val="0088649C"/>
    <w:rsid w:val="008866AD"/>
    <w:rsid w:val="00892367"/>
    <w:rsid w:val="00897C60"/>
    <w:rsid w:val="008A1568"/>
    <w:rsid w:val="008A1592"/>
    <w:rsid w:val="008B0A37"/>
    <w:rsid w:val="008B19D0"/>
    <w:rsid w:val="008C1E1A"/>
    <w:rsid w:val="008C2151"/>
    <w:rsid w:val="008C3A32"/>
    <w:rsid w:val="008C5527"/>
    <w:rsid w:val="008C5F87"/>
    <w:rsid w:val="008C6127"/>
    <w:rsid w:val="008C656F"/>
    <w:rsid w:val="008C6649"/>
    <w:rsid w:val="008C77E6"/>
    <w:rsid w:val="008D39F5"/>
    <w:rsid w:val="008D3AE9"/>
    <w:rsid w:val="008D44F4"/>
    <w:rsid w:val="008D7798"/>
    <w:rsid w:val="008F0F65"/>
    <w:rsid w:val="008F2A04"/>
    <w:rsid w:val="008F49E0"/>
    <w:rsid w:val="008F5D0A"/>
    <w:rsid w:val="008F691A"/>
    <w:rsid w:val="00903283"/>
    <w:rsid w:val="0091122E"/>
    <w:rsid w:val="00911772"/>
    <w:rsid w:val="009147E1"/>
    <w:rsid w:val="0091488B"/>
    <w:rsid w:val="00914A5E"/>
    <w:rsid w:val="009153ED"/>
    <w:rsid w:val="009171E5"/>
    <w:rsid w:val="0091790E"/>
    <w:rsid w:val="009221BC"/>
    <w:rsid w:val="009237E3"/>
    <w:rsid w:val="00925681"/>
    <w:rsid w:val="009258F9"/>
    <w:rsid w:val="00931726"/>
    <w:rsid w:val="00932FE3"/>
    <w:rsid w:val="009402DF"/>
    <w:rsid w:val="00942578"/>
    <w:rsid w:val="00942BF2"/>
    <w:rsid w:val="00942F9F"/>
    <w:rsid w:val="0095006B"/>
    <w:rsid w:val="00951DB8"/>
    <w:rsid w:val="00957935"/>
    <w:rsid w:val="00957BD3"/>
    <w:rsid w:val="009636DE"/>
    <w:rsid w:val="00967DF8"/>
    <w:rsid w:val="00972CE7"/>
    <w:rsid w:val="00973890"/>
    <w:rsid w:val="00973EC4"/>
    <w:rsid w:val="00974036"/>
    <w:rsid w:val="00982090"/>
    <w:rsid w:val="00982AE1"/>
    <w:rsid w:val="009832E6"/>
    <w:rsid w:val="00984E84"/>
    <w:rsid w:val="00991D34"/>
    <w:rsid w:val="00994DA7"/>
    <w:rsid w:val="009A19BC"/>
    <w:rsid w:val="009A2C12"/>
    <w:rsid w:val="009A3D39"/>
    <w:rsid w:val="009A7852"/>
    <w:rsid w:val="009A7FD4"/>
    <w:rsid w:val="009B032F"/>
    <w:rsid w:val="009B1B53"/>
    <w:rsid w:val="009B4DFF"/>
    <w:rsid w:val="009C17F6"/>
    <w:rsid w:val="009C3487"/>
    <w:rsid w:val="009C683E"/>
    <w:rsid w:val="009D0F96"/>
    <w:rsid w:val="009D1756"/>
    <w:rsid w:val="009D1E07"/>
    <w:rsid w:val="009D4479"/>
    <w:rsid w:val="009D4F5F"/>
    <w:rsid w:val="009D5F36"/>
    <w:rsid w:val="009E424B"/>
    <w:rsid w:val="009E44E8"/>
    <w:rsid w:val="009E4FA1"/>
    <w:rsid w:val="009E5CB8"/>
    <w:rsid w:val="009E5EDF"/>
    <w:rsid w:val="009E7DC5"/>
    <w:rsid w:val="009F07E7"/>
    <w:rsid w:val="009F07F0"/>
    <w:rsid w:val="009F547B"/>
    <w:rsid w:val="00A01D07"/>
    <w:rsid w:val="00A0220E"/>
    <w:rsid w:val="00A12AA0"/>
    <w:rsid w:val="00A1630F"/>
    <w:rsid w:val="00A16DB7"/>
    <w:rsid w:val="00A21258"/>
    <w:rsid w:val="00A21523"/>
    <w:rsid w:val="00A217F6"/>
    <w:rsid w:val="00A24C03"/>
    <w:rsid w:val="00A30E30"/>
    <w:rsid w:val="00A328B5"/>
    <w:rsid w:val="00A33736"/>
    <w:rsid w:val="00A337E9"/>
    <w:rsid w:val="00A36742"/>
    <w:rsid w:val="00A37C1A"/>
    <w:rsid w:val="00A4651C"/>
    <w:rsid w:val="00A46A3E"/>
    <w:rsid w:val="00A54908"/>
    <w:rsid w:val="00A60DE5"/>
    <w:rsid w:val="00A63253"/>
    <w:rsid w:val="00A635FF"/>
    <w:rsid w:val="00A668A4"/>
    <w:rsid w:val="00A700C3"/>
    <w:rsid w:val="00A71810"/>
    <w:rsid w:val="00A7492B"/>
    <w:rsid w:val="00A8185F"/>
    <w:rsid w:val="00A87114"/>
    <w:rsid w:val="00A878A8"/>
    <w:rsid w:val="00A91965"/>
    <w:rsid w:val="00A94105"/>
    <w:rsid w:val="00A944C4"/>
    <w:rsid w:val="00A94810"/>
    <w:rsid w:val="00A94BBE"/>
    <w:rsid w:val="00A9564F"/>
    <w:rsid w:val="00A97770"/>
    <w:rsid w:val="00AA0710"/>
    <w:rsid w:val="00AA3748"/>
    <w:rsid w:val="00AA45F9"/>
    <w:rsid w:val="00AA6C87"/>
    <w:rsid w:val="00AB30B6"/>
    <w:rsid w:val="00AB56B7"/>
    <w:rsid w:val="00AB6FF3"/>
    <w:rsid w:val="00AB7D9F"/>
    <w:rsid w:val="00AC2110"/>
    <w:rsid w:val="00AC3442"/>
    <w:rsid w:val="00AC4EBB"/>
    <w:rsid w:val="00AC589E"/>
    <w:rsid w:val="00AD0810"/>
    <w:rsid w:val="00AD28A0"/>
    <w:rsid w:val="00AD4676"/>
    <w:rsid w:val="00AD76D1"/>
    <w:rsid w:val="00AE002C"/>
    <w:rsid w:val="00AE0772"/>
    <w:rsid w:val="00AE0D4E"/>
    <w:rsid w:val="00AE0EF6"/>
    <w:rsid w:val="00AE18D7"/>
    <w:rsid w:val="00AE5BC0"/>
    <w:rsid w:val="00AF01C8"/>
    <w:rsid w:val="00AF4D0F"/>
    <w:rsid w:val="00AF57C5"/>
    <w:rsid w:val="00B02E44"/>
    <w:rsid w:val="00B03592"/>
    <w:rsid w:val="00B046E0"/>
    <w:rsid w:val="00B050DB"/>
    <w:rsid w:val="00B16BF3"/>
    <w:rsid w:val="00B17BF0"/>
    <w:rsid w:val="00B20B7A"/>
    <w:rsid w:val="00B2318E"/>
    <w:rsid w:val="00B264B7"/>
    <w:rsid w:val="00B276DB"/>
    <w:rsid w:val="00B310FA"/>
    <w:rsid w:val="00B32E18"/>
    <w:rsid w:val="00B35483"/>
    <w:rsid w:val="00B446CF"/>
    <w:rsid w:val="00B4486F"/>
    <w:rsid w:val="00B51262"/>
    <w:rsid w:val="00B51C08"/>
    <w:rsid w:val="00B547EE"/>
    <w:rsid w:val="00B55F3C"/>
    <w:rsid w:val="00B55FC2"/>
    <w:rsid w:val="00B6019A"/>
    <w:rsid w:val="00B60A9D"/>
    <w:rsid w:val="00B60DB3"/>
    <w:rsid w:val="00B62EFC"/>
    <w:rsid w:val="00B62F5E"/>
    <w:rsid w:val="00B635FF"/>
    <w:rsid w:val="00B6526E"/>
    <w:rsid w:val="00B66526"/>
    <w:rsid w:val="00B67711"/>
    <w:rsid w:val="00B67FD8"/>
    <w:rsid w:val="00B747ED"/>
    <w:rsid w:val="00B77CD1"/>
    <w:rsid w:val="00B82759"/>
    <w:rsid w:val="00B8504E"/>
    <w:rsid w:val="00B86CBF"/>
    <w:rsid w:val="00B91DB0"/>
    <w:rsid w:val="00B923DA"/>
    <w:rsid w:val="00B94799"/>
    <w:rsid w:val="00B9760F"/>
    <w:rsid w:val="00B97D3F"/>
    <w:rsid w:val="00BA0744"/>
    <w:rsid w:val="00BA1708"/>
    <w:rsid w:val="00BA67BB"/>
    <w:rsid w:val="00BA746B"/>
    <w:rsid w:val="00BB259C"/>
    <w:rsid w:val="00BB5CC9"/>
    <w:rsid w:val="00BC26E6"/>
    <w:rsid w:val="00BC2711"/>
    <w:rsid w:val="00BC74E9"/>
    <w:rsid w:val="00BD34FE"/>
    <w:rsid w:val="00BD4D49"/>
    <w:rsid w:val="00BD74F9"/>
    <w:rsid w:val="00BE104D"/>
    <w:rsid w:val="00BE1054"/>
    <w:rsid w:val="00BE1225"/>
    <w:rsid w:val="00BE393D"/>
    <w:rsid w:val="00BE53C9"/>
    <w:rsid w:val="00BE69F7"/>
    <w:rsid w:val="00BF3268"/>
    <w:rsid w:val="00BF411F"/>
    <w:rsid w:val="00BF72B2"/>
    <w:rsid w:val="00BF7347"/>
    <w:rsid w:val="00C03BCE"/>
    <w:rsid w:val="00C05A82"/>
    <w:rsid w:val="00C07E34"/>
    <w:rsid w:val="00C108A4"/>
    <w:rsid w:val="00C10941"/>
    <w:rsid w:val="00C10A3A"/>
    <w:rsid w:val="00C10AC7"/>
    <w:rsid w:val="00C11059"/>
    <w:rsid w:val="00C1467E"/>
    <w:rsid w:val="00C1581D"/>
    <w:rsid w:val="00C161CD"/>
    <w:rsid w:val="00C21C05"/>
    <w:rsid w:val="00C2597B"/>
    <w:rsid w:val="00C27248"/>
    <w:rsid w:val="00C273C8"/>
    <w:rsid w:val="00C3074A"/>
    <w:rsid w:val="00C31496"/>
    <w:rsid w:val="00C323BD"/>
    <w:rsid w:val="00C337E9"/>
    <w:rsid w:val="00C339CE"/>
    <w:rsid w:val="00C36B3B"/>
    <w:rsid w:val="00C42ED5"/>
    <w:rsid w:val="00C42F7B"/>
    <w:rsid w:val="00C46174"/>
    <w:rsid w:val="00C5049E"/>
    <w:rsid w:val="00C55FC0"/>
    <w:rsid w:val="00C5699D"/>
    <w:rsid w:val="00C5789F"/>
    <w:rsid w:val="00C600F8"/>
    <w:rsid w:val="00C615CF"/>
    <w:rsid w:val="00C62650"/>
    <w:rsid w:val="00C66FD6"/>
    <w:rsid w:val="00C77FE0"/>
    <w:rsid w:val="00C82E16"/>
    <w:rsid w:val="00C85B5B"/>
    <w:rsid w:val="00C878CB"/>
    <w:rsid w:val="00C944A4"/>
    <w:rsid w:val="00C947A8"/>
    <w:rsid w:val="00C94D69"/>
    <w:rsid w:val="00C94F00"/>
    <w:rsid w:val="00C9718D"/>
    <w:rsid w:val="00CA0F13"/>
    <w:rsid w:val="00CA40F5"/>
    <w:rsid w:val="00CA486C"/>
    <w:rsid w:val="00CB0602"/>
    <w:rsid w:val="00CB1E11"/>
    <w:rsid w:val="00CB6DAC"/>
    <w:rsid w:val="00CC4CCB"/>
    <w:rsid w:val="00CD1545"/>
    <w:rsid w:val="00CD1BE9"/>
    <w:rsid w:val="00CD1EDA"/>
    <w:rsid w:val="00CE392F"/>
    <w:rsid w:val="00CE3EA1"/>
    <w:rsid w:val="00CE3F58"/>
    <w:rsid w:val="00CE4262"/>
    <w:rsid w:val="00CF2354"/>
    <w:rsid w:val="00CF3CC1"/>
    <w:rsid w:val="00CF6055"/>
    <w:rsid w:val="00CF7E1D"/>
    <w:rsid w:val="00D012DC"/>
    <w:rsid w:val="00D01AED"/>
    <w:rsid w:val="00D031F3"/>
    <w:rsid w:val="00D03907"/>
    <w:rsid w:val="00D07A01"/>
    <w:rsid w:val="00D10373"/>
    <w:rsid w:val="00D12B35"/>
    <w:rsid w:val="00D1401E"/>
    <w:rsid w:val="00D1414F"/>
    <w:rsid w:val="00D16FC0"/>
    <w:rsid w:val="00D17959"/>
    <w:rsid w:val="00D17EAC"/>
    <w:rsid w:val="00D210E9"/>
    <w:rsid w:val="00D2340D"/>
    <w:rsid w:val="00D241CB"/>
    <w:rsid w:val="00D34243"/>
    <w:rsid w:val="00D34D43"/>
    <w:rsid w:val="00D41665"/>
    <w:rsid w:val="00D42E10"/>
    <w:rsid w:val="00D439C4"/>
    <w:rsid w:val="00D46EB9"/>
    <w:rsid w:val="00D502D5"/>
    <w:rsid w:val="00D51BB7"/>
    <w:rsid w:val="00D5630B"/>
    <w:rsid w:val="00D57F44"/>
    <w:rsid w:val="00D600CE"/>
    <w:rsid w:val="00D60906"/>
    <w:rsid w:val="00D63531"/>
    <w:rsid w:val="00D63D29"/>
    <w:rsid w:val="00D65942"/>
    <w:rsid w:val="00D665CF"/>
    <w:rsid w:val="00D66703"/>
    <w:rsid w:val="00D700A8"/>
    <w:rsid w:val="00D75A74"/>
    <w:rsid w:val="00D807D0"/>
    <w:rsid w:val="00D80A33"/>
    <w:rsid w:val="00D80BE8"/>
    <w:rsid w:val="00D8213C"/>
    <w:rsid w:val="00D826B1"/>
    <w:rsid w:val="00D82E85"/>
    <w:rsid w:val="00D8364A"/>
    <w:rsid w:val="00D84A41"/>
    <w:rsid w:val="00D8537B"/>
    <w:rsid w:val="00D85C0A"/>
    <w:rsid w:val="00D8717E"/>
    <w:rsid w:val="00D930EB"/>
    <w:rsid w:val="00D9334D"/>
    <w:rsid w:val="00D94E67"/>
    <w:rsid w:val="00D96022"/>
    <w:rsid w:val="00D967F0"/>
    <w:rsid w:val="00DA27FB"/>
    <w:rsid w:val="00DA498A"/>
    <w:rsid w:val="00DA4CC2"/>
    <w:rsid w:val="00DA7690"/>
    <w:rsid w:val="00DB0A8C"/>
    <w:rsid w:val="00DB2620"/>
    <w:rsid w:val="00DC2DF6"/>
    <w:rsid w:val="00DC68A6"/>
    <w:rsid w:val="00DD1C5D"/>
    <w:rsid w:val="00DD416B"/>
    <w:rsid w:val="00DE0086"/>
    <w:rsid w:val="00DE12E4"/>
    <w:rsid w:val="00DE3AD6"/>
    <w:rsid w:val="00DE54CE"/>
    <w:rsid w:val="00DF09FB"/>
    <w:rsid w:val="00DF2438"/>
    <w:rsid w:val="00DF39E9"/>
    <w:rsid w:val="00DF3C76"/>
    <w:rsid w:val="00DF4ACF"/>
    <w:rsid w:val="00DF79CD"/>
    <w:rsid w:val="00E01230"/>
    <w:rsid w:val="00E06935"/>
    <w:rsid w:val="00E07D04"/>
    <w:rsid w:val="00E07DCB"/>
    <w:rsid w:val="00E126E3"/>
    <w:rsid w:val="00E13F6E"/>
    <w:rsid w:val="00E14C74"/>
    <w:rsid w:val="00E158DC"/>
    <w:rsid w:val="00E22A06"/>
    <w:rsid w:val="00E22F60"/>
    <w:rsid w:val="00E3020E"/>
    <w:rsid w:val="00E35334"/>
    <w:rsid w:val="00E35749"/>
    <w:rsid w:val="00E3651C"/>
    <w:rsid w:val="00E406BB"/>
    <w:rsid w:val="00E41BF9"/>
    <w:rsid w:val="00E46BFD"/>
    <w:rsid w:val="00E478F3"/>
    <w:rsid w:val="00E54209"/>
    <w:rsid w:val="00E56C97"/>
    <w:rsid w:val="00E60A33"/>
    <w:rsid w:val="00E62B4F"/>
    <w:rsid w:val="00E6300E"/>
    <w:rsid w:val="00E64197"/>
    <w:rsid w:val="00E64245"/>
    <w:rsid w:val="00E644AE"/>
    <w:rsid w:val="00E645B2"/>
    <w:rsid w:val="00E700FD"/>
    <w:rsid w:val="00E702C2"/>
    <w:rsid w:val="00E72F8C"/>
    <w:rsid w:val="00E754E9"/>
    <w:rsid w:val="00E840F6"/>
    <w:rsid w:val="00E846B3"/>
    <w:rsid w:val="00E86585"/>
    <w:rsid w:val="00E945B4"/>
    <w:rsid w:val="00E94D7A"/>
    <w:rsid w:val="00EA2E1F"/>
    <w:rsid w:val="00EA406C"/>
    <w:rsid w:val="00EA41CB"/>
    <w:rsid w:val="00EA703A"/>
    <w:rsid w:val="00EA711F"/>
    <w:rsid w:val="00EA7F30"/>
    <w:rsid w:val="00EB22FA"/>
    <w:rsid w:val="00EB263A"/>
    <w:rsid w:val="00EB3266"/>
    <w:rsid w:val="00EB3483"/>
    <w:rsid w:val="00EB5071"/>
    <w:rsid w:val="00EB5C13"/>
    <w:rsid w:val="00EC5633"/>
    <w:rsid w:val="00EC646C"/>
    <w:rsid w:val="00EC6F3E"/>
    <w:rsid w:val="00EC7EBB"/>
    <w:rsid w:val="00ED01D1"/>
    <w:rsid w:val="00ED16AA"/>
    <w:rsid w:val="00ED3202"/>
    <w:rsid w:val="00ED41E5"/>
    <w:rsid w:val="00ED4454"/>
    <w:rsid w:val="00ED47AB"/>
    <w:rsid w:val="00ED53CB"/>
    <w:rsid w:val="00ED5DCF"/>
    <w:rsid w:val="00EE0511"/>
    <w:rsid w:val="00EE16C5"/>
    <w:rsid w:val="00EE2ABD"/>
    <w:rsid w:val="00EE56FE"/>
    <w:rsid w:val="00EE67CA"/>
    <w:rsid w:val="00EF2EF5"/>
    <w:rsid w:val="00EF724C"/>
    <w:rsid w:val="00EF7EF9"/>
    <w:rsid w:val="00F00007"/>
    <w:rsid w:val="00F02271"/>
    <w:rsid w:val="00F02DE9"/>
    <w:rsid w:val="00F038AD"/>
    <w:rsid w:val="00F04D4F"/>
    <w:rsid w:val="00F067B1"/>
    <w:rsid w:val="00F12FCF"/>
    <w:rsid w:val="00F138B5"/>
    <w:rsid w:val="00F21707"/>
    <w:rsid w:val="00F25F58"/>
    <w:rsid w:val="00F265B6"/>
    <w:rsid w:val="00F275ED"/>
    <w:rsid w:val="00F310EC"/>
    <w:rsid w:val="00F32D85"/>
    <w:rsid w:val="00F3418C"/>
    <w:rsid w:val="00F36389"/>
    <w:rsid w:val="00F40129"/>
    <w:rsid w:val="00F44571"/>
    <w:rsid w:val="00F44BE8"/>
    <w:rsid w:val="00F46571"/>
    <w:rsid w:val="00F51A49"/>
    <w:rsid w:val="00F51E06"/>
    <w:rsid w:val="00F538B0"/>
    <w:rsid w:val="00F55002"/>
    <w:rsid w:val="00F612A7"/>
    <w:rsid w:val="00F616E7"/>
    <w:rsid w:val="00F62258"/>
    <w:rsid w:val="00F62A61"/>
    <w:rsid w:val="00F6441C"/>
    <w:rsid w:val="00F64B76"/>
    <w:rsid w:val="00F66335"/>
    <w:rsid w:val="00F671E9"/>
    <w:rsid w:val="00F67447"/>
    <w:rsid w:val="00F72896"/>
    <w:rsid w:val="00F77F0D"/>
    <w:rsid w:val="00F81AAF"/>
    <w:rsid w:val="00F826B7"/>
    <w:rsid w:val="00F82D95"/>
    <w:rsid w:val="00F83EAF"/>
    <w:rsid w:val="00F8597B"/>
    <w:rsid w:val="00F85E40"/>
    <w:rsid w:val="00F90C06"/>
    <w:rsid w:val="00F91FE3"/>
    <w:rsid w:val="00F9216C"/>
    <w:rsid w:val="00F93779"/>
    <w:rsid w:val="00F94FBD"/>
    <w:rsid w:val="00F95D66"/>
    <w:rsid w:val="00FA0B40"/>
    <w:rsid w:val="00FA0F98"/>
    <w:rsid w:val="00FA3F81"/>
    <w:rsid w:val="00FA5DA0"/>
    <w:rsid w:val="00FA759B"/>
    <w:rsid w:val="00FB1E6C"/>
    <w:rsid w:val="00FB4F5A"/>
    <w:rsid w:val="00FB6600"/>
    <w:rsid w:val="00FC00C6"/>
    <w:rsid w:val="00FC31E0"/>
    <w:rsid w:val="00FD2E3E"/>
    <w:rsid w:val="00FD4BC5"/>
    <w:rsid w:val="00FD699B"/>
    <w:rsid w:val="00FE01C1"/>
    <w:rsid w:val="00FE4F64"/>
    <w:rsid w:val="00FE4FC0"/>
    <w:rsid w:val="00FE5971"/>
    <w:rsid w:val="00FE649F"/>
    <w:rsid w:val="00FE6D8A"/>
    <w:rsid w:val="00FF1DDF"/>
    <w:rsid w:val="00FF3A3B"/>
    <w:rsid w:val="00FF4CF2"/>
    <w:rsid w:val="00FF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1BC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aliases w:val="Глава"/>
    <w:basedOn w:val="Normal"/>
    <w:next w:val="Normal"/>
    <w:link w:val="Heading1Char"/>
    <w:uiPriority w:val="99"/>
    <w:qFormat/>
    <w:rsid w:val="005F4125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412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Глава Char"/>
    <w:basedOn w:val="DefaultParagraphFont"/>
    <w:link w:val="Heading1"/>
    <w:uiPriority w:val="99"/>
    <w:locked/>
    <w:rsid w:val="005F4125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F4125"/>
    <w:rPr>
      <w:rFonts w:ascii="Times New Roman" w:hAnsi="Times New Roman" w:cs="Times New Roman"/>
      <w:sz w:val="28"/>
      <w:szCs w:val="28"/>
      <w:lang w:eastAsia="ru-RU"/>
    </w:rPr>
  </w:style>
  <w:style w:type="paragraph" w:styleId="BodyText">
    <w:name w:val="Body Text"/>
    <w:basedOn w:val="Normal"/>
    <w:link w:val="BodyTextChar"/>
    <w:uiPriority w:val="99"/>
    <w:rsid w:val="005F41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5F4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5F4125"/>
  </w:style>
  <w:style w:type="character" w:styleId="Hyperlink">
    <w:name w:val="Hyperlink"/>
    <w:basedOn w:val="DefaultParagraphFont"/>
    <w:uiPriority w:val="99"/>
    <w:rsid w:val="005F4125"/>
    <w:rPr>
      <w:color w:val="0000FF"/>
      <w:u w:val="single"/>
    </w:rPr>
  </w:style>
  <w:style w:type="paragraph" w:customStyle="1" w:styleId="s1">
    <w:name w:val="s_1"/>
    <w:basedOn w:val="Normal"/>
    <w:uiPriority w:val="99"/>
    <w:rsid w:val="005F4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F41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5F4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lockText">
    <w:name w:val="Block Text"/>
    <w:basedOn w:val="Normal"/>
    <w:uiPriority w:val="99"/>
    <w:rsid w:val="005F4125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5F4125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customStyle="1" w:styleId="ConsNormal">
    <w:name w:val="ConsNormal"/>
    <w:uiPriority w:val="99"/>
    <w:rsid w:val="005F412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</w:rPr>
  </w:style>
  <w:style w:type="paragraph" w:styleId="Footer">
    <w:name w:val="footer"/>
    <w:basedOn w:val="Normal"/>
    <w:link w:val="FooterChar"/>
    <w:uiPriority w:val="99"/>
    <w:rsid w:val="005F4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F412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F412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 Знак2"/>
    <w:basedOn w:val="Normal"/>
    <w:uiPriority w:val="99"/>
    <w:rsid w:val="005F412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Heading">
    <w:name w:val="Heading"/>
    <w:uiPriority w:val="99"/>
    <w:rsid w:val="005F412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link">
    <w:name w:val="link"/>
    <w:uiPriority w:val="99"/>
    <w:rsid w:val="005F4125"/>
    <w:rPr>
      <w:u w:val="none"/>
      <w:effect w:val="none"/>
    </w:rPr>
  </w:style>
  <w:style w:type="paragraph" w:customStyle="1" w:styleId="ConsPlusNormal">
    <w:name w:val="ConsPlusNormal"/>
    <w:link w:val="ConsPlusNormal0"/>
    <w:uiPriority w:val="99"/>
    <w:rsid w:val="005F412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F4125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5F4125"/>
    <w:pPr>
      <w:ind w:left="720"/>
    </w:pPr>
  </w:style>
  <w:style w:type="character" w:customStyle="1" w:styleId="a">
    <w:name w:val="Гипертекстовая ссылка"/>
    <w:uiPriority w:val="99"/>
    <w:rsid w:val="005F4125"/>
    <w:rPr>
      <w:color w:val="auto"/>
    </w:rPr>
  </w:style>
  <w:style w:type="paragraph" w:styleId="FootnoteText">
    <w:name w:val="footnote text"/>
    <w:basedOn w:val="Normal"/>
    <w:link w:val="FootnoteTextChar"/>
    <w:uiPriority w:val="99"/>
    <w:semiHidden/>
    <w:rsid w:val="005F4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412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F4125"/>
    <w:pPr>
      <w:widowControl w:val="0"/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5F4125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F4125"/>
    <w:rPr>
      <w:rFonts w:ascii="Arial" w:hAnsi="Arial" w:cs="Arial"/>
      <w:sz w:val="16"/>
      <w:szCs w:val="16"/>
      <w:lang w:eastAsia="ru-RU"/>
    </w:rPr>
  </w:style>
  <w:style w:type="character" w:customStyle="1" w:styleId="a0">
    <w:name w:val="Сравнение редакций. Добавленный фрагмент"/>
    <w:uiPriority w:val="99"/>
    <w:rsid w:val="00643060"/>
    <w:rPr>
      <w:color w:val="000000"/>
      <w:shd w:val="clear" w:color="auto" w:fill="auto"/>
    </w:rPr>
  </w:style>
  <w:style w:type="paragraph" w:customStyle="1" w:styleId="a1">
    <w:name w:val="Заголовок статьи"/>
    <w:basedOn w:val="Normal"/>
    <w:next w:val="Normal"/>
    <w:uiPriority w:val="99"/>
    <w:rsid w:val="0064306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D853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16E6A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1B5343"/>
    <w:rPr>
      <w:rFonts w:ascii="Arial" w:hAnsi="Arial" w:cs="Arial"/>
      <w:sz w:val="22"/>
      <w:szCs w:val="22"/>
      <w:lang w:eastAsia="ru-RU"/>
    </w:rPr>
  </w:style>
  <w:style w:type="paragraph" w:customStyle="1" w:styleId="headertext">
    <w:name w:val="headertext"/>
    <w:basedOn w:val="Normal"/>
    <w:uiPriority w:val="99"/>
    <w:rsid w:val="000E4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0E479F"/>
    <w:rPr>
      <w:vertAlign w:val="superscript"/>
    </w:rPr>
  </w:style>
  <w:style w:type="paragraph" w:styleId="NoSpacing">
    <w:name w:val="No Spacing"/>
    <w:link w:val="NoSpacingChar"/>
    <w:uiPriority w:val="99"/>
    <w:qFormat/>
    <w:rsid w:val="000E479F"/>
    <w:rPr>
      <w:rFonts w:cs="Calibri"/>
      <w:lang w:eastAsia="en-US"/>
    </w:rPr>
  </w:style>
  <w:style w:type="character" w:customStyle="1" w:styleId="NoSpacingChar">
    <w:name w:val="No Spacing Char"/>
    <w:link w:val="NoSpacing"/>
    <w:uiPriority w:val="99"/>
    <w:locked/>
    <w:rsid w:val="000E479F"/>
    <w:rPr>
      <w:sz w:val="22"/>
      <w:szCs w:val="22"/>
      <w:lang w:val="ru-RU" w:eastAsia="en-US"/>
    </w:rPr>
  </w:style>
  <w:style w:type="character" w:customStyle="1" w:styleId="a3">
    <w:name w:val="Цветовое выделение"/>
    <w:uiPriority w:val="99"/>
    <w:rsid w:val="00911772"/>
    <w:rPr>
      <w:b/>
      <w:bCs/>
      <w:color w:val="auto"/>
    </w:rPr>
  </w:style>
  <w:style w:type="paragraph" w:customStyle="1" w:styleId="a4">
    <w:name w:val="Нормальный (таблица)"/>
    <w:basedOn w:val="Normal"/>
    <w:next w:val="Normal"/>
    <w:uiPriority w:val="99"/>
    <w:rsid w:val="00911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5">
    <w:name w:val="Комментарий"/>
    <w:basedOn w:val="Normal"/>
    <w:next w:val="Normal"/>
    <w:uiPriority w:val="99"/>
    <w:rsid w:val="001C3D1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Normal"/>
    <w:uiPriority w:val="99"/>
    <w:rsid w:val="001C3D1D"/>
    <w:rPr>
      <w:i/>
      <w:iCs/>
    </w:rPr>
  </w:style>
  <w:style w:type="paragraph" w:customStyle="1" w:styleId="a7">
    <w:name w:val="Знак"/>
    <w:basedOn w:val="Normal"/>
    <w:uiPriority w:val="99"/>
    <w:rsid w:val="00E3574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formattexttopleveltext">
    <w:name w:val="formattext topleveltext"/>
    <w:basedOn w:val="Normal"/>
    <w:uiPriority w:val="99"/>
    <w:rsid w:val="00641FD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">
    <w:name w:val="Знак1"/>
    <w:basedOn w:val="Normal"/>
    <w:uiPriority w:val="99"/>
    <w:rsid w:val="00641FDD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3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705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933</TotalTime>
  <Pages>5</Pages>
  <Words>1824</Words>
  <Characters>10399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Миледи</cp:lastModifiedBy>
  <cp:revision>54</cp:revision>
  <cp:lastPrinted>2019-05-30T06:31:00Z</cp:lastPrinted>
  <dcterms:created xsi:type="dcterms:W3CDTF">2019-02-18T19:49:00Z</dcterms:created>
  <dcterms:modified xsi:type="dcterms:W3CDTF">2019-06-03T07:34:00Z</dcterms:modified>
</cp:coreProperties>
</file>