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A1" w:rsidRPr="00A44415" w:rsidRDefault="009065A1" w:rsidP="00675A28">
      <w:pPr>
        <w:shd w:val="clear" w:color="auto" w:fill="FFFFFF"/>
        <w:spacing w:line="317" w:lineRule="exact"/>
        <w:ind w:left="3828"/>
        <w:jc w:val="center"/>
      </w:pPr>
      <w:r>
        <w:rPr>
          <w:spacing w:val="-10"/>
          <w:sz w:val="28"/>
          <w:szCs w:val="28"/>
        </w:rPr>
        <w:t>П</w:t>
      </w:r>
      <w:r w:rsidRPr="00A44415">
        <w:rPr>
          <w:spacing w:val="-10"/>
          <w:sz w:val="28"/>
          <w:szCs w:val="28"/>
        </w:rPr>
        <w:t>РИЛОЖЕНИЕ</w:t>
      </w:r>
      <w:r>
        <w:rPr>
          <w:spacing w:val="-10"/>
          <w:sz w:val="28"/>
          <w:szCs w:val="28"/>
        </w:rPr>
        <w:t xml:space="preserve"> № </w:t>
      </w:r>
      <w:r w:rsidRPr="00A44415">
        <w:rPr>
          <w:spacing w:val="-10"/>
          <w:sz w:val="28"/>
          <w:szCs w:val="28"/>
        </w:rPr>
        <w:t>7</w:t>
      </w:r>
    </w:p>
    <w:p w:rsidR="009065A1" w:rsidRPr="00FF6E48" w:rsidRDefault="009065A1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9065A1" w:rsidRPr="00FF6E48" w:rsidRDefault="009065A1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9065A1" w:rsidRPr="00FF6E48" w:rsidRDefault="009065A1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9065A1" w:rsidRPr="00FF6E48" w:rsidRDefault="009065A1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9065A1" w:rsidRPr="00FF6E48" w:rsidRDefault="009065A1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9065A1" w:rsidRDefault="009065A1" w:rsidP="00675A28">
      <w:pPr>
        <w:shd w:val="clear" w:color="auto" w:fill="FFFFFF"/>
        <w:tabs>
          <w:tab w:val="left" w:pos="3686"/>
        </w:tabs>
        <w:ind w:left="3828"/>
        <w:jc w:val="center"/>
        <w:rPr>
          <w:b/>
          <w:bCs/>
          <w:spacing w:val="-5"/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9065A1" w:rsidRPr="0024583F" w:rsidRDefault="009065A1" w:rsidP="00675A28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9065A1" w:rsidRPr="0024583F" w:rsidRDefault="009065A1" w:rsidP="00675A28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9065A1" w:rsidRPr="0024583F" w:rsidRDefault="009065A1" w:rsidP="00675A28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9065A1" w:rsidRPr="0034404E" w:rsidRDefault="009065A1" w:rsidP="00675A28">
      <w:pPr>
        <w:shd w:val="clear" w:color="auto" w:fill="FFFFFF"/>
        <w:jc w:val="center"/>
      </w:pPr>
      <w:r w:rsidRPr="0034404E">
        <w:rPr>
          <w:spacing w:val="-5"/>
          <w:sz w:val="28"/>
          <w:szCs w:val="28"/>
        </w:rPr>
        <w:t>ФОРМА</w:t>
      </w:r>
    </w:p>
    <w:p w:rsidR="009065A1" w:rsidRPr="0034404E" w:rsidRDefault="009065A1" w:rsidP="00675A28">
      <w:pPr>
        <w:shd w:val="clear" w:color="auto" w:fill="FFFFFF"/>
        <w:jc w:val="center"/>
        <w:rPr>
          <w:sz w:val="28"/>
          <w:szCs w:val="28"/>
        </w:rPr>
      </w:pPr>
      <w:r w:rsidRPr="0034404E">
        <w:rPr>
          <w:sz w:val="28"/>
          <w:szCs w:val="28"/>
        </w:rPr>
        <w:t>предписания об устранении выявленных нарушений при</w:t>
      </w:r>
    </w:p>
    <w:p w:rsidR="009065A1" w:rsidRPr="0034404E" w:rsidRDefault="009065A1" w:rsidP="00675A28">
      <w:pPr>
        <w:shd w:val="clear" w:color="auto" w:fill="FFFFFF"/>
        <w:jc w:val="center"/>
      </w:pPr>
      <w:r w:rsidRPr="0034404E">
        <w:rPr>
          <w:sz w:val="28"/>
          <w:szCs w:val="28"/>
        </w:rPr>
        <w:t>пользовании</w:t>
      </w:r>
      <w:r>
        <w:rPr>
          <w:sz w:val="28"/>
          <w:szCs w:val="28"/>
        </w:rPr>
        <w:t xml:space="preserve"> </w:t>
      </w:r>
      <w:r w:rsidRPr="0034404E">
        <w:rPr>
          <w:spacing w:val="-1"/>
          <w:sz w:val="28"/>
          <w:szCs w:val="28"/>
        </w:rPr>
        <w:t>автомобильными дорогами местного значения Ленинградского сельского</w:t>
      </w:r>
      <w:r>
        <w:rPr>
          <w:spacing w:val="-1"/>
          <w:sz w:val="28"/>
          <w:szCs w:val="28"/>
        </w:rPr>
        <w:t xml:space="preserve"> </w:t>
      </w:r>
      <w:r w:rsidRPr="0034404E">
        <w:rPr>
          <w:spacing w:val="-4"/>
          <w:sz w:val="28"/>
          <w:szCs w:val="28"/>
        </w:rPr>
        <w:t>поселения</w:t>
      </w:r>
    </w:p>
    <w:p w:rsidR="009065A1" w:rsidRDefault="009065A1" w:rsidP="00675A28">
      <w:pPr>
        <w:shd w:val="clear" w:color="auto" w:fill="FFFFFF"/>
        <w:ind w:left="149"/>
      </w:pPr>
    </w:p>
    <w:p w:rsidR="009065A1" w:rsidRPr="00B040B0" w:rsidRDefault="009065A1" w:rsidP="00675A28">
      <w:pPr>
        <w:shd w:val="clear" w:color="auto" w:fill="FFFFFF"/>
        <w:ind w:left="149"/>
        <w:rPr>
          <w:sz w:val="24"/>
          <w:szCs w:val="24"/>
        </w:rPr>
      </w:pPr>
      <w:r>
        <w:rPr>
          <w:sz w:val="24"/>
          <w:szCs w:val="24"/>
        </w:rPr>
        <w:t>Ф</w:t>
      </w:r>
      <w:r w:rsidRPr="00B040B0">
        <w:rPr>
          <w:sz w:val="24"/>
          <w:szCs w:val="24"/>
        </w:rPr>
        <w:t>ирменный бланк</w:t>
      </w:r>
    </w:p>
    <w:p w:rsidR="009065A1" w:rsidRDefault="009065A1" w:rsidP="00675A28">
      <w:pPr>
        <w:shd w:val="clear" w:color="auto" w:fill="FFFFFF"/>
        <w:jc w:val="center"/>
        <w:rPr>
          <w:sz w:val="28"/>
          <w:szCs w:val="28"/>
        </w:rPr>
      </w:pPr>
    </w:p>
    <w:p w:rsidR="009065A1" w:rsidRPr="00A44415" w:rsidRDefault="009065A1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>ПРЕДПИСАНИЕ</w:t>
      </w:r>
    </w:p>
    <w:p w:rsidR="009065A1" w:rsidRPr="00A44415" w:rsidRDefault="009065A1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>Об устранении выявленных нарушений при пользовании автомобильными</w:t>
      </w:r>
    </w:p>
    <w:p w:rsidR="009065A1" w:rsidRPr="00A44415" w:rsidRDefault="009065A1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>дорогами местного значения Ленинградского сельского поселения</w:t>
      </w:r>
    </w:p>
    <w:p w:rsidR="009065A1" w:rsidRPr="00A44415" w:rsidRDefault="009065A1" w:rsidP="00675A28">
      <w:pPr>
        <w:shd w:val="clear" w:color="auto" w:fill="FFFFFF"/>
        <w:ind w:left="4214"/>
      </w:pPr>
      <w:r>
        <w:rPr>
          <w:sz w:val="28"/>
          <w:szCs w:val="28"/>
        </w:rPr>
        <w:t>№ ________</w:t>
      </w:r>
    </w:p>
    <w:p w:rsidR="009065A1" w:rsidRPr="00DA1C6D" w:rsidRDefault="009065A1" w:rsidP="00675A28">
      <w:pPr>
        <w:shd w:val="clear" w:color="auto" w:fill="FFFFFF"/>
        <w:ind w:left="14"/>
        <w:rPr>
          <w:sz w:val="26"/>
          <w:szCs w:val="26"/>
        </w:rPr>
      </w:pPr>
      <w:r w:rsidRPr="00DA1C6D">
        <w:rPr>
          <w:sz w:val="26"/>
          <w:szCs w:val="26"/>
        </w:rPr>
        <w:t>«___» _______________20 ___г.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</w:t>
      </w:r>
    </w:p>
    <w:p w:rsidR="009065A1" w:rsidRPr="00DA1C6D" w:rsidRDefault="009065A1" w:rsidP="00675A28">
      <w:pPr>
        <w:shd w:val="clear" w:color="auto" w:fill="FFFFFF"/>
        <w:ind w:left="14"/>
        <w:rPr>
          <w:sz w:val="26"/>
          <w:szCs w:val="26"/>
        </w:rPr>
      </w:pPr>
    </w:p>
    <w:p w:rsidR="009065A1" w:rsidRPr="00A44415" w:rsidRDefault="009065A1" w:rsidP="00675A28">
      <w:pPr>
        <w:shd w:val="clear" w:color="auto" w:fill="FFFFFF"/>
        <w:ind w:left="14"/>
        <w:jc w:val="both"/>
      </w:pPr>
      <w:r w:rsidRPr="00A44415">
        <w:rPr>
          <w:sz w:val="28"/>
          <w:szCs w:val="28"/>
        </w:rPr>
        <w:t>На основании Акта проверки пользователя автомобильных дорог местного значения Ленинградского сельского</w:t>
      </w:r>
      <w:r>
        <w:rPr>
          <w:sz w:val="28"/>
          <w:szCs w:val="28"/>
        </w:rPr>
        <w:t xml:space="preserve"> поселения </w:t>
      </w:r>
      <w:r w:rsidRPr="00A44415">
        <w:rPr>
          <w:sz w:val="28"/>
          <w:szCs w:val="28"/>
        </w:rPr>
        <w:t>Ленинградского района:</w:t>
      </w:r>
    </w:p>
    <w:p w:rsidR="009065A1" w:rsidRPr="00A44415" w:rsidRDefault="009065A1" w:rsidP="00675A28">
      <w:pPr>
        <w:shd w:val="clear" w:color="auto" w:fill="FFFFFF"/>
        <w:tabs>
          <w:tab w:val="left" w:leader="underscore" w:pos="1690"/>
          <w:tab w:val="left" w:leader="underscore" w:pos="4046"/>
        </w:tabs>
        <w:ind w:left="10"/>
      </w:pPr>
      <w:r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  <w:r w:rsidRPr="00A44415">
        <w:rPr>
          <w:spacing w:val="-4"/>
          <w:sz w:val="28"/>
          <w:szCs w:val="28"/>
        </w:rPr>
        <w:t>от</w:t>
      </w:r>
      <w:r w:rsidRPr="00A44415">
        <w:rPr>
          <w:sz w:val="28"/>
          <w:szCs w:val="28"/>
        </w:rPr>
        <w:tab/>
      </w:r>
    </w:p>
    <w:p w:rsidR="009065A1" w:rsidRDefault="009065A1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 w:rsidRPr="00A44415">
        <w:rPr>
          <w:spacing w:val="-8"/>
          <w:sz w:val="28"/>
          <w:szCs w:val="28"/>
        </w:rPr>
        <w:t>Я,</w:t>
      </w:r>
      <w:r>
        <w:rPr>
          <w:spacing w:val="-8"/>
          <w:sz w:val="28"/>
          <w:szCs w:val="28"/>
        </w:rPr>
        <w:t>_____________________________________________________________________</w:t>
      </w:r>
    </w:p>
    <w:p w:rsidR="009065A1" w:rsidRDefault="009065A1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_______________________________________________________________________</w:t>
      </w:r>
    </w:p>
    <w:p w:rsidR="009065A1" w:rsidRDefault="009065A1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_______________________________________________________________________</w:t>
      </w:r>
    </w:p>
    <w:p w:rsidR="009065A1" w:rsidRDefault="009065A1" w:rsidP="00675A28">
      <w:pPr>
        <w:shd w:val="clear" w:color="auto" w:fill="FFFFFF"/>
        <w:jc w:val="center"/>
        <w:rPr>
          <w:spacing w:val="-1"/>
        </w:rPr>
      </w:pPr>
      <w:r w:rsidRPr="00A44415">
        <w:rPr>
          <w:spacing w:val="-1"/>
        </w:rPr>
        <w:t>(фамилия, имя, отчество, должность должностного лица)</w:t>
      </w:r>
    </w:p>
    <w:p w:rsidR="009065A1" w:rsidRPr="00A44415" w:rsidRDefault="009065A1" w:rsidP="00675A28">
      <w:pPr>
        <w:shd w:val="clear" w:color="auto" w:fill="FFFFFF"/>
        <w:jc w:val="center"/>
      </w:pPr>
    </w:p>
    <w:p w:rsidR="009065A1" w:rsidRDefault="009065A1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 w:rsidRPr="00A44415">
        <w:rPr>
          <w:spacing w:val="-4"/>
          <w:sz w:val="28"/>
          <w:szCs w:val="28"/>
        </w:rPr>
        <w:t>ПРЕДПИСЫВАЮ:</w:t>
      </w:r>
    </w:p>
    <w:p w:rsidR="009065A1" w:rsidRDefault="009065A1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____________________________________________________________________</w:t>
      </w:r>
    </w:p>
    <w:p w:rsidR="009065A1" w:rsidRDefault="009065A1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____________________________________________________________________</w:t>
      </w:r>
    </w:p>
    <w:p w:rsidR="009065A1" w:rsidRDefault="009065A1" w:rsidP="00675A28">
      <w:pPr>
        <w:shd w:val="clear" w:color="auto" w:fill="FFFFFF"/>
        <w:jc w:val="center"/>
        <w:rPr>
          <w:spacing w:val="-1"/>
        </w:rPr>
      </w:pPr>
      <w:r>
        <w:rPr>
          <w:spacing w:val="-1"/>
        </w:rPr>
        <w:t>(н</w:t>
      </w:r>
      <w:r w:rsidRPr="00A44415">
        <w:rPr>
          <w:spacing w:val="-1"/>
        </w:rPr>
        <w:t>аименование пользователя автомобильных дорог местного значения Ленинградского сельского поселения)</w:t>
      </w:r>
    </w:p>
    <w:p w:rsidR="009065A1" w:rsidRPr="00A44415" w:rsidRDefault="009065A1" w:rsidP="00675A28">
      <w:pPr>
        <w:shd w:val="clear" w:color="auto" w:fill="FFFFFF"/>
      </w:pPr>
    </w:p>
    <w:p w:rsidR="009065A1" w:rsidRPr="00A44415" w:rsidRDefault="009065A1" w:rsidP="00675A28">
      <w:pPr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3110"/>
        <w:gridCol w:w="2165"/>
        <w:gridCol w:w="3768"/>
      </w:tblGrid>
      <w:tr w:rsidR="009065A1" w:rsidRPr="00A44415">
        <w:trPr>
          <w:trHeight w:hRule="exact" w:val="658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r w:rsidRPr="00A44415">
              <w:rPr>
                <w:spacing w:val="-12"/>
                <w:sz w:val="28"/>
                <w:szCs w:val="28"/>
              </w:rPr>
              <w:t>п/п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  <w:r w:rsidRPr="00A44415">
              <w:rPr>
                <w:sz w:val="28"/>
                <w:szCs w:val="28"/>
              </w:rPr>
              <w:t>Содержание предписания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65A1" w:rsidRDefault="009065A1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44415">
              <w:rPr>
                <w:sz w:val="28"/>
                <w:szCs w:val="28"/>
              </w:rPr>
              <w:t xml:space="preserve">Срок </w:t>
            </w:r>
          </w:p>
          <w:p w:rsidR="009065A1" w:rsidRPr="00A44415" w:rsidRDefault="009065A1" w:rsidP="00675A28">
            <w:pPr>
              <w:shd w:val="clear" w:color="auto" w:fill="FFFFFF"/>
              <w:jc w:val="center"/>
            </w:pPr>
            <w:r w:rsidRPr="00A44415">
              <w:rPr>
                <w:sz w:val="28"/>
                <w:szCs w:val="28"/>
              </w:rPr>
              <w:t>исполнения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Default="009065A1" w:rsidP="00675A28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A44415">
              <w:rPr>
                <w:spacing w:val="-1"/>
                <w:sz w:val="28"/>
                <w:szCs w:val="28"/>
              </w:rPr>
              <w:t>Основания для</w:t>
            </w:r>
          </w:p>
          <w:p w:rsidR="009065A1" w:rsidRPr="00A44415" w:rsidRDefault="009065A1" w:rsidP="00675A28">
            <w:pPr>
              <w:shd w:val="clear" w:color="auto" w:fill="FFFFFF"/>
              <w:jc w:val="center"/>
            </w:pPr>
            <w:r w:rsidRPr="00A44415">
              <w:rPr>
                <w:spacing w:val="-1"/>
                <w:sz w:val="28"/>
                <w:szCs w:val="28"/>
              </w:rPr>
              <w:t xml:space="preserve">вынесения </w:t>
            </w:r>
            <w:r w:rsidRPr="00A44415">
              <w:rPr>
                <w:sz w:val="28"/>
                <w:szCs w:val="28"/>
              </w:rPr>
              <w:t>предписания</w:t>
            </w:r>
          </w:p>
        </w:tc>
      </w:tr>
      <w:tr w:rsidR="009065A1" w:rsidRPr="00A44415">
        <w:trPr>
          <w:trHeight w:hRule="exact" w:val="33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675A28" w:rsidRDefault="009065A1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1.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</w:tr>
      <w:tr w:rsidR="009065A1" w:rsidRPr="00A44415">
        <w:trPr>
          <w:trHeight w:hRule="exact" w:val="33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675A28" w:rsidRDefault="009065A1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2.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</w:tr>
      <w:tr w:rsidR="009065A1" w:rsidRPr="00A44415">
        <w:trPr>
          <w:trHeight w:hRule="exact" w:val="34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675A28" w:rsidRDefault="009065A1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3.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A1" w:rsidRPr="00A44415" w:rsidRDefault="009065A1" w:rsidP="00675A28">
            <w:pPr>
              <w:shd w:val="clear" w:color="auto" w:fill="FFFFFF"/>
              <w:jc w:val="center"/>
            </w:pPr>
          </w:p>
        </w:tc>
      </w:tr>
    </w:tbl>
    <w:p w:rsidR="009065A1" w:rsidRDefault="009065A1" w:rsidP="00675A28">
      <w:pPr>
        <w:shd w:val="clear" w:color="auto" w:fill="FFFFFF"/>
        <w:tabs>
          <w:tab w:val="left" w:pos="7464"/>
          <w:tab w:val="left" w:pos="8515"/>
        </w:tabs>
        <w:ind w:left="19" w:firstLine="710"/>
        <w:jc w:val="both"/>
        <w:rPr>
          <w:sz w:val="28"/>
          <w:szCs w:val="28"/>
        </w:rPr>
      </w:pPr>
    </w:p>
    <w:p w:rsidR="009065A1" w:rsidRDefault="009065A1" w:rsidP="00675A28">
      <w:pPr>
        <w:shd w:val="clear" w:color="auto" w:fill="FFFFFF"/>
        <w:tabs>
          <w:tab w:val="left" w:pos="7464"/>
          <w:tab w:val="left" w:pos="8515"/>
        </w:tabs>
        <w:ind w:left="19" w:firstLine="710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Пользователь автомобильных дорог местного значения Ленинградского</w:t>
      </w:r>
      <w:r>
        <w:rPr>
          <w:sz w:val="28"/>
          <w:szCs w:val="28"/>
        </w:rPr>
        <w:t xml:space="preserve"> </w:t>
      </w:r>
      <w:r w:rsidRPr="00A44415">
        <w:rPr>
          <w:sz w:val="28"/>
          <w:szCs w:val="28"/>
        </w:rPr>
        <w:t>сельского поселения обязан проинформировать</w:t>
      </w:r>
      <w:r>
        <w:rPr>
          <w:sz w:val="28"/>
          <w:szCs w:val="28"/>
        </w:rPr>
        <w:t xml:space="preserve"> </w:t>
      </w:r>
      <w:r w:rsidRPr="00A44415">
        <w:rPr>
          <w:spacing w:val="-9"/>
          <w:sz w:val="28"/>
          <w:szCs w:val="28"/>
        </w:rPr>
        <w:t>об</w:t>
      </w:r>
      <w:r>
        <w:rPr>
          <w:spacing w:val="-9"/>
          <w:sz w:val="28"/>
          <w:szCs w:val="28"/>
        </w:rPr>
        <w:t xml:space="preserve"> </w:t>
      </w:r>
      <w:r w:rsidRPr="00A44415">
        <w:rPr>
          <w:spacing w:val="-5"/>
          <w:sz w:val="28"/>
          <w:szCs w:val="28"/>
        </w:rPr>
        <w:t>исполнении</w:t>
      </w:r>
      <w:r>
        <w:rPr>
          <w:spacing w:val="-5"/>
          <w:sz w:val="28"/>
          <w:szCs w:val="28"/>
        </w:rPr>
        <w:t xml:space="preserve"> </w:t>
      </w:r>
      <w:r w:rsidRPr="00A44415">
        <w:rPr>
          <w:spacing w:val="-1"/>
          <w:sz w:val="28"/>
          <w:szCs w:val="28"/>
        </w:rPr>
        <w:t>соответствующих пунктов настоящего предписания администрацию</w:t>
      </w:r>
      <w:r>
        <w:rPr>
          <w:spacing w:val="-1"/>
          <w:sz w:val="28"/>
          <w:szCs w:val="28"/>
        </w:rPr>
        <w:t xml:space="preserve"> </w:t>
      </w:r>
      <w:r w:rsidRPr="00A44415">
        <w:rPr>
          <w:sz w:val="28"/>
          <w:szCs w:val="28"/>
        </w:rPr>
        <w:t>Ленинградского сельского поселения, должностное лицо которой выдало предписание, в течение 7 дней с даты истечения срока их исполнения</w:t>
      </w:r>
      <w:r>
        <w:rPr>
          <w:sz w:val="28"/>
          <w:szCs w:val="28"/>
        </w:rPr>
        <w:t>.</w:t>
      </w:r>
    </w:p>
    <w:p w:rsidR="009065A1" w:rsidRDefault="009065A1" w:rsidP="00675A28">
      <w:pPr>
        <w:shd w:val="clear" w:color="auto" w:fill="FFFFFF"/>
        <w:tabs>
          <w:tab w:val="left" w:pos="6067"/>
          <w:tab w:val="left" w:leader="underscore" w:pos="9010"/>
        </w:tabs>
        <w:ind w:left="10"/>
        <w:rPr>
          <w:spacing w:val="-2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2" o:spid="_x0000_s1026" type="#_x0000_t202" style="position:absolute;left:0;text-align:left;margin-left:222.2pt;margin-top:-35.65pt;width:30.65pt;height:22.6pt;z-index:-251658240;visibility:visible" stroked="f">
            <v:textbox>
              <w:txbxContent>
                <w:p w:rsidR="009065A1" w:rsidRDefault="009065A1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9065A1" w:rsidRPr="00A44415" w:rsidRDefault="009065A1" w:rsidP="00675A28">
      <w:pPr>
        <w:shd w:val="clear" w:color="auto" w:fill="FFFFFF"/>
        <w:tabs>
          <w:tab w:val="left" w:pos="6067"/>
          <w:tab w:val="left" w:leader="underscore" w:pos="9010"/>
        </w:tabs>
        <w:ind w:left="10"/>
      </w:pPr>
      <w:r w:rsidRPr="00A44415">
        <w:rPr>
          <w:spacing w:val="-2"/>
          <w:sz w:val="28"/>
          <w:szCs w:val="28"/>
        </w:rPr>
        <w:t>Подпись лица, выдавшего предписание:</w:t>
      </w:r>
      <w:r w:rsidRPr="00A44415">
        <w:rPr>
          <w:sz w:val="28"/>
          <w:szCs w:val="28"/>
        </w:rPr>
        <w:tab/>
      </w:r>
      <w:r w:rsidRPr="00675A28">
        <w:rPr>
          <w:sz w:val="28"/>
          <w:szCs w:val="28"/>
        </w:rPr>
        <w:tab/>
      </w:r>
    </w:p>
    <w:p w:rsidR="009065A1" w:rsidRPr="00A44415" w:rsidRDefault="009065A1" w:rsidP="00675A28">
      <w:pPr>
        <w:shd w:val="clear" w:color="auto" w:fill="FFFFFF"/>
        <w:ind w:left="7464"/>
      </w:pPr>
      <w:r w:rsidRPr="00A44415">
        <w:rPr>
          <w:spacing w:val="-3"/>
        </w:rPr>
        <w:t>(подпись)</w:t>
      </w:r>
    </w:p>
    <w:p w:rsidR="009065A1" w:rsidRDefault="009065A1" w:rsidP="00675A28">
      <w:pPr>
        <w:shd w:val="clear" w:color="auto" w:fill="FFFFFF"/>
        <w:rPr>
          <w:sz w:val="28"/>
          <w:szCs w:val="28"/>
        </w:rPr>
      </w:pPr>
      <w:r w:rsidRPr="00A44415">
        <w:rPr>
          <w:sz w:val="28"/>
          <w:szCs w:val="28"/>
        </w:rPr>
        <w:t>Предписание получено:</w:t>
      </w:r>
      <w:r w:rsidRPr="00675A28">
        <w:rPr>
          <w:sz w:val="28"/>
          <w:szCs w:val="28"/>
        </w:rPr>
        <w:t xml:space="preserve"> _____________________________________________</w:t>
      </w:r>
    </w:p>
    <w:p w:rsidR="009065A1" w:rsidRPr="00A44415" w:rsidRDefault="009065A1" w:rsidP="00675A28">
      <w:pPr>
        <w:shd w:val="clear" w:color="auto" w:fill="FFFFFF"/>
      </w:pPr>
      <w:r>
        <w:rPr>
          <w:sz w:val="28"/>
          <w:szCs w:val="28"/>
        </w:rPr>
        <w:t>__________________________________________________________________</w:t>
      </w:r>
    </w:p>
    <w:p w:rsidR="009065A1" w:rsidRPr="00B040B0" w:rsidRDefault="009065A1" w:rsidP="003D4B2D">
      <w:pPr>
        <w:shd w:val="clear" w:color="auto" w:fill="FFFFFF"/>
        <w:ind w:left="19"/>
        <w:jc w:val="center"/>
        <w:rPr>
          <w:spacing w:val="-1"/>
          <w:sz w:val="24"/>
          <w:szCs w:val="24"/>
        </w:rPr>
      </w:pPr>
      <w:r w:rsidRPr="00B040B0">
        <w:rPr>
          <w:spacing w:val="-1"/>
          <w:sz w:val="24"/>
          <w:szCs w:val="24"/>
        </w:rPr>
        <w:t>(фамилия, имя, отчество, должность уполномоченного представителя пользователя</w:t>
      </w:r>
    </w:p>
    <w:p w:rsidR="009065A1" w:rsidRPr="00B040B0" w:rsidRDefault="009065A1" w:rsidP="003D4B2D">
      <w:pPr>
        <w:shd w:val="clear" w:color="auto" w:fill="FFFFFF"/>
        <w:ind w:left="19"/>
        <w:jc w:val="center"/>
        <w:rPr>
          <w:sz w:val="24"/>
          <w:szCs w:val="24"/>
        </w:rPr>
      </w:pPr>
      <w:r w:rsidRPr="00B040B0">
        <w:rPr>
          <w:spacing w:val="-1"/>
          <w:sz w:val="24"/>
          <w:szCs w:val="24"/>
        </w:rPr>
        <w:t>автомобильных дорог местного значения Ленинградского сельского поселения)</w:t>
      </w:r>
    </w:p>
    <w:p w:rsidR="009065A1" w:rsidRPr="00B263FB" w:rsidRDefault="009065A1" w:rsidP="003D4B2D">
      <w:pPr>
        <w:shd w:val="clear" w:color="auto" w:fill="FFFFFF"/>
        <w:rPr>
          <w:spacing w:val="-1"/>
        </w:rPr>
      </w:pPr>
    </w:p>
    <w:p w:rsidR="009065A1" w:rsidRPr="003D4B2D" w:rsidRDefault="009065A1" w:rsidP="003D4B2D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 20__г.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>_____________</w:t>
      </w:r>
    </w:p>
    <w:p w:rsidR="009065A1" w:rsidRPr="00A44415" w:rsidRDefault="009065A1" w:rsidP="003D4B2D">
      <w:pPr>
        <w:shd w:val="clear" w:color="auto" w:fill="FFFFFF"/>
        <w:ind w:left="7428"/>
      </w:pPr>
      <w:r w:rsidRPr="00A44415">
        <w:rPr>
          <w:spacing w:val="-1"/>
        </w:rPr>
        <w:t>(подпись)</w:t>
      </w:r>
      <w:bookmarkStart w:id="0" w:name="_GoBack"/>
      <w:bookmarkEnd w:id="0"/>
    </w:p>
    <w:sectPr w:rsidR="009065A1" w:rsidRPr="00A44415" w:rsidSect="0024583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5A1" w:rsidRDefault="009065A1">
      <w:r>
        <w:separator/>
      </w:r>
    </w:p>
  </w:endnote>
  <w:endnote w:type="continuationSeparator" w:id="0">
    <w:p w:rsidR="009065A1" w:rsidRDefault="00906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5A1" w:rsidRDefault="009065A1">
      <w:r>
        <w:separator/>
      </w:r>
    </w:p>
  </w:footnote>
  <w:footnote w:type="continuationSeparator" w:id="0">
    <w:p w:rsidR="009065A1" w:rsidRDefault="00906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A1" w:rsidRDefault="009065A1" w:rsidP="00CA67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65A1" w:rsidRDefault="009065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300A7"/>
    <w:rsid w:val="00124381"/>
    <w:rsid w:val="001A4AA9"/>
    <w:rsid w:val="00204C47"/>
    <w:rsid w:val="0024583F"/>
    <w:rsid w:val="00265191"/>
    <w:rsid w:val="00271FF1"/>
    <w:rsid w:val="002E05D9"/>
    <w:rsid w:val="003068D6"/>
    <w:rsid w:val="00307F08"/>
    <w:rsid w:val="003155A9"/>
    <w:rsid w:val="0034404E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75A28"/>
    <w:rsid w:val="00676E6E"/>
    <w:rsid w:val="00694FF8"/>
    <w:rsid w:val="00695DEC"/>
    <w:rsid w:val="006F0DE2"/>
    <w:rsid w:val="006F1341"/>
    <w:rsid w:val="0072584C"/>
    <w:rsid w:val="007433C3"/>
    <w:rsid w:val="00845E13"/>
    <w:rsid w:val="00846C1A"/>
    <w:rsid w:val="008558F1"/>
    <w:rsid w:val="008C37EC"/>
    <w:rsid w:val="008E0D28"/>
    <w:rsid w:val="009065A1"/>
    <w:rsid w:val="00A343D2"/>
    <w:rsid w:val="00A44415"/>
    <w:rsid w:val="00A758F5"/>
    <w:rsid w:val="00B040B0"/>
    <w:rsid w:val="00B1726A"/>
    <w:rsid w:val="00B176E4"/>
    <w:rsid w:val="00B263FB"/>
    <w:rsid w:val="00B322B6"/>
    <w:rsid w:val="00B56316"/>
    <w:rsid w:val="00B7263E"/>
    <w:rsid w:val="00B751C0"/>
    <w:rsid w:val="00C173D3"/>
    <w:rsid w:val="00C2127E"/>
    <w:rsid w:val="00C3478E"/>
    <w:rsid w:val="00C81FF3"/>
    <w:rsid w:val="00CA4493"/>
    <w:rsid w:val="00CA67A9"/>
    <w:rsid w:val="00CD4453"/>
    <w:rsid w:val="00D15DB3"/>
    <w:rsid w:val="00D17D72"/>
    <w:rsid w:val="00D26D2B"/>
    <w:rsid w:val="00D636F9"/>
    <w:rsid w:val="00DA1C6D"/>
    <w:rsid w:val="00E369C0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2458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2886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2458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311</Words>
  <Characters>1777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5</cp:revision>
  <cp:lastPrinted>2017-05-19T06:21:00Z</cp:lastPrinted>
  <dcterms:created xsi:type="dcterms:W3CDTF">2013-01-16T06:34:00Z</dcterms:created>
  <dcterms:modified xsi:type="dcterms:W3CDTF">2017-05-19T06:21:00Z</dcterms:modified>
</cp:coreProperties>
</file>