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32" w:rsidRPr="00026B94" w:rsidRDefault="00F32732" w:rsidP="00D757A7">
      <w:pPr>
        <w:widowControl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Pr="00026B94">
        <w:rPr>
          <w:rFonts w:ascii="Times New Roman" w:hAnsi="Times New Roman" w:cs="Times New Roman"/>
          <w:sz w:val="28"/>
          <w:szCs w:val="28"/>
          <w:lang w:eastAsia="ru-RU"/>
        </w:rPr>
        <w:t xml:space="preserve"> № 3</w:t>
      </w:r>
    </w:p>
    <w:p w:rsidR="00F32732" w:rsidRPr="00026B94" w:rsidRDefault="00F32732" w:rsidP="00D757A7">
      <w:pPr>
        <w:widowControl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2732" w:rsidRPr="00026B94" w:rsidRDefault="00F32732" w:rsidP="00D757A7">
      <w:pPr>
        <w:widowControl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26B94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F32732" w:rsidRDefault="00F32732" w:rsidP="00D757A7">
      <w:pPr>
        <w:widowControl w:val="0"/>
        <w:tabs>
          <w:tab w:val="left" w:pos="2880"/>
        </w:tabs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26B94"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F32732" w:rsidRDefault="00F32732" w:rsidP="00D757A7">
      <w:pPr>
        <w:widowControl w:val="0"/>
        <w:tabs>
          <w:tab w:val="left" w:pos="2880"/>
        </w:tabs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26B94">
        <w:rPr>
          <w:rFonts w:ascii="Times New Roman" w:hAnsi="Times New Roman" w:cs="Times New Roman"/>
          <w:sz w:val="28"/>
          <w:szCs w:val="28"/>
          <w:lang w:eastAsia="ru-RU"/>
        </w:rPr>
        <w:t>Ленинградского сельского поселения</w:t>
      </w:r>
    </w:p>
    <w:p w:rsidR="00F32732" w:rsidRPr="00026B94" w:rsidRDefault="00F32732" w:rsidP="00D757A7">
      <w:pPr>
        <w:widowControl w:val="0"/>
        <w:tabs>
          <w:tab w:val="left" w:pos="2880"/>
        </w:tabs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26B94">
        <w:rPr>
          <w:rFonts w:ascii="Times New Roman" w:hAnsi="Times New Roman" w:cs="Times New Roman"/>
          <w:sz w:val="28"/>
          <w:szCs w:val="28"/>
          <w:lang w:eastAsia="ru-RU"/>
        </w:rPr>
        <w:t>Ленинградского района</w:t>
      </w:r>
    </w:p>
    <w:p w:rsidR="00F32732" w:rsidRPr="00026B94" w:rsidRDefault="00F32732" w:rsidP="00D757A7">
      <w:pPr>
        <w:spacing w:after="0" w:line="240" w:lineRule="auto"/>
        <w:ind w:left="4956" w:right="-8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21.08.2017 № 282</w:t>
      </w:r>
    </w:p>
    <w:p w:rsidR="00F32732" w:rsidRPr="00026B94" w:rsidRDefault="00F32732" w:rsidP="00CA2002">
      <w:pPr>
        <w:spacing w:after="0" w:line="240" w:lineRule="auto"/>
        <w:ind w:right="56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2732" w:rsidRPr="00026B94" w:rsidRDefault="00F32732" w:rsidP="00CA2002">
      <w:pPr>
        <w:spacing w:after="0" w:line="240" w:lineRule="auto"/>
        <w:ind w:right="56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2732" w:rsidRPr="00026B94" w:rsidRDefault="00F32732" w:rsidP="00CA2002">
      <w:pPr>
        <w:spacing w:after="0" w:line="240" w:lineRule="auto"/>
        <w:ind w:right="56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2732" w:rsidRPr="00026B94" w:rsidRDefault="00F32732" w:rsidP="00CA2002">
      <w:pPr>
        <w:spacing w:after="0" w:line="240" w:lineRule="auto"/>
        <w:ind w:right="56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ГРАФИК</w:t>
      </w:r>
    </w:p>
    <w:p w:rsidR="00F32732" w:rsidRPr="00026B94" w:rsidRDefault="00F32732" w:rsidP="00A50EBC">
      <w:pPr>
        <w:spacing w:after="0" w:line="240" w:lineRule="auto"/>
        <w:ind w:right="56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26B94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проведения инвентаризации дворовых и общественных территорий </w:t>
      </w:r>
    </w:p>
    <w:p w:rsidR="00F32732" w:rsidRPr="00026B94" w:rsidRDefault="00F32732" w:rsidP="004D66A4">
      <w:pPr>
        <w:spacing w:after="0" w:line="240" w:lineRule="auto"/>
        <w:ind w:right="56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26B94">
        <w:rPr>
          <w:rFonts w:ascii="Times New Roman" w:hAnsi="Times New Roman" w:cs="Times New Roman"/>
          <w:sz w:val="28"/>
          <w:szCs w:val="28"/>
          <w:lang w:eastAsia="ru-RU"/>
        </w:rPr>
        <w:t>Ленинградского сельского поселения</w:t>
      </w:r>
    </w:p>
    <w:p w:rsidR="00F32732" w:rsidRPr="00026B94" w:rsidRDefault="00F32732" w:rsidP="00F611B6">
      <w:pPr>
        <w:spacing w:after="0" w:line="240" w:lineRule="auto"/>
        <w:ind w:right="566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520"/>
        <w:gridCol w:w="540"/>
        <w:gridCol w:w="2880"/>
        <w:gridCol w:w="1468"/>
        <w:gridCol w:w="1772"/>
      </w:tblGrid>
      <w:tr w:rsidR="00F32732" w:rsidRPr="00026B94">
        <w:tc>
          <w:tcPr>
            <w:tcW w:w="468" w:type="dxa"/>
          </w:tcPr>
          <w:p w:rsidR="00F32732" w:rsidRPr="00D757A7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60" w:type="dxa"/>
            <w:gridSpan w:val="2"/>
          </w:tcPr>
          <w:p w:rsidR="00F32732" w:rsidRPr="00D757A7" w:rsidRDefault="00F32732" w:rsidP="00733955">
            <w:pPr>
              <w:spacing w:after="0" w:line="240" w:lineRule="auto"/>
              <w:ind w:left="-66"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80" w:type="dxa"/>
          </w:tcPr>
          <w:p w:rsidR="00F32732" w:rsidRPr="00D757A7" w:rsidRDefault="00F32732" w:rsidP="00733955">
            <w:pPr>
              <w:spacing w:after="0" w:line="240" w:lineRule="auto"/>
              <w:ind w:left="-66"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468" w:type="dxa"/>
          </w:tcPr>
          <w:p w:rsidR="00F32732" w:rsidRPr="00D757A7" w:rsidRDefault="00F32732" w:rsidP="00733955">
            <w:pPr>
              <w:spacing w:after="0" w:line="240" w:lineRule="auto"/>
              <w:ind w:left="-66"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72" w:type="dxa"/>
          </w:tcPr>
          <w:p w:rsidR="00F32732" w:rsidRPr="00D757A7" w:rsidRDefault="00F32732" w:rsidP="00733955">
            <w:pPr>
              <w:spacing w:after="0" w:line="240" w:lineRule="auto"/>
              <w:ind w:left="-66"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F32732" w:rsidRPr="00D757A7" w:rsidRDefault="00F32732" w:rsidP="00733955">
            <w:pPr>
              <w:spacing w:after="0" w:line="240" w:lineRule="auto"/>
              <w:ind w:left="-66"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ас.</w:t>
            </w:r>
          </w:p>
        </w:tc>
      </w:tr>
      <w:tr w:rsidR="00F32732" w:rsidRPr="00026B94">
        <w:tc>
          <w:tcPr>
            <w:tcW w:w="9648" w:type="dxa"/>
            <w:gridSpan w:val="6"/>
          </w:tcPr>
          <w:p w:rsidR="00F32732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Инвентаризация  дворовой территории</w:t>
            </w:r>
          </w:p>
          <w:p w:rsidR="00F32732" w:rsidRPr="00D757A7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732" w:rsidRPr="00A86B9E">
        <w:tc>
          <w:tcPr>
            <w:tcW w:w="468" w:type="dxa"/>
          </w:tcPr>
          <w:p w:rsidR="00F32732" w:rsidRPr="00D757A7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Квартал 107 (ул.Кооперации - ул.Чернышевского – ул.Советов)</w:t>
            </w:r>
          </w:p>
          <w:p w:rsidR="00F32732" w:rsidRPr="00D757A7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. ул.Кооперации № 90</w:t>
            </w:r>
          </w:p>
          <w:p w:rsidR="00F32732" w:rsidRPr="00D757A7" w:rsidRDefault="00F32732" w:rsidP="00D757A7">
            <w:pPr>
              <w:tabs>
                <w:tab w:val="left" w:pos="2844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ул.Кооперации № 92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. ул.Жлобы № 74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ул.Жлобы № 66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. ул.Жлобы № 66-а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ул.Чернышевского № 197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ул.Чернышевского № 199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ул.Чернышевского № 199-а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ул.Советов № 25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.ул.Советов № 1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ул.Жлоба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F32732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ул.Жлобы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:rsidR="00F32732" w:rsidRPr="00D757A7" w:rsidRDefault="00F32732" w:rsidP="00D757A7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31.08.2017</w:t>
            </w:r>
          </w:p>
          <w:p w:rsidR="00F32732" w:rsidRPr="00D757A7" w:rsidRDefault="00F32732" w:rsidP="00D757A7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732" w:rsidRPr="00D757A7" w:rsidRDefault="00F32732" w:rsidP="00D757A7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732" w:rsidRPr="00D757A7" w:rsidRDefault="00F32732" w:rsidP="00D757A7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F32732" w:rsidRPr="00D757A7" w:rsidRDefault="00F32732" w:rsidP="00D757A7">
            <w:pPr>
              <w:tabs>
                <w:tab w:val="left" w:pos="137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8-00  до</w:t>
            </w:r>
          </w:p>
          <w:p w:rsidR="00F32732" w:rsidRPr="00D757A7" w:rsidRDefault="00F32732" w:rsidP="00D757A7">
            <w:pPr>
              <w:tabs>
                <w:tab w:val="left" w:pos="1376"/>
              </w:tabs>
              <w:spacing w:after="0" w:line="240" w:lineRule="auto"/>
              <w:ind w:left="-136" w:firstLine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</w:tr>
      <w:tr w:rsidR="00F32732" w:rsidRPr="00A86B9E">
        <w:tc>
          <w:tcPr>
            <w:tcW w:w="468" w:type="dxa"/>
          </w:tcPr>
          <w:p w:rsidR="00F32732" w:rsidRPr="00D757A7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F32732" w:rsidRPr="00D757A7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Квартал 132 (ул.417 Дивизии- ул.Советов-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Набережная)</w:t>
            </w:r>
          </w:p>
        </w:tc>
        <w:tc>
          <w:tcPr>
            <w:tcW w:w="3420" w:type="dxa"/>
            <w:gridSpan w:val="2"/>
          </w:tcPr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ул.417 Дивизии № 28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ул.417 Дивизии № 30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ул.417 Дивизии № 32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ул.417 Дивизии № 34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ул.Набережная № 27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ул.Набережная № 29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:rsidR="00F32732" w:rsidRPr="00D757A7" w:rsidRDefault="00F32732" w:rsidP="00D757A7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1772" w:type="dxa"/>
          </w:tcPr>
          <w:p w:rsidR="00F32732" w:rsidRPr="00D757A7" w:rsidRDefault="00F32732" w:rsidP="00D757A7">
            <w:pPr>
              <w:tabs>
                <w:tab w:val="left" w:pos="137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8-00 до</w:t>
            </w:r>
          </w:p>
          <w:p w:rsidR="00F32732" w:rsidRPr="00D757A7" w:rsidRDefault="00F32732" w:rsidP="00D757A7">
            <w:pPr>
              <w:tabs>
                <w:tab w:val="left" w:pos="137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</w:tr>
      <w:tr w:rsidR="00F32732" w:rsidRPr="00A86B9E">
        <w:tc>
          <w:tcPr>
            <w:tcW w:w="468" w:type="dxa"/>
          </w:tcPr>
          <w:p w:rsidR="00F32732" w:rsidRPr="00D757A7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0" w:type="dxa"/>
          </w:tcPr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 Красноармейская – ул.Жлобы</w:t>
            </w:r>
          </w:p>
        </w:tc>
        <w:tc>
          <w:tcPr>
            <w:tcW w:w="3420" w:type="dxa"/>
            <w:gridSpan w:val="2"/>
          </w:tcPr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ул.Красноармейская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ул.Красноармейская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ул.Жлобы № 32</w:t>
            </w:r>
          </w:p>
          <w:p w:rsidR="00F32732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ул.Жлобы № 36</w:t>
            </w:r>
          </w:p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:rsidR="00F32732" w:rsidRPr="00D757A7" w:rsidRDefault="00F32732" w:rsidP="00D757A7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04.09.2017</w:t>
            </w:r>
          </w:p>
          <w:p w:rsidR="00F32732" w:rsidRPr="00D757A7" w:rsidRDefault="00F32732" w:rsidP="00D757A7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732" w:rsidRPr="00D757A7" w:rsidRDefault="00F32732" w:rsidP="00D757A7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732" w:rsidRPr="00D757A7" w:rsidRDefault="00F32732" w:rsidP="00D757A7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732" w:rsidRPr="00D757A7" w:rsidRDefault="00F32732" w:rsidP="00D757A7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04.09.2017</w:t>
            </w:r>
          </w:p>
        </w:tc>
        <w:tc>
          <w:tcPr>
            <w:tcW w:w="1772" w:type="dxa"/>
          </w:tcPr>
          <w:p w:rsidR="00F32732" w:rsidRPr="00D757A7" w:rsidRDefault="00F32732" w:rsidP="00D757A7">
            <w:pPr>
              <w:tabs>
                <w:tab w:val="left" w:pos="1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8-00</w:t>
            </w:r>
          </w:p>
          <w:p w:rsidR="00F32732" w:rsidRPr="00D757A7" w:rsidRDefault="00F32732" w:rsidP="00D757A7">
            <w:pPr>
              <w:tabs>
                <w:tab w:val="left" w:pos="1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732" w:rsidRPr="00D757A7" w:rsidRDefault="00F32732" w:rsidP="00D757A7">
            <w:pPr>
              <w:tabs>
                <w:tab w:val="left" w:pos="1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  <w:p w:rsidR="00F32732" w:rsidRPr="00D757A7" w:rsidRDefault="00F32732" w:rsidP="00D757A7">
            <w:pPr>
              <w:tabs>
                <w:tab w:val="left" w:pos="1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732" w:rsidRPr="00D757A7" w:rsidRDefault="00F32732" w:rsidP="00D757A7">
            <w:pPr>
              <w:tabs>
                <w:tab w:val="left" w:pos="1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F32732" w:rsidRPr="00D757A7" w:rsidRDefault="00F32732" w:rsidP="00D757A7">
            <w:pPr>
              <w:tabs>
                <w:tab w:val="left" w:pos="1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</w:tr>
      <w:tr w:rsidR="00F32732" w:rsidRPr="00A86B9E">
        <w:tc>
          <w:tcPr>
            <w:tcW w:w="468" w:type="dxa"/>
            <w:tcBorders>
              <w:bottom w:val="nil"/>
            </w:tcBorders>
          </w:tcPr>
          <w:p w:rsidR="00F32732" w:rsidRPr="00D757A7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bottom w:val="nil"/>
            </w:tcBorders>
          </w:tcPr>
          <w:p w:rsidR="00F32732" w:rsidRPr="00D757A7" w:rsidRDefault="00F32732" w:rsidP="00F61F3D">
            <w:pPr>
              <w:spacing w:after="0" w:line="240" w:lineRule="auto"/>
              <w:ind w:left="-108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 175 (ул.Коммунальн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ая – ул.Жлобы)</w:t>
            </w:r>
          </w:p>
          <w:p w:rsidR="00F32732" w:rsidRPr="00D757A7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bottom w:val="nil"/>
            </w:tcBorders>
          </w:tcPr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ул.Коммунальная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43-а</w:t>
            </w:r>
          </w:p>
        </w:tc>
        <w:tc>
          <w:tcPr>
            <w:tcW w:w="1468" w:type="dxa"/>
            <w:tcBorders>
              <w:bottom w:val="nil"/>
            </w:tcBorders>
          </w:tcPr>
          <w:p w:rsidR="00F32732" w:rsidRPr="00D757A7" w:rsidRDefault="00F32732" w:rsidP="00D757A7">
            <w:pPr>
              <w:tabs>
                <w:tab w:val="left" w:pos="1252"/>
              </w:tabs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05.09.2017</w:t>
            </w:r>
          </w:p>
        </w:tc>
        <w:tc>
          <w:tcPr>
            <w:tcW w:w="1772" w:type="dxa"/>
            <w:tcBorders>
              <w:bottom w:val="nil"/>
            </w:tcBorders>
          </w:tcPr>
          <w:p w:rsidR="00F32732" w:rsidRPr="00D757A7" w:rsidRDefault="00F32732" w:rsidP="00D757A7">
            <w:pPr>
              <w:tabs>
                <w:tab w:val="left" w:pos="1376"/>
                <w:tab w:val="left" w:pos="14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8-00 до</w:t>
            </w:r>
          </w:p>
          <w:p w:rsidR="00F32732" w:rsidRPr="00D757A7" w:rsidRDefault="00F32732" w:rsidP="00D757A7">
            <w:pPr>
              <w:tabs>
                <w:tab w:val="left" w:pos="1376"/>
                <w:tab w:val="left" w:pos="14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F32732" w:rsidRPr="00D757A7" w:rsidRDefault="00F32732" w:rsidP="00D757A7">
            <w:pPr>
              <w:tabs>
                <w:tab w:val="left" w:pos="1376"/>
                <w:tab w:val="left" w:pos="14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732" w:rsidRPr="00A86B9E">
        <w:tc>
          <w:tcPr>
            <w:tcW w:w="468" w:type="dxa"/>
            <w:tcBorders>
              <w:top w:val="nil"/>
            </w:tcBorders>
          </w:tcPr>
          <w:p w:rsidR="00F32732" w:rsidRPr="00D757A7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0" w:type="dxa"/>
            <w:tcBorders>
              <w:top w:val="nil"/>
            </w:tcBorders>
          </w:tcPr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ул.Кооперации №194</w:t>
            </w:r>
          </w:p>
        </w:tc>
        <w:tc>
          <w:tcPr>
            <w:tcW w:w="3420" w:type="dxa"/>
            <w:gridSpan w:val="2"/>
            <w:tcBorders>
              <w:top w:val="nil"/>
            </w:tcBorders>
          </w:tcPr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ул.Кооперации № 194</w:t>
            </w:r>
          </w:p>
          <w:p w:rsidR="00F32732" w:rsidRPr="00D757A7" w:rsidRDefault="00F32732" w:rsidP="00F61F3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</w:tcBorders>
          </w:tcPr>
          <w:p w:rsidR="00F32732" w:rsidRPr="00D757A7" w:rsidRDefault="00F32732" w:rsidP="00D757A7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05.09.2017</w:t>
            </w:r>
          </w:p>
        </w:tc>
        <w:tc>
          <w:tcPr>
            <w:tcW w:w="1772" w:type="dxa"/>
            <w:tcBorders>
              <w:top w:val="nil"/>
            </w:tcBorders>
          </w:tcPr>
          <w:p w:rsidR="00F32732" w:rsidRPr="00D757A7" w:rsidRDefault="00F32732" w:rsidP="00D75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10-00 до</w:t>
            </w:r>
          </w:p>
          <w:p w:rsidR="00F32732" w:rsidRPr="00D757A7" w:rsidRDefault="00F32732" w:rsidP="00D75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</w:tr>
      <w:tr w:rsidR="00F32732" w:rsidRPr="00A86B9E">
        <w:tc>
          <w:tcPr>
            <w:tcW w:w="9648" w:type="dxa"/>
            <w:gridSpan w:val="6"/>
          </w:tcPr>
          <w:p w:rsidR="00F32732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Инвентаризация общественной  территории</w:t>
            </w:r>
          </w:p>
          <w:p w:rsidR="00F32732" w:rsidRPr="00D757A7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732" w:rsidRPr="00A86B9E">
        <w:tc>
          <w:tcPr>
            <w:tcW w:w="468" w:type="dxa"/>
          </w:tcPr>
          <w:p w:rsidR="00F32732" w:rsidRPr="00D757A7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gridSpan w:val="2"/>
          </w:tcPr>
          <w:p w:rsidR="00F32732" w:rsidRDefault="00F32732" w:rsidP="00D757A7">
            <w:pPr>
              <w:tabs>
                <w:tab w:val="left" w:pos="2194"/>
              </w:tabs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Сквер по ул.Кооперации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32732" w:rsidRPr="00D757A7" w:rsidRDefault="00F32732" w:rsidP="00D757A7">
            <w:pPr>
              <w:tabs>
                <w:tab w:val="left" w:pos="2194"/>
              </w:tabs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 xml:space="preserve"> 84-н</w:t>
            </w:r>
          </w:p>
          <w:p w:rsidR="00F32732" w:rsidRPr="00D757A7" w:rsidRDefault="00F32732" w:rsidP="00D757A7">
            <w:pPr>
              <w:tabs>
                <w:tab w:val="left" w:pos="2194"/>
              </w:tabs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ул.Кооперации № 84-н</w:t>
            </w:r>
          </w:p>
        </w:tc>
        <w:tc>
          <w:tcPr>
            <w:tcW w:w="1468" w:type="dxa"/>
          </w:tcPr>
          <w:p w:rsidR="00F32732" w:rsidRPr="00D757A7" w:rsidRDefault="00F32732" w:rsidP="00D757A7">
            <w:pPr>
              <w:tabs>
                <w:tab w:val="left" w:pos="1252"/>
              </w:tabs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06.09.2017</w:t>
            </w:r>
          </w:p>
        </w:tc>
        <w:tc>
          <w:tcPr>
            <w:tcW w:w="1772" w:type="dxa"/>
          </w:tcPr>
          <w:p w:rsidR="00F32732" w:rsidRPr="00D757A7" w:rsidRDefault="00F32732" w:rsidP="00D757A7">
            <w:pPr>
              <w:tabs>
                <w:tab w:val="left" w:pos="137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8-00</w:t>
            </w:r>
          </w:p>
        </w:tc>
      </w:tr>
      <w:tr w:rsidR="00F32732" w:rsidRPr="00A86B9E">
        <w:tc>
          <w:tcPr>
            <w:tcW w:w="468" w:type="dxa"/>
          </w:tcPr>
          <w:p w:rsidR="00F32732" w:rsidRPr="00D757A7" w:rsidRDefault="00F32732" w:rsidP="00D757A7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  <w:gridSpan w:val="2"/>
          </w:tcPr>
          <w:p w:rsidR="00F32732" w:rsidRPr="00D757A7" w:rsidRDefault="00F32732" w:rsidP="00D757A7">
            <w:pPr>
              <w:tabs>
                <w:tab w:val="left" w:pos="2194"/>
              </w:tabs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Октябрьская площадь</w:t>
            </w:r>
          </w:p>
        </w:tc>
        <w:tc>
          <w:tcPr>
            <w:tcW w:w="2880" w:type="dxa"/>
          </w:tcPr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ул.Красная</w:t>
            </w:r>
          </w:p>
        </w:tc>
        <w:tc>
          <w:tcPr>
            <w:tcW w:w="1468" w:type="dxa"/>
          </w:tcPr>
          <w:p w:rsidR="00F32732" w:rsidRPr="00D757A7" w:rsidRDefault="00F32732" w:rsidP="00D757A7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06.09.2017</w:t>
            </w:r>
          </w:p>
        </w:tc>
        <w:tc>
          <w:tcPr>
            <w:tcW w:w="1772" w:type="dxa"/>
          </w:tcPr>
          <w:p w:rsidR="00F32732" w:rsidRPr="00D757A7" w:rsidRDefault="00F32732" w:rsidP="00D757A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757A7"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</w:tc>
      </w:tr>
    </w:tbl>
    <w:p w:rsidR="00F32732" w:rsidRDefault="00F32732" w:rsidP="00F4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2732" w:rsidRDefault="00F32732" w:rsidP="00F4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2732" w:rsidRDefault="00F32732" w:rsidP="00F4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2732" w:rsidRDefault="00F32732" w:rsidP="00F4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поселения, </w:t>
      </w:r>
    </w:p>
    <w:p w:rsidR="00F32732" w:rsidRDefault="00F32732" w:rsidP="00F4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строительства, </w:t>
      </w:r>
    </w:p>
    <w:p w:rsidR="00F32732" w:rsidRDefault="00F32732" w:rsidP="00F4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ЖКХ и транспорта администрации  </w:t>
      </w:r>
    </w:p>
    <w:p w:rsidR="00F32732" w:rsidRPr="00A86B9E" w:rsidRDefault="00F32732" w:rsidP="00161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                                              Р.В.Саранцев</w:t>
      </w:r>
    </w:p>
    <w:sectPr w:rsidR="00F32732" w:rsidRPr="00A86B9E" w:rsidSect="00F61F3D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732" w:rsidRDefault="00F32732">
      <w:r>
        <w:separator/>
      </w:r>
    </w:p>
  </w:endnote>
  <w:endnote w:type="continuationSeparator" w:id="0">
    <w:p w:rsidR="00F32732" w:rsidRDefault="00F32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732" w:rsidRDefault="00F32732">
      <w:r>
        <w:separator/>
      </w:r>
    </w:p>
  </w:footnote>
  <w:footnote w:type="continuationSeparator" w:id="0">
    <w:p w:rsidR="00F32732" w:rsidRDefault="00F327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732" w:rsidRDefault="00F32732" w:rsidP="00D4175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32732" w:rsidRDefault="00F327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002"/>
    <w:rsid w:val="00026B94"/>
    <w:rsid w:val="00061C46"/>
    <w:rsid w:val="00071CD1"/>
    <w:rsid w:val="00082DCE"/>
    <w:rsid w:val="000C01AA"/>
    <w:rsid w:val="000E30A9"/>
    <w:rsid w:val="000E5550"/>
    <w:rsid w:val="00103438"/>
    <w:rsid w:val="00134179"/>
    <w:rsid w:val="0016195E"/>
    <w:rsid w:val="00195596"/>
    <w:rsid w:val="001A770F"/>
    <w:rsid w:val="001F4946"/>
    <w:rsid w:val="00201EE9"/>
    <w:rsid w:val="00210322"/>
    <w:rsid w:val="00224CD2"/>
    <w:rsid w:val="00245C92"/>
    <w:rsid w:val="00252D9E"/>
    <w:rsid w:val="002B4906"/>
    <w:rsid w:val="003374AF"/>
    <w:rsid w:val="0036298F"/>
    <w:rsid w:val="00366077"/>
    <w:rsid w:val="00386B4C"/>
    <w:rsid w:val="003E1A0B"/>
    <w:rsid w:val="003E5A2F"/>
    <w:rsid w:val="0043341A"/>
    <w:rsid w:val="00446FC7"/>
    <w:rsid w:val="004615B2"/>
    <w:rsid w:val="004817C4"/>
    <w:rsid w:val="00485682"/>
    <w:rsid w:val="00490496"/>
    <w:rsid w:val="004D66A4"/>
    <w:rsid w:val="004E104B"/>
    <w:rsid w:val="004E4D83"/>
    <w:rsid w:val="0051630C"/>
    <w:rsid w:val="006873CD"/>
    <w:rsid w:val="00733955"/>
    <w:rsid w:val="007D404D"/>
    <w:rsid w:val="007F3F3A"/>
    <w:rsid w:val="008718EC"/>
    <w:rsid w:val="008B3DFC"/>
    <w:rsid w:val="008C5713"/>
    <w:rsid w:val="009A3094"/>
    <w:rsid w:val="009A7138"/>
    <w:rsid w:val="009C12B6"/>
    <w:rsid w:val="009D580F"/>
    <w:rsid w:val="009F7634"/>
    <w:rsid w:val="00A325C0"/>
    <w:rsid w:val="00A4160F"/>
    <w:rsid w:val="00A50EBC"/>
    <w:rsid w:val="00A86B9E"/>
    <w:rsid w:val="00A95349"/>
    <w:rsid w:val="00B164A4"/>
    <w:rsid w:val="00B83973"/>
    <w:rsid w:val="00B84B88"/>
    <w:rsid w:val="00C066D1"/>
    <w:rsid w:val="00C07DD6"/>
    <w:rsid w:val="00C75707"/>
    <w:rsid w:val="00C95474"/>
    <w:rsid w:val="00CA2002"/>
    <w:rsid w:val="00CA346D"/>
    <w:rsid w:val="00CA3AEA"/>
    <w:rsid w:val="00CA778F"/>
    <w:rsid w:val="00CB1568"/>
    <w:rsid w:val="00CD1EBF"/>
    <w:rsid w:val="00CE5D25"/>
    <w:rsid w:val="00D4175A"/>
    <w:rsid w:val="00D757A7"/>
    <w:rsid w:val="00D97A25"/>
    <w:rsid w:val="00DC1063"/>
    <w:rsid w:val="00DC364C"/>
    <w:rsid w:val="00E07A65"/>
    <w:rsid w:val="00E21DAB"/>
    <w:rsid w:val="00E36B3C"/>
    <w:rsid w:val="00E8060A"/>
    <w:rsid w:val="00E87699"/>
    <w:rsid w:val="00E90BDF"/>
    <w:rsid w:val="00E91E1A"/>
    <w:rsid w:val="00EF2C48"/>
    <w:rsid w:val="00F004D2"/>
    <w:rsid w:val="00F23BB6"/>
    <w:rsid w:val="00F32732"/>
    <w:rsid w:val="00F33170"/>
    <w:rsid w:val="00F407F8"/>
    <w:rsid w:val="00F611B6"/>
    <w:rsid w:val="00F61F3D"/>
    <w:rsid w:val="00F85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A2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A200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1F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1568"/>
    <w:rPr>
      <w:lang w:eastAsia="en-US"/>
    </w:rPr>
  </w:style>
  <w:style w:type="character" w:styleId="PageNumber">
    <w:name w:val="page number"/>
    <w:basedOn w:val="DefaultParagraphFont"/>
    <w:uiPriority w:val="99"/>
    <w:rsid w:val="00F61F3D"/>
  </w:style>
  <w:style w:type="paragraph" w:styleId="BalloonText">
    <w:name w:val="Balloon Text"/>
    <w:basedOn w:val="Normal"/>
    <w:link w:val="BalloonTextChar"/>
    <w:uiPriority w:val="99"/>
    <w:semiHidden/>
    <w:rsid w:val="00446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5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229</Words>
  <Characters>1308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Ирина</dc:creator>
  <cp:keywords/>
  <dc:description/>
  <cp:lastModifiedBy>Миледи</cp:lastModifiedBy>
  <cp:revision>13</cp:revision>
  <cp:lastPrinted>2017-08-22T11:36:00Z</cp:lastPrinted>
  <dcterms:created xsi:type="dcterms:W3CDTF">2017-08-18T05:55:00Z</dcterms:created>
  <dcterms:modified xsi:type="dcterms:W3CDTF">2017-08-23T04:23:00Z</dcterms:modified>
</cp:coreProperties>
</file>