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1"/>
        <w:tblW w:w="25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113"/>
        <w:gridCol w:w="360"/>
        <w:gridCol w:w="7700"/>
        <w:gridCol w:w="7700"/>
      </w:tblGrid>
      <w:tr w:rsidR="00947645" w:rsidRPr="00B42E96">
        <w:trPr>
          <w:gridAfter w:val="3"/>
          <w:wAfter w:w="15760" w:type="dxa"/>
          <w:trHeight w:val="1786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</w:p>
          <w:p w:rsidR="00947645" w:rsidRPr="00B42E96" w:rsidRDefault="00947645" w:rsidP="00B42E96">
            <w:pPr>
              <w:jc w:val="center"/>
              <w:rPr>
                <w:sz w:val="20"/>
                <w:szCs w:val="20"/>
              </w:rPr>
            </w:pP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Приложение № 1</w:t>
            </w: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к решению Совета</w:t>
            </w: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Ленинградского  сельского поселения</w:t>
            </w: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Ленинградского района</w:t>
            </w: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от ________________ года № _________</w:t>
            </w: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</w:p>
        </w:tc>
      </w:tr>
      <w:tr w:rsidR="00947645" w:rsidRPr="00B42E96">
        <w:trPr>
          <w:gridAfter w:val="3"/>
          <w:wAfter w:w="15760" w:type="dxa"/>
          <w:trHeight w:val="483"/>
        </w:trPr>
        <w:tc>
          <w:tcPr>
            <w:tcW w:w="95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</w:p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Перечень главных администраторов доходов и источников финансирования дефицита бюджета Ленинградского сельского поселения</w:t>
            </w:r>
          </w:p>
        </w:tc>
      </w:tr>
      <w:tr w:rsidR="00947645" w:rsidRPr="00B42E96">
        <w:trPr>
          <w:gridAfter w:val="3"/>
          <w:wAfter w:w="15760" w:type="dxa"/>
          <w:trHeight w:val="360"/>
        </w:trPr>
        <w:tc>
          <w:tcPr>
            <w:tcW w:w="9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</w:tr>
      <w:tr w:rsidR="00947645" w:rsidRPr="00B42E96">
        <w:trPr>
          <w:gridAfter w:val="2"/>
          <w:wAfter w:w="15400" w:type="dxa"/>
          <w:trHeight w:val="690"/>
        </w:trPr>
        <w:tc>
          <w:tcPr>
            <w:tcW w:w="4440" w:type="dxa"/>
            <w:gridSpan w:val="2"/>
            <w:vAlign w:val="bottom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473" w:type="dxa"/>
            <w:gridSpan w:val="2"/>
            <w:vMerge w:val="restart"/>
            <w:vAlign w:val="center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947645" w:rsidRPr="00B42E96">
        <w:trPr>
          <w:gridAfter w:val="2"/>
          <w:wAfter w:w="15400" w:type="dxa"/>
          <w:trHeight w:val="1982"/>
        </w:trPr>
        <w:tc>
          <w:tcPr>
            <w:tcW w:w="1453" w:type="dxa"/>
            <w:vAlign w:val="bottom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главного администратора доходов бюджета поселения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доходов бюджета поселения</w:t>
            </w:r>
          </w:p>
        </w:tc>
        <w:tc>
          <w:tcPr>
            <w:tcW w:w="5473" w:type="dxa"/>
            <w:gridSpan w:val="2"/>
            <w:vMerge/>
            <w:vAlign w:val="center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</w:tr>
      <w:tr w:rsidR="00947645" w:rsidRPr="00B42E96">
        <w:trPr>
          <w:gridAfter w:val="2"/>
          <w:wAfter w:w="15400" w:type="dxa"/>
          <w:trHeight w:val="37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</w:t>
            </w:r>
          </w:p>
        </w:tc>
        <w:tc>
          <w:tcPr>
            <w:tcW w:w="5473" w:type="dxa"/>
            <w:gridSpan w:val="2"/>
            <w:vAlign w:val="bottom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3</w:t>
            </w:r>
          </w:p>
        </w:tc>
      </w:tr>
      <w:tr w:rsidR="00947645" w:rsidRPr="00B42E96">
        <w:trPr>
          <w:gridAfter w:val="2"/>
          <w:wAfter w:w="15400" w:type="dxa"/>
          <w:trHeight w:val="543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 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Администрация Ленинградского сельского поселения Ленинградского района</w:t>
            </w:r>
          </w:p>
        </w:tc>
      </w:tr>
      <w:tr w:rsidR="00947645" w:rsidRPr="00B42E96">
        <w:trPr>
          <w:gridAfter w:val="2"/>
          <w:wAfter w:w="15400" w:type="dxa"/>
          <w:trHeight w:val="88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1 11 00000 00 0000 000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947645" w:rsidRPr="00B42E96">
        <w:trPr>
          <w:gridAfter w:val="2"/>
          <w:wAfter w:w="15400" w:type="dxa"/>
          <w:trHeight w:val="163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1 11 05035 10 0000 120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47645" w:rsidRPr="00B42E96">
        <w:trPr>
          <w:gridAfter w:val="2"/>
          <w:wAfter w:w="15400" w:type="dxa"/>
          <w:trHeight w:val="253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113 00000 00 0000 000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947645" w:rsidRPr="00B42E96">
        <w:trPr>
          <w:gridAfter w:val="2"/>
          <w:wAfter w:w="15400" w:type="dxa"/>
          <w:trHeight w:val="62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113 01995 10 0000 130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947645" w:rsidRPr="00B42E96">
        <w:trPr>
          <w:gridAfter w:val="2"/>
          <w:wAfter w:w="15400" w:type="dxa"/>
          <w:trHeight w:val="623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113 02995 10 0000 130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1 14 00000 00 0000 000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Доходы от продажи материальных и нематериальных активов        </w:t>
            </w:r>
          </w:p>
        </w:tc>
      </w:tr>
      <w:tr w:rsidR="00947645" w:rsidRPr="00B42E96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114 02052 10 0000 410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47645" w:rsidRPr="00B42E96">
        <w:trPr>
          <w:gridAfter w:val="2"/>
          <w:wAfter w:w="15400" w:type="dxa"/>
          <w:trHeight w:val="112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114 02052 10 0000 440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47645" w:rsidRPr="00B42E96">
        <w:trPr>
          <w:gridAfter w:val="2"/>
          <w:wAfter w:w="15400" w:type="dxa"/>
          <w:trHeight w:val="255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1 14 02033 10 0000 410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47645" w:rsidRPr="00B42E96">
        <w:trPr>
          <w:gridAfter w:val="2"/>
          <w:wAfter w:w="15400" w:type="dxa"/>
          <w:trHeight w:val="234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1 14 02053 10 0000 440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47645" w:rsidRPr="00B42E96">
        <w:trPr>
          <w:gridAfter w:val="2"/>
          <w:wAfter w:w="15400" w:type="dxa"/>
          <w:trHeight w:val="46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Штрафы, санкции, возмещение ущерба </w:t>
            </w:r>
          </w:p>
        </w:tc>
      </w:tr>
      <w:tr w:rsidR="00947645" w:rsidRPr="00B42E96">
        <w:trPr>
          <w:gridAfter w:val="2"/>
          <w:wAfter w:w="15400" w:type="dxa"/>
          <w:trHeight w:val="184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1 16 23051 10 0000 140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сельских поселений.</w:t>
            </w:r>
          </w:p>
        </w:tc>
      </w:tr>
      <w:tr w:rsidR="00947645" w:rsidRPr="00B42E96">
        <w:trPr>
          <w:gridAfter w:val="2"/>
          <w:wAfter w:w="15400" w:type="dxa"/>
          <w:trHeight w:val="1263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1 16 23052 10 0000 140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от возмещения ущерба при возникновении иных страховых, когда выгодоприобретателями выступают поручители средств бюджетов сельских поселений.</w:t>
            </w:r>
          </w:p>
        </w:tc>
      </w:tr>
      <w:tr w:rsidR="00947645" w:rsidRPr="00B42E96">
        <w:trPr>
          <w:gridAfter w:val="2"/>
          <w:wAfter w:w="15400" w:type="dxa"/>
          <w:trHeight w:val="124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1 16 32000 10 0000 140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сельских поселений) </w:t>
            </w:r>
          </w:p>
        </w:tc>
      </w:tr>
      <w:tr w:rsidR="00947645" w:rsidRPr="00B42E96">
        <w:trPr>
          <w:gridAfter w:val="2"/>
          <w:wAfter w:w="15400" w:type="dxa"/>
          <w:trHeight w:val="1839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1 16 33050 10 0000 140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114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1 16 90050 10 0000 140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сельских  поселений </w:t>
            </w:r>
          </w:p>
        </w:tc>
      </w:tr>
      <w:tr w:rsidR="00947645" w:rsidRPr="00B42E96">
        <w:trPr>
          <w:gridAfter w:val="2"/>
          <w:wAfter w:w="15400" w:type="dxa"/>
          <w:trHeight w:val="40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1 17 00000 00 0000 000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Прочие неналоговые доходы                       </w:t>
            </w:r>
          </w:p>
        </w:tc>
      </w:tr>
      <w:tr w:rsidR="00947645" w:rsidRPr="00B42E96">
        <w:trPr>
          <w:gridAfter w:val="2"/>
          <w:wAfter w:w="15400" w:type="dxa"/>
          <w:trHeight w:val="711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1 17 01050 10 0000 180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Невыясненные поступления, зачисляемые в бюджеты сельских поселений             </w:t>
            </w:r>
          </w:p>
        </w:tc>
      </w:tr>
      <w:tr w:rsidR="00947645" w:rsidRPr="00B42E96">
        <w:trPr>
          <w:gridAfter w:val="2"/>
          <w:wAfter w:w="15400" w:type="dxa"/>
          <w:trHeight w:val="688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1 17 05050 10 0000 180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947645" w:rsidRPr="00B42E96">
        <w:trPr>
          <w:gridAfter w:val="2"/>
          <w:wAfter w:w="15400" w:type="dxa"/>
          <w:trHeight w:val="722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2 02 01001 10 0000 151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47645" w:rsidRPr="00B42E96">
        <w:trPr>
          <w:gridAfter w:val="2"/>
          <w:wAfter w:w="15400" w:type="dxa"/>
          <w:trHeight w:val="100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2 02 01003 10 0000 151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947645" w:rsidRPr="00B42E96">
        <w:trPr>
          <w:gridAfter w:val="2"/>
          <w:wAfter w:w="15400" w:type="dxa"/>
          <w:trHeight w:val="67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2 02 02003 10 0000 151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947645" w:rsidRPr="00B42E96">
        <w:trPr>
          <w:gridAfter w:val="2"/>
          <w:wAfter w:w="15400" w:type="dxa"/>
          <w:trHeight w:val="701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2 02 02008 10 0000 151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жильем молодых семей</w:t>
            </w:r>
          </w:p>
        </w:tc>
      </w:tr>
      <w:tr w:rsidR="00947645" w:rsidRPr="00B42E96">
        <w:trPr>
          <w:gridAfter w:val="2"/>
          <w:wAfter w:w="15400" w:type="dxa"/>
          <w:trHeight w:val="69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2 02 02051 10 0000 151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 Субсидии бюджетам сельских поселений на реализацию  федеральных целевых программ</w:t>
            </w:r>
          </w:p>
        </w:tc>
      </w:tr>
      <w:tr w:rsidR="00947645" w:rsidRPr="00B42E96">
        <w:trPr>
          <w:gridAfter w:val="2"/>
          <w:wAfter w:w="15400" w:type="dxa"/>
          <w:trHeight w:val="976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202 02077 10 0000 151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947645" w:rsidRPr="00B42E96">
        <w:trPr>
          <w:gridAfter w:val="2"/>
          <w:wAfter w:w="15400" w:type="dxa"/>
          <w:trHeight w:val="990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2 02 02078 10 0000 151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бюджетные инвестиции для модернизации объектов коммунальной инфраструктуры</w:t>
            </w:r>
          </w:p>
        </w:tc>
      </w:tr>
      <w:tr w:rsidR="00947645" w:rsidRPr="00B42E96">
        <w:trPr>
          <w:gridAfter w:val="2"/>
          <w:wAfter w:w="15400" w:type="dxa"/>
          <w:trHeight w:val="1544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2 02 02079 10 0000 151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947645" w:rsidRPr="00B42E96">
        <w:trPr>
          <w:gridAfter w:val="2"/>
          <w:wAfter w:w="15400" w:type="dxa"/>
          <w:trHeight w:val="1254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2 02 02080 10 0000 151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947645" w:rsidRPr="00B42E96">
        <w:trPr>
          <w:gridAfter w:val="2"/>
          <w:wAfter w:w="15400" w:type="dxa"/>
          <w:trHeight w:val="1839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 202 02088 10 0001 151</w:t>
            </w:r>
          </w:p>
        </w:tc>
        <w:tc>
          <w:tcPr>
            <w:tcW w:w="5473" w:type="dxa"/>
            <w:gridSpan w:val="2"/>
            <w:vAlign w:val="bottom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</w:t>
            </w:r>
          </w:p>
        </w:tc>
      </w:tr>
      <w:tr w:rsidR="00947645" w:rsidRPr="00B42E96">
        <w:trPr>
          <w:gridAfter w:val="2"/>
          <w:wAfter w:w="15400" w:type="dxa"/>
          <w:trHeight w:val="996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2 02 02088 10 0002 151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47645" w:rsidRPr="00B42E96">
        <w:trPr>
          <w:gridAfter w:val="2"/>
          <w:wAfter w:w="15400" w:type="dxa"/>
          <w:trHeight w:val="996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2 02 02088 10 0004 151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47645" w:rsidRPr="00B42E96">
        <w:trPr>
          <w:gridAfter w:val="2"/>
          <w:wAfter w:w="15400" w:type="dxa"/>
          <w:trHeight w:val="124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202 02089 10 0001 151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947645" w:rsidRPr="00B42E96">
        <w:trPr>
          <w:gridAfter w:val="2"/>
          <w:wAfter w:w="15400" w:type="dxa"/>
          <w:trHeight w:val="1245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2 02 02089 10 0002 151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947645" w:rsidRPr="00B42E96">
        <w:trPr>
          <w:gridAfter w:val="2"/>
          <w:wAfter w:w="15400" w:type="dxa"/>
          <w:trHeight w:val="1080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2 02 02207 10 0000 151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947645" w:rsidRPr="00B42E96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2 02 29999 10 0000 151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2 02 03015 10 0000 151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47645" w:rsidRPr="00B42E96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2 02 30024 10 0000 151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47645" w:rsidRPr="00B42E96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202 04052 10 0000 151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rStyle w:val="headerafff"/>
                <w:sz w:val="28"/>
                <w:szCs w:val="28"/>
              </w:rPr>
              <w:t>Межбюджетные трансферты, передаваемые бюджетам поселений на государственную поддержку муниципальных учреждений культуры, находящихся на территориях сельских поселений </w:t>
            </w:r>
          </w:p>
        </w:tc>
      </w:tr>
      <w:tr w:rsidR="00947645" w:rsidRPr="00B42E96">
        <w:trPr>
          <w:gridAfter w:val="2"/>
          <w:wAfter w:w="15400" w:type="dxa"/>
          <w:trHeight w:val="26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202 04053 10 0000 151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rStyle w:val="headerafff"/>
                <w:sz w:val="28"/>
                <w:szCs w:val="28"/>
              </w:rPr>
              <w:t>Межбюджетные трансферты, передаваемые бюджетам поселений на государственную поддержку лучших работников муниципальных учреждений культуры, находящихся на территориях сельских поселений </w:t>
            </w:r>
          </w:p>
        </w:tc>
      </w:tr>
      <w:tr w:rsidR="00947645" w:rsidRPr="00B42E96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202 20077 10 0000 151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947645" w:rsidRPr="00B42E96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202 25558 10 0000 151</w:t>
            </w:r>
          </w:p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Субсидии бюджетам сельских поселений на обеспечение развитие и укрепление мат-тех базы муниципальных домов культуры, поддержку творческой деятельности театров в городах численностью до 300 тысяч жителей</w:t>
            </w:r>
          </w:p>
        </w:tc>
      </w:tr>
      <w:tr w:rsidR="00947645" w:rsidRPr="00B42E96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202 35118 10 0000 151</w:t>
            </w:r>
          </w:p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47645" w:rsidRPr="00B42E96">
        <w:trPr>
          <w:gridAfter w:val="2"/>
          <w:wAfter w:w="15400" w:type="dxa"/>
          <w:trHeight w:val="357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2 02 49999 10 0000 151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2 18 00000 00 0000 000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2 18 05010 10 0000 151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2 18 05010 10 0000 180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2 18 05030 10 0000 180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219 00000 00 0000 000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947645" w:rsidRPr="00B42E96">
        <w:trPr>
          <w:gridAfter w:val="2"/>
          <w:wAfter w:w="15400" w:type="dxa"/>
          <w:trHeight w:val="79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219 60010 10 0000 151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6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2 07 00000 00 0000 180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Прочие безвозмездные поступления</w:t>
            </w:r>
          </w:p>
        </w:tc>
      </w:tr>
      <w:tr w:rsidR="00947645" w:rsidRPr="00B42E96">
        <w:trPr>
          <w:trHeight w:val="54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  <w:highlight w:val="yellow"/>
              </w:rPr>
            </w:pPr>
            <w:r w:rsidRPr="00B42E96">
              <w:rPr>
                <w:sz w:val="28"/>
                <w:szCs w:val="28"/>
              </w:rPr>
              <w:t>207 05010 10 0000 180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color w:val="000000"/>
                <w:sz w:val="28"/>
                <w:szCs w:val="28"/>
              </w:rPr>
            </w:pPr>
            <w:r w:rsidRPr="00B42E96">
              <w:rPr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7700" w:type="dxa"/>
          </w:tcPr>
          <w:p w:rsidR="00947645" w:rsidRPr="00B42E96" w:rsidRDefault="00947645" w:rsidP="00B42E96">
            <w:pPr>
              <w:pStyle w:val="CommentText"/>
              <w:jc w:val="center"/>
              <w:rPr>
                <w:sz w:val="28"/>
                <w:szCs w:val="28"/>
              </w:rPr>
            </w:pPr>
          </w:p>
        </w:tc>
        <w:tc>
          <w:tcPr>
            <w:tcW w:w="7700" w:type="dxa"/>
          </w:tcPr>
          <w:p w:rsidR="00947645" w:rsidRPr="00B42E96" w:rsidRDefault="00947645" w:rsidP="00B42E96">
            <w:pPr>
              <w:pStyle w:val="a1"/>
              <w:rPr>
                <w:sz w:val="28"/>
                <w:szCs w:val="28"/>
              </w:rPr>
            </w:pPr>
          </w:p>
        </w:tc>
      </w:tr>
      <w:tr w:rsidR="00947645" w:rsidRPr="00B42E96">
        <w:trPr>
          <w:trHeight w:val="54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207 05020 10 0000 180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700" w:type="dxa"/>
          </w:tcPr>
          <w:p w:rsidR="00947645" w:rsidRPr="00B42E96" w:rsidRDefault="00947645" w:rsidP="00B42E96">
            <w:pPr>
              <w:pStyle w:val="a2"/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2 18 05010 10 0000 180</w:t>
            </w:r>
          </w:p>
        </w:tc>
        <w:tc>
          <w:tcPr>
            <w:tcW w:w="7700" w:type="dxa"/>
          </w:tcPr>
          <w:p w:rsidR="00947645" w:rsidRPr="00B42E96" w:rsidRDefault="00947645" w:rsidP="00B42E96">
            <w:pPr>
              <w:pStyle w:val="a1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947645" w:rsidRPr="00B42E96">
        <w:trPr>
          <w:gridAfter w:val="2"/>
          <w:wAfter w:w="15400" w:type="dxa"/>
          <w:trHeight w:val="1515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207 05020 10 0016 180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947645" w:rsidRPr="00B42E96">
        <w:trPr>
          <w:gridAfter w:val="2"/>
          <w:wAfter w:w="15400" w:type="dxa"/>
          <w:trHeight w:val="530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tabs>
                <w:tab w:val="right" w:pos="2771"/>
              </w:tabs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207 05020 10 0017 180</w:t>
            </w:r>
            <w:r w:rsidRPr="00B42E96">
              <w:rPr>
                <w:sz w:val="28"/>
                <w:szCs w:val="28"/>
              </w:rPr>
              <w:tab/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947645" w:rsidRPr="00B42E96">
        <w:trPr>
          <w:gridAfter w:val="2"/>
          <w:wAfter w:w="15400" w:type="dxa"/>
          <w:trHeight w:val="485"/>
        </w:trPr>
        <w:tc>
          <w:tcPr>
            <w:tcW w:w="1453" w:type="dxa"/>
          </w:tcPr>
          <w:p w:rsidR="00947645" w:rsidRPr="00B42E96" w:rsidRDefault="00947645" w:rsidP="00B42E96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a2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947645" w:rsidRPr="00B42E96">
        <w:trPr>
          <w:gridAfter w:val="2"/>
          <w:wAfter w:w="15400" w:type="dxa"/>
          <w:trHeight w:val="709"/>
        </w:trPr>
        <w:tc>
          <w:tcPr>
            <w:tcW w:w="1453" w:type="dxa"/>
          </w:tcPr>
          <w:p w:rsidR="00947645" w:rsidRPr="00B42E96" w:rsidRDefault="00947645" w:rsidP="00B42E96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992</w:t>
            </w:r>
          </w:p>
        </w:tc>
        <w:tc>
          <w:tcPr>
            <w:tcW w:w="2987" w:type="dxa"/>
          </w:tcPr>
          <w:p w:rsidR="00947645" w:rsidRPr="00B42E96" w:rsidRDefault="00947645" w:rsidP="00B42E96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42E9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2 08 00000 00 0000 000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pStyle w:val="a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96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7645" w:rsidRPr="00B42E96">
        <w:trPr>
          <w:gridAfter w:val="2"/>
          <w:wAfter w:w="15400" w:type="dxa"/>
          <w:trHeight w:val="709"/>
        </w:trPr>
        <w:tc>
          <w:tcPr>
            <w:tcW w:w="1453" w:type="dxa"/>
          </w:tcPr>
          <w:p w:rsidR="00947645" w:rsidRPr="00B42E96" w:rsidRDefault="00947645" w:rsidP="00B42E96">
            <w:pPr>
              <w:jc w:val="center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992</w:t>
            </w:r>
          </w:p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2 08 05000 10 0000 180</w:t>
            </w:r>
          </w:p>
        </w:tc>
        <w:tc>
          <w:tcPr>
            <w:tcW w:w="5473" w:type="dxa"/>
            <w:gridSpan w:val="2"/>
          </w:tcPr>
          <w:p w:rsidR="00947645" w:rsidRPr="00B42E96" w:rsidRDefault="00947645" w:rsidP="00B42E96">
            <w:pPr>
              <w:jc w:val="both"/>
              <w:rPr>
                <w:sz w:val="28"/>
                <w:szCs w:val="28"/>
              </w:rPr>
            </w:pPr>
            <w:r w:rsidRPr="00B42E96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47645" w:rsidRPr="00B42E96" w:rsidRDefault="00947645" w:rsidP="00B42E96">
      <w:pPr>
        <w:rPr>
          <w:sz w:val="28"/>
          <w:szCs w:val="28"/>
        </w:rPr>
      </w:pPr>
    </w:p>
    <w:p w:rsidR="00947645" w:rsidRPr="00B42E96" w:rsidRDefault="00947645" w:rsidP="00B42E96">
      <w:pPr>
        <w:rPr>
          <w:sz w:val="28"/>
          <w:szCs w:val="28"/>
        </w:rPr>
      </w:pPr>
    </w:p>
    <w:tbl>
      <w:tblPr>
        <w:tblW w:w="9913" w:type="dxa"/>
        <w:tblInd w:w="-106" w:type="dxa"/>
        <w:tblLayout w:type="fixed"/>
        <w:tblLook w:val="0000"/>
      </w:tblPr>
      <w:tblGrid>
        <w:gridCol w:w="4440"/>
        <w:gridCol w:w="5473"/>
      </w:tblGrid>
      <w:tr w:rsidR="00947645" w:rsidRPr="00B42E96">
        <w:trPr>
          <w:trHeight w:val="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947645" w:rsidRPr="00B42E96" w:rsidRDefault="00947645" w:rsidP="00B42E9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645" w:rsidRPr="00B42E96" w:rsidRDefault="00947645" w:rsidP="00B42E96">
            <w:pPr>
              <w:jc w:val="right"/>
              <w:rPr>
                <w:sz w:val="28"/>
                <w:szCs w:val="28"/>
              </w:rPr>
            </w:pPr>
          </w:p>
        </w:tc>
      </w:tr>
    </w:tbl>
    <w:p w:rsidR="00947645" w:rsidRPr="00B42E96" w:rsidRDefault="00947645" w:rsidP="00B42E96">
      <w:pPr>
        <w:rPr>
          <w:sz w:val="28"/>
          <w:szCs w:val="28"/>
        </w:rPr>
      </w:pPr>
      <w:r w:rsidRPr="00B42E96">
        <w:rPr>
          <w:sz w:val="28"/>
          <w:szCs w:val="28"/>
        </w:rPr>
        <w:t>Заместитель главы поселения,</w:t>
      </w:r>
    </w:p>
    <w:p w:rsidR="00947645" w:rsidRPr="00B42E96" w:rsidRDefault="00947645" w:rsidP="00B42E96">
      <w:pPr>
        <w:rPr>
          <w:sz w:val="28"/>
          <w:szCs w:val="28"/>
        </w:rPr>
      </w:pPr>
      <w:r w:rsidRPr="00B42E96">
        <w:rPr>
          <w:sz w:val="28"/>
          <w:szCs w:val="28"/>
        </w:rPr>
        <w:t xml:space="preserve">начальник отдела экономики и </w:t>
      </w:r>
    </w:p>
    <w:p w:rsidR="00947645" w:rsidRPr="00B42E96" w:rsidRDefault="00947645" w:rsidP="00B42E96">
      <w:pPr>
        <w:rPr>
          <w:sz w:val="28"/>
          <w:szCs w:val="28"/>
        </w:rPr>
      </w:pPr>
      <w:r w:rsidRPr="00B42E96">
        <w:rPr>
          <w:sz w:val="28"/>
          <w:szCs w:val="28"/>
        </w:rPr>
        <w:t xml:space="preserve">финансов администрации </w:t>
      </w:r>
    </w:p>
    <w:p w:rsidR="00947645" w:rsidRPr="00B42E96" w:rsidRDefault="00947645" w:rsidP="00B42E96">
      <w:pPr>
        <w:rPr>
          <w:sz w:val="28"/>
          <w:szCs w:val="28"/>
        </w:rPr>
      </w:pPr>
      <w:r w:rsidRPr="00B42E96">
        <w:rPr>
          <w:sz w:val="28"/>
          <w:szCs w:val="28"/>
        </w:rPr>
        <w:t xml:space="preserve">Ленинградского сельского поселения                                              А.Г.Передириев              </w:t>
      </w:r>
    </w:p>
    <w:p w:rsidR="00947645" w:rsidRPr="00B42E96" w:rsidRDefault="00947645" w:rsidP="00B42E96">
      <w:pPr>
        <w:rPr>
          <w:sz w:val="28"/>
          <w:szCs w:val="28"/>
        </w:rPr>
      </w:pPr>
    </w:p>
    <w:sectPr w:rsidR="00947645" w:rsidRPr="00B42E96" w:rsidSect="00434186">
      <w:headerReference w:type="default" r:id="rId6"/>
      <w:pgSz w:w="11906" w:h="16838"/>
      <w:pgMar w:top="1134" w:right="567" w:bottom="34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645" w:rsidRDefault="00947645">
      <w:r>
        <w:separator/>
      </w:r>
    </w:p>
  </w:endnote>
  <w:endnote w:type="continuationSeparator" w:id="0">
    <w:p w:rsidR="00947645" w:rsidRDefault="00947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645" w:rsidRDefault="00947645">
      <w:r>
        <w:separator/>
      </w:r>
    </w:p>
  </w:footnote>
  <w:footnote w:type="continuationSeparator" w:id="0">
    <w:p w:rsidR="00947645" w:rsidRDefault="00947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45" w:rsidRDefault="00947645" w:rsidP="00985E1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947645" w:rsidRDefault="009476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E61"/>
    <w:rsid w:val="00080C96"/>
    <w:rsid w:val="0008110C"/>
    <w:rsid w:val="000B3909"/>
    <w:rsid w:val="000B4290"/>
    <w:rsid w:val="000F3369"/>
    <w:rsid w:val="0010100B"/>
    <w:rsid w:val="00124149"/>
    <w:rsid w:val="001713C4"/>
    <w:rsid w:val="001930C3"/>
    <w:rsid w:val="001B7B31"/>
    <w:rsid w:val="001C08CE"/>
    <w:rsid w:val="001C0F14"/>
    <w:rsid w:val="001D00A6"/>
    <w:rsid w:val="001F5FD8"/>
    <w:rsid w:val="00203788"/>
    <w:rsid w:val="002112C4"/>
    <w:rsid w:val="00255763"/>
    <w:rsid w:val="002561B0"/>
    <w:rsid w:val="002D633B"/>
    <w:rsid w:val="003012A0"/>
    <w:rsid w:val="003024E3"/>
    <w:rsid w:val="00311487"/>
    <w:rsid w:val="003175B2"/>
    <w:rsid w:val="00323536"/>
    <w:rsid w:val="0033466B"/>
    <w:rsid w:val="003A7346"/>
    <w:rsid w:val="003B0385"/>
    <w:rsid w:val="004050A0"/>
    <w:rsid w:val="00414B45"/>
    <w:rsid w:val="00432B6B"/>
    <w:rsid w:val="00434186"/>
    <w:rsid w:val="00434F5A"/>
    <w:rsid w:val="00440C40"/>
    <w:rsid w:val="00452EA7"/>
    <w:rsid w:val="00454539"/>
    <w:rsid w:val="00483394"/>
    <w:rsid w:val="00491EFA"/>
    <w:rsid w:val="004A5F00"/>
    <w:rsid w:val="004D49C6"/>
    <w:rsid w:val="00507A75"/>
    <w:rsid w:val="005120F4"/>
    <w:rsid w:val="00512CCF"/>
    <w:rsid w:val="00514276"/>
    <w:rsid w:val="005557FC"/>
    <w:rsid w:val="00560A74"/>
    <w:rsid w:val="00577D03"/>
    <w:rsid w:val="005C1348"/>
    <w:rsid w:val="005C2B9B"/>
    <w:rsid w:val="005C4A68"/>
    <w:rsid w:val="005E6FC9"/>
    <w:rsid w:val="00631F59"/>
    <w:rsid w:val="00632A4E"/>
    <w:rsid w:val="00635F65"/>
    <w:rsid w:val="006631F8"/>
    <w:rsid w:val="006A0257"/>
    <w:rsid w:val="006B29D4"/>
    <w:rsid w:val="0070344A"/>
    <w:rsid w:val="007A4269"/>
    <w:rsid w:val="00810295"/>
    <w:rsid w:val="00847DBB"/>
    <w:rsid w:val="00875738"/>
    <w:rsid w:val="008939DB"/>
    <w:rsid w:val="008969F9"/>
    <w:rsid w:val="008A4289"/>
    <w:rsid w:val="008F24E5"/>
    <w:rsid w:val="009165DC"/>
    <w:rsid w:val="0092001D"/>
    <w:rsid w:val="009240A8"/>
    <w:rsid w:val="00943530"/>
    <w:rsid w:val="0094520E"/>
    <w:rsid w:val="00946A42"/>
    <w:rsid w:val="00947645"/>
    <w:rsid w:val="00985E1F"/>
    <w:rsid w:val="009954A9"/>
    <w:rsid w:val="00997A62"/>
    <w:rsid w:val="009B34D4"/>
    <w:rsid w:val="009B6DC2"/>
    <w:rsid w:val="009C0799"/>
    <w:rsid w:val="00A01EA0"/>
    <w:rsid w:val="00A029A6"/>
    <w:rsid w:val="00A050C4"/>
    <w:rsid w:val="00A865E1"/>
    <w:rsid w:val="00AB5EA7"/>
    <w:rsid w:val="00AC469C"/>
    <w:rsid w:val="00AD37BC"/>
    <w:rsid w:val="00B17F63"/>
    <w:rsid w:val="00B30CAB"/>
    <w:rsid w:val="00B42E96"/>
    <w:rsid w:val="00B95566"/>
    <w:rsid w:val="00C060BE"/>
    <w:rsid w:val="00C11358"/>
    <w:rsid w:val="00C22BDC"/>
    <w:rsid w:val="00C23572"/>
    <w:rsid w:val="00C30ACF"/>
    <w:rsid w:val="00CD19DA"/>
    <w:rsid w:val="00CF0A01"/>
    <w:rsid w:val="00CF5A0D"/>
    <w:rsid w:val="00D408F2"/>
    <w:rsid w:val="00D564A6"/>
    <w:rsid w:val="00D82830"/>
    <w:rsid w:val="00DC2E61"/>
    <w:rsid w:val="00DD16A3"/>
    <w:rsid w:val="00E15816"/>
    <w:rsid w:val="00E40E5B"/>
    <w:rsid w:val="00EB5219"/>
    <w:rsid w:val="00F14970"/>
    <w:rsid w:val="00F56AC3"/>
    <w:rsid w:val="00FB2290"/>
    <w:rsid w:val="00FF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0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02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B6DC2"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Таблицы (моноширинный)"/>
    <w:basedOn w:val="Normal"/>
    <w:next w:val="Normal"/>
    <w:uiPriority w:val="99"/>
    <w:rsid w:val="004D49C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0">
    <w:name w:val="Знак"/>
    <w:basedOn w:val="Normal"/>
    <w:uiPriority w:val="99"/>
    <w:rsid w:val="00C060B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name w:val="Прижатый влево"/>
    <w:basedOn w:val="Normal"/>
    <w:next w:val="Normal"/>
    <w:uiPriority w:val="99"/>
    <w:rsid w:val="00C113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C1135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434F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6DC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34F5A"/>
  </w:style>
  <w:style w:type="character" w:customStyle="1" w:styleId="a3">
    <w:name w:val="Цветовое выделение"/>
    <w:uiPriority w:val="99"/>
    <w:rsid w:val="00810295"/>
    <w:rPr>
      <w:b/>
      <w:bCs/>
      <w:color w:val="26282F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semiHidden/>
    <w:rsid w:val="009B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B34D4"/>
    <w:rPr>
      <w:lang w:val="ru-RU" w:eastAsia="ru-RU"/>
    </w:rPr>
  </w:style>
  <w:style w:type="character" w:customStyle="1" w:styleId="headerafff">
    <w:name w:val="header_afff"/>
    <w:basedOn w:val="DefaultParagraphFont"/>
    <w:uiPriority w:val="99"/>
    <w:rsid w:val="00CD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1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5</Pages>
  <Words>1662</Words>
  <Characters>9474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Передириев</dc:creator>
  <cp:keywords/>
  <dc:description/>
  <cp:lastModifiedBy>User19</cp:lastModifiedBy>
  <cp:revision>7</cp:revision>
  <cp:lastPrinted>2017-11-27T11:26:00Z</cp:lastPrinted>
  <dcterms:created xsi:type="dcterms:W3CDTF">2017-11-06T09:51:00Z</dcterms:created>
  <dcterms:modified xsi:type="dcterms:W3CDTF">2017-11-27T11:51:00Z</dcterms:modified>
</cp:coreProperties>
</file>