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5070"/>
        <w:gridCol w:w="4677"/>
      </w:tblGrid>
      <w:tr w:rsidR="000B68B0" w:rsidRPr="009239D2">
        <w:tc>
          <w:tcPr>
            <w:tcW w:w="5070" w:type="dxa"/>
          </w:tcPr>
          <w:p w:rsidR="000B68B0" w:rsidRPr="00623265" w:rsidRDefault="000B68B0" w:rsidP="00623265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  <w:p w:rsidR="000B68B0" w:rsidRPr="00623265" w:rsidRDefault="000B68B0" w:rsidP="00623265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0B68B0" w:rsidRDefault="000B68B0" w:rsidP="000F497B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РИЛОЖЕНИЕ</w:t>
            </w:r>
            <w:r w:rsidRPr="0062326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№ 1</w:t>
            </w:r>
          </w:p>
          <w:p w:rsidR="000B68B0" w:rsidRDefault="000B68B0" w:rsidP="000F497B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</w:pPr>
            <w:r w:rsidRPr="0062326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к </w:t>
            </w:r>
            <w:hyperlink w:anchor="sub_1000" w:history="1">
              <w:r w:rsidRPr="000F497B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административному регламенту</w:t>
              </w:r>
            </w:hyperlink>
          </w:p>
          <w:p w:rsidR="000B68B0" w:rsidRDefault="000B68B0" w:rsidP="000F497B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предоставления муниципальной</w:t>
            </w:r>
          </w:p>
          <w:p w:rsidR="000B68B0" w:rsidRPr="00623265" w:rsidRDefault="000B68B0" w:rsidP="000F497B">
            <w:pPr>
              <w:tabs>
                <w:tab w:val="left" w:pos="7088"/>
                <w:tab w:val="left" w:pos="7371"/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услуги </w:t>
            </w: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«Предоставление копий</w:t>
            </w:r>
          </w:p>
          <w:p w:rsidR="000B68B0" w:rsidRPr="00623265" w:rsidRDefault="000B68B0" w:rsidP="000F497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правовых актов администрации</w:t>
            </w:r>
          </w:p>
          <w:p w:rsidR="000B68B0" w:rsidRPr="00010BED" w:rsidRDefault="000B68B0" w:rsidP="00010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 сельского поселения»</w:t>
            </w:r>
          </w:p>
        </w:tc>
      </w:tr>
    </w:tbl>
    <w:p w:rsidR="000B68B0" w:rsidRPr="00623265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8B0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8B0" w:rsidRPr="00623265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81"/>
        <w:gridCol w:w="421"/>
        <w:gridCol w:w="561"/>
        <w:gridCol w:w="280"/>
        <w:gridCol w:w="236"/>
        <w:gridCol w:w="1605"/>
        <w:gridCol w:w="140"/>
        <w:gridCol w:w="560"/>
        <w:gridCol w:w="524"/>
        <w:gridCol w:w="36"/>
        <w:gridCol w:w="504"/>
        <w:gridCol w:w="280"/>
        <w:gridCol w:w="280"/>
        <w:gridCol w:w="140"/>
        <w:gridCol w:w="560"/>
        <w:gridCol w:w="2087"/>
        <w:gridCol w:w="382"/>
        <w:gridCol w:w="929"/>
      </w:tblGrid>
      <w:tr w:rsidR="000B68B0" w:rsidRPr="009239D2" w:rsidTr="001C4849">
        <w:tc>
          <w:tcPr>
            <w:tcW w:w="460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Ленинградского</w:t>
            </w: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Ленинградского района</w:t>
            </w:r>
          </w:p>
        </w:tc>
      </w:tr>
      <w:tr w:rsidR="000B68B0" w:rsidRPr="009239D2" w:rsidTr="001C4849">
        <w:trPr>
          <w:gridAfter w:val="2"/>
          <w:wAfter w:w="1311" w:type="dxa"/>
        </w:trPr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8B0" w:rsidRPr="00010BED" w:rsidRDefault="000B68B0" w:rsidP="0001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B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010BED" w:rsidRDefault="000B68B0" w:rsidP="0001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8B0" w:rsidRPr="00010BED" w:rsidRDefault="000B68B0" w:rsidP="0001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B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(Ф.И.О.заявителя)</w:t>
            </w: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010BED" w:rsidRDefault="000B68B0" w:rsidP="0001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8B0" w:rsidRPr="00010BED" w:rsidRDefault="000B68B0" w:rsidP="0001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0B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(адрес проживания)</w:t>
            </w:r>
          </w:p>
        </w:tc>
      </w:tr>
      <w:tr w:rsidR="000B68B0" w:rsidRPr="009239D2" w:rsidTr="001C4849">
        <w:tc>
          <w:tcPr>
            <w:tcW w:w="460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8B0" w:rsidRPr="00623265" w:rsidRDefault="000B68B0" w:rsidP="006232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35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68B0" w:rsidRPr="001C4849" w:rsidRDefault="000B68B0" w:rsidP="00623265">
            <w:pPr>
              <w:keepNext/>
              <w:spacing w:before="240" w:after="60" w:line="240" w:lineRule="auto"/>
              <w:jc w:val="both"/>
              <w:outlineLvl w:val="0"/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r w:rsidRPr="001C4849">
              <w:rPr>
                <w:rFonts w:ascii="Times New Roman" w:hAnsi="Times New Roman" w:cs="Times New Roman"/>
                <w:kern w:val="32"/>
                <w:sz w:val="28"/>
                <w:szCs w:val="28"/>
                <w:lang w:eastAsia="ru-RU"/>
              </w:rPr>
              <w:t>Заявление</w:t>
            </w:r>
          </w:p>
        </w:tc>
        <w:tc>
          <w:tcPr>
            <w:tcW w:w="4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tabs>
                <w:tab w:val="left" w:pos="8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Прошу представить заверенную копию постановления (распоряжения)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Ленинградского </w:t>
            </w: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сельского поселения Ленинградского района</w:t>
            </w: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B68B0" w:rsidRPr="001C4849" w:rsidRDefault="000B68B0" w:rsidP="001C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4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(дата, регистрационный номер, наименование документа)</w:t>
            </w: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</w:p>
        </w:tc>
        <w:tc>
          <w:tcPr>
            <w:tcW w:w="817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98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B68B0" w:rsidRPr="001C4849" w:rsidRDefault="000B68B0" w:rsidP="001C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4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(цель получения копии)</w:t>
            </w:r>
          </w:p>
        </w:tc>
      </w:tr>
      <w:tr w:rsidR="000B68B0" w:rsidRPr="009239D2" w:rsidTr="001C4849"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33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33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8B0" w:rsidRPr="001C4849" w:rsidRDefault="000B68B0" w:rsidP="001C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4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  <w:tc>
          <w:tcPr>
            <w:tcW w:w="23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B68B0" w:rsidRPr="001C4849" w:rsidRDefault="000B68B0" w:rsidP="001C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8B0" w:rsidRPr="001C4849" w:rsidRDefault="000B68B0" w:rsidP="001C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48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</w:tr>
      <w:tr w:rsidR="000B68B0" w:rsidRPr="009239D2" w:rsidTr="001C4849">
        <w:tc>
          <w:tcPr>
            <w:tcW w:w="33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68B0" w:rsidRPr="009239D2" w:rsidTr="001C4849"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3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68B0" w:rsidRPr="00623265" w:rsidRDefault="000B68B0" w:rsidP="0062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68B0" w:rsidRPr="00623265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68B0" w:rsidRPr="00623265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68B0" w:rsidRPr="00623265" w:rsidRDefault="000B68B0" w:rsidP="0062326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0B68B0" w:rsidRPr="00623265" w:rsidSect="008928E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265"/>
    <w:rsid w:val="00010BED"/>
    <w:rsid w:val="000B68B0"/>
    <w:rsid w:val="000F497B"/>
    <w:rsid w:val="001C4849"/>
    <w:rsid w:val="00414D57"/>
    <w:rsid w:val="00623265"/>
    <w:rsid w:val="006D5967"/>
    <w:rsid w:val="008469B1"/>
    <w:rsid w:val="008928E6"/>
    <w:rsid w:val="009239D2"/>
    <w:rsid w:val="00CF7BAB"/>
    <w:rsid w:val="00E9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96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97</Words>
  <Characters>558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Миледи</cp:lastModifiedBy>
  <cp:revision>5</cp:revision>
  <dcterms:created xsi:type="dcterms:W3CDTF">2016-01-24T08:57:00Z</dcterms:created>
  <dcterms:modified xsi:type="dcterms:W3CDTF">2016-02-25T07:20:00Z</dcterms:modified>
</cp:coreProperties>
</file>