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54" w:rsidRPr="001B413E" w:rsidRDefault="00E96154" w:rsidP="001B413E">
      <w:pPr>
        <w:ind w:left="39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100"/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Приложение №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1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hyperlink w:anchor="sub_1000" w:history="1">
        <w:r w:rsidRPr="001B413E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  <w:r w:rsidRPr="001B413E">
        <w:rPr>
          <w:rStyle w:val="a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по предос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 xml:space="preserve">тавлению муниципальной 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услуги «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Предоставление земельных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населенного пункта, садоводства, дачного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>хозяйства, гражданам или крестьянс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ким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  <w:t xml:space="preserve">(фермерским) хозяйствам для осуществления 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крест</w:t>
      </w:r>
      <w:r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t>ьянским (фермерским) хозяйством его деятельности»</w:t>
      </w:r>
      <w:r w:rsidRPr="001B413E">
        <w:rPr>
          <w:rStyle w:val="a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E96154" w:rsidRDefault="00E96154" w:rsidP="001B413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96154" w:rsidRPr="00C67218" w:rsidRDefault="00E96154" w:rsidP="001B413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700"/>
        <w:gridCol w:w="280"/>
        <w:gridCol w:w="140"/>
        <w:gridCol w:w="140"/>
        <w:gridCol w:w="420"/>
        <w:gridCol w:w="560"/>
        <w:gridCol w:w="140"/>
        <w:gridCol w:w="700"/>
        <w:gridCol w:w="280"/>
        <w:gridCol w:w="280"/>
        <w:gridCol w:w="560"/>
        <w:gridCol w:w="240"/>
        <w:gridCol w:w="320"/>
        <w:gridCol w:w="980"/>
        <w:gridCol w:w="140"/>
        <w:gridCol w:w="840"/>
        <w:gridCol w:w="560"/>
        <w:gridCol w:w="1660"/>
      </w:tblGrid>
      <w:tr w:rsidR="00E96154" w:rsidRPr="00C67218" w:rsidTr="007C20CF">
        <w:tc>
          <w:tcPr>
            <w:tcW w:w="4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0"/>
            <w:bookmarkEnd w:id="1"/>
          </w:p>
        </w:tc>
        <w:tc>
          <w:tcPr>
            <w:tcW w:w="4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7C20CF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Ленинградского сельского поселения Ленинградского  района</w:t>
            </w:r>
          </w:p>
        </w:tc>
      </w:tr>
      <w:tr w:rsidR="00E96154" w:rsidRPr="00C67218" w:rsidTr="007C20CF">
        <w:tc>
          <w:tcPr>
            <w:tcW w:w="4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7C20CF">
            <w:pPr>
              <w:pStyle w:val="a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Н.И.Сидак</w:t>
            </w:r>
          </w:p>
        </w:tc>
      </w:tr>
      <w:tr w:rsidR="00E96154" w:rsidRPr="00C67218" w:rsidTr="007C20CF">
        <w:tc>
          <w:tcPr>
            <w:tcW w:w="4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Heading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C20CF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Заявление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  <w:tr w:rsidR="00E96154" w:rsidRPr="00C67218" w:rsidTr="007C20CF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37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3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21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3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824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</w:p>
        </w:tc>
        <w:tc>
          <w:tcPr>
            <w:tcW w:w="824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46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</w:t>
            </w:r>
          </w:p>
        </w:tc>
        <w:tc>
          <w:tcPr>
            <w:tcW w:w="47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46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(доверенности)</w:t>
            </w:r>
          </w:p>
        </w:tc>
      </w:tr>
      <w:tr w:rsidR="00E96154" w:rsidRPr="00C67218" w:rsidTr="007C20CF">
        <w:tc>
          <w:tcPr>
            <w:tcW w:w="2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7C20CF">
            <w:pPr>
              <w:pStyle w:val="a1"/>
              <w:ind w:right="-148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6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385645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адрес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</w:t>
            </w:r>
          </w:p>
          <w:p w:rsidR="00E96154" w:rsidRPr="007C20CF" w:rsidRDefault="00E96154" w:rsidP="007C20CF">
            <w:r>
              <w:t>__________________________________________________________</w:t>
            </w:r>
          </w:p>
        </w:tc>
      </w:tr>
      <w:tr w:rsidR="00E96154" w:rsidRPr="00C67218" w:rsidTr="007C20CF">
        <w:tc>
          <w:tcPr>
            <w:tcW w:w="2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7C20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20CF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hyperlink r:id="rId6" w:history="1">
              <w:r w:rsidRPr="007C20CF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п.п. 10 п. 2 ст. 39.3</w:t>
              </w:r>
            </w:hyperlink>
            <w:r w:rsidRPr="007C2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hyperlink r:id="rId7" w:history="1">
              <w:r w:rsidRPr="007C20CF">
                <w:rPr>
                  <w:rStyle w:val="a0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п.п. 15 п. 2 ст. 39.6</w:t>
              </w:r>
            </w:hyperlink>
            <w:r w:rsidRPr="007C20CF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РФ,</w:t>
            </w: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 xml:space="preserve"> прошу предоставить в собственность / аренду земельный участок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Сведения о земельном участке:</w:t>
            </w:r>
          </w:p>
        </w:tc>
      </w:tr>
      <w:tr w:rsidR="00E96154" w:rsidRPr="00C67218" w:rsidTr="007C20CF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</w:tr>
      <w:tr w:rsidR="00E96154" w:rsidRPr="00C67218" w:rsidTr="007C20CF">
        <w:tc>
          <w:tcPr>
            <w:tcW w:w="2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6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79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 / ведения личного подсобного хозяйства в границах населенного пункта / садоводства / дачного хозяйства / осуществления крестьянским (фермерским) хозяйством его деятельности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54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7C20CF" w:rsidTr="007C20CF">
        <w:tc>
          <w:tcPr>
            <w:tcW w:w="1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154" w:rsidRPr="007C20CF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C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E96154" w:rsidRPr="00C67218" w:rsidTr="007C20CF">
        <w:tc>
          <w:tcPr>
            <w:tcW w:w="936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154" w:rsidRPr="00C67218" w:rsidTr="007C20CF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154" w:rsidRPr="00C67218" w:rsidRDefault="00E96154" w:rsidP="00E71994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6154" w:rsidRPr="00C67218" w:rsidRDefault="00E96154" w:rsidP="00E71994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 w:rsidRPr="00C6721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E96154" w:rsidRDefault="00E96154"/>
    <w:p w:rsidR="00E96154" w:rsidRDefault="00E96154"/>
    <w:sectPr w:rsidR="00E96154" w:rsidSect="007C20C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154" w:rsidRDefault="00E96154">
      <w:r>
        <w:separator/>
      </w:r>
    </w:p>
  </w:endnote>
  <w:endnote w:type="continuationSeparator" w:id="1">
    <w:p w:rsidR="00E96154" w:rsidRDefault="00E96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154" w:rsidRDefault="00E96154">
      <w:r>
        <w:separator/>
      </w:r>
    </w:p>
  </w:footnote>
  <w:footnote w:type="continuationSeparator" w:id="1">
    <w:p w:rsidR="00E96154" w:rsidRDefault="00E96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54" w:rsidRDefault="00E96154" w:rsidP="00044587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E96154" w:rsidRDefault="00E961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54" w:rsidRPr="007C20CF" w:rsidRDefault="00E96154" w:rsidP="00044587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7C20CF">
      <w:rPr>
        <w:rStyle w:val="PageNumber"/>
        <w:rFonts w:ascii="Times New Roman" w:hAnsi="Times New Roman"/>
        <w:sz w:val="24"/>
        <w:szCs w:val="24"/>
      </w:rPr>
      <w:fldChar w:fldCharType="begin"/>
    </w:r>
    <w:r w:rsidRPr="007C20CF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7C20CF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7C20CF">
      <w:rPr>
        <w:rStyle w:val="PageNumber"/>
        <w:rFonts w:ascii="Times New Roman" w:hAnsi="Times New Roman"/>
        <w:sz w:val="24"/>
        <w:szCs w:val="24"/>
      </w:rPr>
      <w:fldChar w:fldCharType="end"/>
    </w:r>
  </w:p>
  <w:p w:rsidR="00E96154" w:rsidRDefault="00E96154" w:rsidP="007C20CF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13E"/>
    <w:rsid w:val="00044587"/>
    <w:rsid w:val="00091B73"/>
    <w:rsid w:val="000B6CE0"/>
    <w:rsid w:val="001076EC"/>
    <w:rsid w:val="00166520"/>
    <w:rsid w:val="00173217"/>
    <w:rsid w:val="001B413E"/>
    <w:rsid w:val="0022281D"/>
    <w:rsid w:val="00235F02"/>
    <w:rsid w:val="0034159F"/>
    <w:rsid w:val="0034321F"/>
    <w:rsid w:val="00385645"/>
    <w:rsid w:val="00433965"/>
    <w:rsid w:val="007C20CF"/>
    <w:rsid w:val="00B1617F"/>
    <w:rsid w:val="00B86217"/>
    <w:rsid w:val="00C67218"/>
    <w:rsid w:val="00E07EB8"/>
    <w:rsid w:val="00E51FDF"/>
    <w:rsid w:val="00E71994"/>
    <w:rsid w:val="00E96154"/>
    <w:rsid w:val="00EA1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3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1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13E"/>
    <w:rPr>
      <w:rFonts w:ascii="Arial" w:hAnsi="Arial" w:cs="Arial"/>
      <w:b/>
      <w:bCs/>
      <w:color w:val="26282F"/>
      <w:sz w:val="26"/>
      <w:szCs w:val="26"/>
      <w:lang w:eastAsia="ru-RU"/>
    </w:rPr>
  </w:style>
  <w:style w:type="character" w:customStyle="1" w:styleId="a">
    <w:name w:val="Цветовое выделение"/>
    <w:uiPriority w:val="99"/>
    <w:rsid w:val="001B413E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1B413E"/>
    <w:rPr>
      <w:rFonts w:cs="Times New Roman"/>
      <w:bCs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1B413E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1B413E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7C20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6"/>
      <w:szCs w:val="26"/>
    </w:rPr>
  </w:style>
  <w:style w:type="character" w:styleId="PageNumber">
    <w:name w:val="page number"/>
    <w:basedOn w:val="DefaultParagraphFont"/>
    <w:uiPriority w:val="99"/>
    <w:rsid w:val="007C20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C20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C20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?id=12024624&amp;sub=3962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12024624&amp;sub=39321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227</Words>
  <Characters>1296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9</cp:revision>
  <cp:lastPrinted>2016-03-01T03:57:00Z</cp:lastPrinted>
  <dcterms:created xsi:type="dcterms:W3CDTF">2015-12-29T08:22:00Z</dcterms:created>
  <dcterms:modified xsi:type="dcterms:W3CDTF">2016-03-01T03:57:00Z</dcterms:modified>
</cp:coreProperties>
</file>