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004" w:rsidRPr="00C204B8" w:rsidRDefault="00D61004" w:rsidP="00596CFE">
      <w:pPr>
        <w:spacing w:after="60"/>
        <w:jc w:val="right"/>
        <w:rPr>
          <w:rFonts w:ascii="Times New Roman" w:hAnsi="Times New Roman" w:cs="Times New Roman"/>
          <w:b/>
          <w:bCs/>
          <w:u w:val="single"/>
        </w:rPr>
      </w:pPr>
      <w:r w:rsidRPr="00C204B8">
        <w:rPr>
          <w:rFonts w:ascii="Times New Roman" w:hAnsi="Times New Roman" w:cs="Times New Roman"/>
          <w:b/>
          <w:bCs/>
        </w:rPr>
        <w:t>Приложение  № 3</w:t>
      </w:r>
    </w:p>
    <w:p w:rsidR="00D61004" w:rsidRPr="006331A9" w:rsidRDefault="00D61004">
      <w:pPr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D61004" w:rsidRPr="006331A9" w:rsidRDefault="00D61004">
      <w:pPr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</w:p>
    <w:p w:rsidR="00D61004" w:rsidRPr="006331A9" w:rsidRDefault="00D61004">
      <w:pPr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ПЕРЕЧЕНЬ </w:t>
      </w:r>
      <w:r w:rsidRPr="006331A9">
        <w:rPr>
          <w:rFonts w:ascii="Times New Roman" w:hAnsi="Times New Roman" w:cs="Times New Roman"/>
          <w:b/>
          <w:bCs/>
          <w:color w:val="000000"/>
          <w:sz w:val="26"/>
          <w:szCs w:val="26"/>
        </w:rPr>
        <w:t>ЗАБАЛАНСОВЫ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Х </w:t>
      </w:r>
      <w:hyperlink r:id="rId4" w:history="1">
        <w:r w:rsidRPr="006331A9">
          <w:rPr>
            <w:rFonts w:ascii="Times New Roman" w:hAnsi="Times New Roman" w:cs="Times New Roman"/>
            <w:b/>
            <w:bCs/>
            <w:color w:val="000000"/>
            <w:sz w:val="26"/>
            <w:szCs w:val="26"/>
          </w:rPr>
          <w:t>СЧЕТ</w:t>
        </w:r>
        <w:r>
          <w:rPr>
            <w:rFonts w:ascii="Times New Roman" w:hAnsi="Times New Roman" w:cs="Times New Roman"/>
            <w:b/>
            <w:bCs/>
            <w:color w:val="000000"/>
            <w:sz w:val="26"/>
            <w:szCs w:val="26"/>
          </w:rPr>
          <w:t>ОВ</w:t>
        </w:r>
      </w:hyperlink>
    </w:p>
    <w:p w:rsidR="00D61004" w:rsidRPr="006331A9" w:rsidRDefault="00D61004">
      <w:pPr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tbl>
      <w:tblPr>
        <w:tblW w:w="946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48"/>
        <w:gridCol w:w="2520"/>
      </w:tblGrid>
      <w:tr w:rsidR="00D61004">
        <w:tc>
          <w:tcPr>
            <w:tcW w:w="6948" w:type="dxa"/>
          </w:tcPr>
          <w:p w:rsidR="00D61004" w:rsidRPr="0008092F" w:rsidRDefault="00D61004" w:rsidP="00AB3C34">
            <w:pPr>
              <w:pStyle w:val="s1"/>
              <w:jc w:val="center"/>
              <w:rPr>
                <w:rFonts w:ascii="Times New Roman" w:hAnsi="Times New Roman" w:cs="Times New Roman"/>
              </w:rPr>
            </w:pPr>
            <w:r w:rsidRPr="0008092F">
              <w:rPr>
                <w:rFonts w:ascii="Times New Roman" w:hAnsi="Times New Roman" w:cs="Times New Roman"/>
              </w:rPr>
              <w:t>Наименование счета</w:t>
            </w:r>
          </w:p>
        </w:tc>
        <w:tc>
          <w:tcPr>
            <w:tcW w:w="2520" w:type="dxa"/>
          </w:tcPr>
          <w:p w:rsidR="00D61004" w:rsidRPr="0008092F" w:rsidRDefault="00D61004" w:rsidP="00AB3C34">
            <w:pPr>
              <w:pStyle w:val="s1"/>
              <w:jc w:val="center"/>
              <w:rPr>
                <w:rFonts w:ascii="Times New Roman" w:hAnsi="Times New Roman" w:cs="Times New Roman"/>
              </w:rPr>
            </w:pPr>
            <w:r w:rsidRPr="0008092F">
              <w:rPr>
                <w:rFonts w:ascii="Times New Roman" w:hAnsi="Times New Roman" w:cs="Times New Roman"/>
              </w:rPr>
              <w:t>Номер счета</w:t>
            </w:r>
          </w:p>
        </w:tc>
      </w:tr>
      <w:tr w:rsidR="00D61004">
        <w:tc>
          <w:tcPr>
            <w:tcW w:w="6948" w:type="dxa"/>
          </w:tcPr>
          <w:p w:rsidR="00D61004" w:rsidRPr="0008092F" w:rsidRDefault="00D61004" w:rsidP="00AB3C34">
            <w:pPr>
              <w:pStyle w:val="s1"/>
              <w:jc w:val="center"/>
              <w:rPr>
                <w:rFonts w:ascii="Times New Roman" w:hAnsi="Times New Roman" w:cs="Times New Roman"/>
              </w:rPr>
            </w:pPr>
            <w:r w:rsidRPr="000809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20" w:type="dxa"/>
          </w:tcPr>
          <w:p w:rsidR="00D61004" w:rsidRPr="0008092F" w:rsidRDefault="00D61004" w:rsidP="00AB3C34">
            <w:pPr>
              <w:pStyle w:val="s1"/>
              <w:jc w:val="center"/>
              <w:rPr>
                <w:rFonts w:ascii="Times New Roman" w:hAnsi="Times New Roman" w:cs="Times New Roman"/>
              </w:rPr>
            </w:pPr>
            <w:r w:rsidRPr="0008092F">
              <w:rPr>
                <w:rFonts w:ascii="Times New Roman" w:hAnsi="Times New Roman" w:cs="Times New Roman"/>
              </w:rPr>
              <w:t>2</w:t>
            </w:r>
          </w:p>
        </w:tc>
      </w:tr>
      <w:tr w:rsidR="00D61004" w:rsidRPr="001B46AB">
        <w:tc>
          <w:tcPr>
            <w:tcW w:w="6948" w:type="dxa"/>
          </w:tcPr>
          <w:p w:rsidR="00D61004" w:rsidRPr="0008092F" w:rsidRDefault="00D61004" w:rsidP="00B4375A">
            <w:pPr>
              <w:pStyle w:val="s1"/>
              <w:rPr>
                <w:rFonts w:ascii="Times New Roman" w:hAnsi="Times New Roman" w:cs="Times New Roman"/>
              </w:rPr>
            </w:pPr>
            <w:r w:rsidRPr="0008092F">
              <w:rPr>
                <w:rFonts w:ascii="Times New Roman" w:hAnsi="Times New Roman" w:cs="Times New Roman"/>
              </w:rPr>
              <w:t>Имущество, полученное в пользование</w:t>
            </w:r>
          </w:p>
        </w:tc>
        <w:tc>
          <w:tcPr>
            <w:tcW w:w="2520" w:type="dxa"/>
          </w:tcPr>
          <w:p w:rsidR="00D61004" w:rsidRPr="0008092F" w:rsidRDefault="00D61004" w:rsidP="00AB3C34">
            <w:pPr>
              <w:pStyle w:val="s1"/>
              <w:jc w:val="center"/>
              <w:rPr>
                <w:rFonts w:ascii="Times New Roman" w:hAnsi="Times New Roman" w:cs="Times New Roman"/>
              </w:rPr>
            </w:pPr>
            <w:hyperlink r:id="rId5" w:anchor="/document/12180849/entry/1" w:history="1">
              <w:r w:rsidRPr="0008092F">
                <w:rPr>
                  <w:rStyle w:val="Hyperlink"/>
                  <w:rFonts w:ascii="Times New Roman" w:hAnsi="Times New Roman" w:cs="Times New Roman"/>
                  <w:color w:val="auto"/>
                  <w:u w:val="none"/>
                </w:rPr>
                <w:t>01</w:t>
              </w:r>
            </w:hyperlink>
          </w:p>
        </w:tc>
      </w:tr>
      <w:tr w:rsidR="00D61004" w:rsidRPr="001B46AB">
        <w:trPr>
          <w:trHeight w:val="445"/>
        </w:trPr>
        <w:tc>
          <w:tcPr>
            <w:tcW w:w="6948" w:type="dxa"/>
          </w:tcPr>
          <w:p w:rsidR="00D61004" w:rsidRPr="0008092F" w:rsidRDefault="00D61004" w:rsidP="00813609">
            <w:pPr>
              <w:pStyle w:val="s1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08092F">
              <w:rPr>
                <w:rFonts w:ascii="Times New Roman" w:hAnsi="Times New Roman" w:cs="Times New Roman"/>
              </w:rPr>
              <w:t>Материальные ценности на хранении:</w:t>
            </w:r>
          </w:p>
          <w:p w:rsidR="00D61004" w:rsidRPr="0008092F" w:rsidRDefault="00D61004" w:rsidP="00813609">
            <w:pPr>
              <w:pStyle w:val="s1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08092F">
              <w:rPr>
                <w:rFonts w:ascii="Times New Roman" w:hAnsi="Times New Roman" w:cs="Times New Roman"/>
              </w:rPr>
              <w:t>основные средства на хранении</w:t>
            </w:r>
          </w:p>
          <w:p w:rsidR="00D61004" w:rsidRPr="0008092F" w:rsidRDefault="00D61004" w:rsidP="00813609">
            <w:pPr>
              <w:pStyle w:val="s1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08092F">
              <w:rPr>
                <w:rFonts w:ascii="Times New Roman" w:hAnsi="Times New Roman" w:cs="Times New Roman"/>
              </w:rPr>
              <w:t>материальные запасы на хранении</w:t>
            </w:r>
          </w:p>
          <w:p w:rsidR="00D61004" w:rsidRPr="0008092F" w:rsidRDefault="00D61004" w:rsidP="00813609">
            <w:pPr>
              <w:pStyle w:val="s1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08092F">
              <w:rPr>
                <w:rFonts w:ascii="Times New Roman" w:hAnsi="Times New Roman" w:cs="Times New Roman"/>
              </w:rPr>
              <w:t>основные средства, не признанные активом</w:t>
            </w:r>
          </w:p>
          <w:p w:rsidR="00D61004" w:rsidRPr="0008092F" w:rsidRDefault="00D61004" w:rsidP="00813609">
            <w:pPr>
              <w:pStyle w:val="s1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08092F">
              <w:rPr>
                <w:rFonts w:ascii="Times New Roman" w:hAnsi="Times New Roman" w:cs="Times New Roman"/>
              </w:rPr>
              <w:t>материальные запасы, не признанные активом</w:t>
            </w:r>
          </w:p>
        </w:tc>
        <w:tc>
          <w:tcPr>
            <w:tcW w:w="2520" w:type="dxa"/>
          </w:tcPr>
          <w:p w:rsidR="00D61004" w:rsidRPr="0008092F" w:rsidRDefault="00D61004" w:rsidP="00813609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hyperlink r:id="rId6" w:anchor="/document/12180849/entry/2" w:history="1">
              <w:r w:rsidRPr="0008092F">
                <w:rPr>
                  <w:rStyle w:val="Hyperlink"/>
                  <w:rFonts w:ascii="Times New Roman" w:hAnsi="Times New Roman" w:cs="Times New Roman"/>
                  <w:color w:val="auto"/>
                  <w:u w:val="none"/>
                </w:rPr>
                <w:t>02</w:t>
              </w:r>
            </w:hyperlink>
          </w:p>
          <w:p w:rsidR="00D61004" w:rsidRPr="0008092F" w:rsidRDefault="00D61004" w:rsidP="00813609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08092F">
              <w:rPr>
                <w:rFonts w:ascii="Times New Roman" w:hAnsi="Times New Roman" w:cs="Times New Roman"/>
              </w:rPr>
              <w:t>02.1</w:t>
            </w:r>
          </w:p>
          <w:p w:rsidR="00D61004" w:rsidRPr="0008092F" w:rsidRDefault="00D61004" w:rsidP="00813609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08092F">
              <w:rPr>
                <w:rFonts w:ascii="Times New Roman" w:hAnsi="Times New Roman" w:cs="Times New Roman"/>
              </w:rPr>
              <w:t>02.2</w:t>
            </w:r>
          </w:p>
          <w:p w:rsidR="00D61004" w:rsidRPr="0008092F" w:rsidRDefault="00D61004" w:rsidP="00813609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08092F">
              <w:rPr>
                <w:rFonts w:ascii="Times New Roman" w:hAnsi="Times New Roman" w:cs="Times New Roman"/>
              </w:rPr>
              <w:t>02.3</w:t>
            </w:r>
          </w:p>
          <w:p w:rsidR="00D61004" w:rsidRPr="0008092F" w:rsidRDefault="00D61004" w:rsidP="00813609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 w:rsidRPr="0008092F">
              <w:rPr>
                <w:rFonts w:ascii="Times New Roman" w:hAnsi="Times New Roman" w:cs="Times New Roman"/>
              </w:rPr>
              <w:t>02.4</w:t>
            </w:r>
          </w:p>
        </w:tc>
      </w:tr>
      <w:tr w:rsidR="00D61004" w:rsidRPr="001B46AB">
        <w:tc>
          <w:tcPr>
            <w:tcW w:w="6948" w:type="dxa"/>
          </w:tcPr>
          <w:p w:rsidR="00D61004" w:rsidRPr="0008092F" w:rsidRDefault="00D61004" w:rsidP="00B4375A">
            <w:pPr>
              <w:pStyle w:val="s1"/>
              <w:rPr>
                <w:rFonts w:ascii="Times New Roman" w:hAnsi="Times New Roman" w:cs="Times New Roman"/>
              </w:rPr>
            </w:pPr>
            <w:r w:rsidRPr="0008092F">
              <w:rPr>
                <w:rFonts w:ascii="Times New Roman" w:hAnsi="Times New Roman" w:cs="Times New Roman"/>
              </w:rPr>
              <w:t>Бланки строгой отчетности</w:t>
            </w:r>
          </w:p>
        </w:tc>
        <w:tc>
          <w:tcPr>
            <w:tcW w:w="2520" w:type="dxa"/>
          </w:tcPr>
          <w:p w:rsidR="00D61004" w:rsidRPr="0008092F" w:rsidRDefault="00D61004" w:rsidP="00AB3C34">
            <w:pPr>
              <w:pStyle w:val="s1"/>
              <w:jc w:val="center"/>
              <w:rPr>
                <w:rFonts w:ascii="Times New Roman" w:hAnsi="Times New Roman" w:cs="Times New Roman"/>
              </w:rPr>
            </w:pPr>
            <w:hyperlink r:id="rId7" w:anchor="/document/12180849/entry/3" w:history="1">
              <w:r w:rsidRPr="0008092F">
                <w:rPr>
                  <w:rStyle w:val="Hyperlink"/>
                  <w:rFonts w:ascii="Times New Roman" w:hAnsi="Times New Roman" w:cs="Times New Roman"/>
                  <w:color w:val="auto"/>
                  <w:u w:val="none"/>
                </w:rPr>
                <w:t>03</w:t>
              </w:r>
            </w:hyperlink>
          </w:p>
        </w:tc>
      </w:tr>
      <w:tr w:rsidR="00D61004" w:rsidRPr="001B46AB">
        <w:tc>
          <w:tcPr>
            <w:tcW w:w="6948" w:type="dxa"/>
          </w:tcPr>
          <w:p w:rsidR="00D61004" w:rsidRPr="0008092F" w:rsidRDefault="00D61004" w:rsidP="00B4375A">
            <w:pPr>
              <w:pStyle w:val="s1"/>
              <w:rPr>
                <w:rFonts w:ascii="Times New Roman" w:hAnsi="Times New Roman" w:cs="Times New Roman"/>
              </w:rPr>
            </w:pPr>
            <w:r w:rsidRPr="0008092F">
              <w:rPr>
                <w:rFonts w:ascii="Times New Roman" w:hAnsi="Times New Roman" w:cs="Times New Roman"/>
              </w:rPr>
              <w:t>Сомнительная задолженность</w:t>
            </w:r>
          </w:p>
        </w:tc>
        <w:tc>
          <w:tcPr>
            <w:tcW w:w="2520" w:type="dxa"/>
          </w:tcPr>
          <w:p w:rsidR="00D61004" w:rsidRPr="0008092F" w:rsidRDefault="00D61004" w:rsidP="00AB3C34">
            <w:pPr>
              <w:pStyle w:val="s1"/>
              <w:jc w:val="center"/>
              <w:rPr>
                <w:rFonts w:ascii="Times New Roman" w:hAnsi="Times New Roman" w:cs="Times New Roman"/>
              </w:rPr>
            </w:pPr>
            <w:hyperlink r:id="rId8" w:anchor="/document/12180849/entry/4" w:history="1">
              <w:r w:rsidRPr="0008092F">
                <w:rPr>
                  <w:rStyle w:val="Hyperlink"/>
                  <w:rFonts w:ascii="Times New Roman" w:hAnsi="Times New Roman" w:cs="Times New Roman"/>
                  <w:color w:val="auto"/>
                  <w:u w:val="none"/>
                </w:rPr>
                <w:t>04</w:t>
              </w:r>
            </w:hyperlink>
          </w:p>
        </w:tc>
      </w:tr>
      <w:tr w:rsidR="00D61004" w:rsidRPr="001B46AB">
        <w:tc>
          <w:tcPr>
            <w:tcW w:w="6948" w:type="dxa"/>
          </w:tcPr>
          <w:p w:rsidR="00D61004" w:rsidRPr="005A1E50" w:rsidRDefault="00D61004" w:rsidP="00B4375A">
            <w:pPr>
              <w:pStyle w:val="s1"/>
              <w:rPr>
                <w:rFonts w:ascii="Times New Roman" w:hAnsi="Times New Roman" w:cs="Times New Roman"/>
              </w:rPr>
            </w:pPr>
            <w:r w:rsidRPr="005A1E50">
              <w:rPr>
                <w:rFonts w:ascii="Times New Roman" w:hAnsi="Times New Roman" w:cs="Times New Roman"/>
              </w:rPr>
              <w:t>Переходящие награды, призы, кубки и ценные подарки, сувениры</w:t>
            </w:r>
          </w:p>
        </w:tc>
        <w:tc>
          <w:tcPr>
            <w:tcW w:w="2520" w:type="dxa"/>
          </w:tcPr>
          <w:p w:rsidR="00D61004" w:rsidRPr="0008092F" w:rsidRDefault="00D61004" w:rsidP="00AB3C34">
            <w:pPr>
              <w:pStyle w:val="s1"/>
              <w:jc w:val="center"/>
              <w:rPr>
                <w:rFonts w:ascii="Times New Roman" w:hAnsi="Times New Roman" w:cs="Times New Roman"/>
              </w:rPr>
            </w:pPr>
            <w:hyperlink r:id="rId9" w:anchor="/document/12180849/entry/7" w:history="1">
              <w:r w:rsidRPr="0008092F">
                <w:rPr>
                  <w:rStyle w:val="Hyperlink"/>
                  <w:rFonts w:ascii="Times New Roman" w:hAnsi="Times New Roman" w:cs="Times New Roman"/>
                  <w:color w:val="auto"/>
                  <w:u w:val="none"/>
                </w:rPr>
                <w:t>07</w:t>
              </w:r>
            </w:hyperlink>
          </w:p>
        </w:tc>
      </w:tr>
      <w:tr w:rsidR="00D61004" w:rsidRPr="001B46AB">
        <w:tc>
          <w:tcPr>
            <w:tcW w:w="6948" w:type="dxa"/>
          </w:tcPr>
          <w:p w:rsidR="00D61004" w:rsidRPr="0008092F" w:rsidRDefault="00D61004" w:rsidP="00B4375A">
            <w:pPr>
              <w:pStyle w:val="s1"/>
              <w:rPr>
                <w:rFonts w:ascii="Times New Roman" w:hAnsi="Times New Roman" w:cs="Times New Roman"/>
              </w:rPr>
            </w:pPr>
            <w:r w:rsidRPr="0008092F">
              <w:rPr>
                <w:rFonts w:ascii="Times New Roman" w:hAnsi="Times New Roman" w:cs="Times New Roman"/>
              </w:rPr>
              <w:t>Запасные части к транспортным средствам, выданные взамен изношенных</w:t>
            </w:r>
          </w:p>
        </w:tc>
        <w:tc>
          <w:tcPr>
            <w:tcW w:w="2520" w:type="dxa"/>
          </w:tcPr>
          <w:p w:rsidR="00D61004" w:rsidRPr="0008092F" w:rsidRDefault="00D61004" w:rsidP="00AB3C34">
            <w:pPr>
              <w:pStyle w:val="s1"/>
              <w:jc w:val="center"/>
              <w:rPr>
                <w:rFonts w:ascii="Times New Roman" w:hAnsi="Times New Roman" w:cs="Times New Roman"/>
              </w:rPr>
            </w:pPr>
            <w:hyperlink r:id="rId10" w:anchor="/document/12180849/entry/9" w:history="1">
              <w:r w:rsidRPr="0008092F">
                <w:rPr>
                  <w:rStyle w:val="Hyperlink"/>
                  <w:rFonts w:ascii="Times New Roman" w:hAnsi="Times New Roman" w:cs="Times New Roman"/>
                  <w:color w:val="auto"/>
                  <w:u w:val="none"/>
                </w:rPr>
                <w:t>09</w:t>
              </w:r>
            </w:hyperlink>
          </w:p>
        </w:tc>
      </w:tr>
      <w:tr w:rsidR="00D61004" w:rsidRPr="001B46AB">
        <w:tc>
          <w:tcPr>
            <w:tcW w:w="6948" w:type="dxa"/>
          </w:tcPr>
          <w:p w:rsidR="00D61004" w:rsidRPr="0008092F" w:rsidRDefault="00D61004" w:rsidP="00B4375A">
            <w:pPr>
              <w:pStyle w:val="s1"/>
              <w:rPr>
                <w:rFonts w:ascii="Times New Roman" w:hAnsi="Times New Roman" w:cs="Times New Roman"/>
              </w:rPr>
            </w:pPr>
            <w:r w:rsidRPr="0008092F">
              <w:rPr>
                <w:rFonts w:ascii="Times New Roman" w:hAnsi="Times New Roman" w:cs="Times New Roman"/>
              </w:rPr>
              <w:t>Обеспечение исполнения обязательств</w:t>
            </w:r>
          </w:p>
        </w:tc>
        <w:tc>
          <w:tcPr>
            <w:tcW w:w="2520" w:type="dxa"/>
          </w:tcPr>
          <w:p w:rsidR="00D61004" w:rsidRPr="0008092F" w:rsidRDefault="00D61004" w:rsidP="00AB3C34">
            <w:pPr>
              <w:pStyle w:val="s1"/>
              <w:jc w:val="center"/>
              <w:rPr>
                <w:rFonts w:ascii="Times New Roman" w:hAnsi="Times New Roman" w:cs="Times New Roman"/>
              </w:rPr>
            </w:pPr>
            <w:hyperlink r:id="rId11" w:anchor="/document/12180849/entry/10" w:history="1">
              <w:r w:rsidRPr="0008092F">
                <w:rPr>
                  <w:rStyle w:val="Hyperlink"/>
                  <w:rFonts w:ascii="Times New Roman" w:hAnsi="Times New Roman" w:cs="Times New Roman"/>
                  <w:color w:val="auto"/>
                  <w:u w:val="none"/>
                </w:rPr>
                <w:t>10</w:t>
              </w:r>
            </w:hyperlink>
          </w:p>
        </w:tc>
      </w:tr>
      <w:tr w:rsidR="00D61004" w:rsidRPr="001B46AB">
        <w:tc>
          <w:tcPr>
            <w:tcW w:w="6948" w:type="dxa"/>
          </w:tcPr>
          <w:p w:rsidR="00D61004" w:rsidRDefault="00D61004" w:rsidP="00867017">
            <w:pPr>
              <w:pStyle w:val="s1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08092F">
              <w:rPr>
                <w:rFonts w:ascii="Times New Roman" w:hAnsi="Times New Roman" w:cs="Times New Roman"/>
              </w:rPr>
              <w:t>Государственные и муниципальные гарантии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D61004" w:rsidRPr="0008092F" w:rsidRDefault="00D61004" w:rsidP="00867017">
            <w:pPr>
              <w:pStyle w:val="s1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муниципальные гарантии</w:t>
            </w:r>
          </w:p>
        </w:tc>
        <w:tc>
          <w:tcPr>
            <w:tcW w:w="2520" w:type="dxa"/>
          </w:tcPr>
          <w:p w:rsidR="00D61004" w:rsidRDefault="00D61004" w:rsidP="00867017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hyperlink r:id="rId12" w:anchor="/document/12180849/entry/11" w:history="1">
              <w:r w:rsidRPr="0008092F">
                <w:rPr>
                  <w:rStyle w:val="Hyperlink"/>
                  <w:rFonts w:ascii="Times New Roman" w:hAnsi="Times New Roman" w:cs="Times New Roman"/>
                  <w:color w:val="auto"/>
                  <w:u w:val="none"/>
                </w:rPr>
                <w:t>11</w:t>
              </w:r>
            </w:hyperlink>
          </w:p>
          <w:p w:rsidR="00D61004" w:rsidRPr="0008092F" w:rsidRDefault="00D61004" w:rsidP="00867017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11.2</w:t>
            </w:r>
          </w:p>
        </w:tc>
      </w:tr>
      <w:tr w:rsidR="00D61004" w:rsidRPr="001B46AB">
        <w:tc>
          <w:tcPr>
            <w:tcW w:w="6948" w:type="dxa"/>
          </w:tcPr>
          <w:p w:rsidR="00D61004" w:rsidRPr="0008092F" w:rsidRDefault="00D61004" w:rsidP="00B4375A">
            <w:pPr>
              <w:pStyle w:val="s1"/>
              <w:rPr>
                <w:rFonts w:ascii="Times New Roman" w:hAnsi="Times New Roman" w:cs="Times New Roman"/>
              </w:rPr>
            </w:pPr>
            <w:r w:rsidRPr="0008092F">
              <w:rPr>
                <w:rFonts w:ascii="Times New Roman" w:hAnsi="Times New Roman" w:cs="Times New Roman"/>
              </w:rPr>
              <w:t>Расчетные документы, ожидающие исполнения</w:t>
            </w:r>
          </w:p>
        </w:tc>
        <w:tc>
          <w:tcPr>
            <w:tcW w:w="2520" w:type="dxa"/>
          </w:tcPr>
          <w:p w:rsidR="00D61004" w:rsidRPr="0008092F" w:rsidRDefault="00D61004" w:rsidP="00AB3C34">
            <w:pPr>
              <w:pStyle w:val="s1"/>
              <w:jc w:val="center"/>
              <w:rPr>
                <w:rFonts w:ascii="Times New Roman" w:hAnsi="Times New Roman" w:cs="Times New Roman"/>
              </w:rPr>
            </w:pPr>
            <w:hyperlink r:id="rId13" w:anchor="/document/12180849/entry/14" w:history="1">
              <w:r w:rsidRPr="0008092F">
                <w:rPr>
                  <w:rStyle w:val="Hyperlink"/>
                  <w:rFonts w:ascii="Times New Roman" w:hAnsi="Times New Roman" w:cs="Times New Roman"/>
                  <w:color w:val="auto"/>
                  <w:u w:val="none"/>
                </w:rPr>
                <w:t>14</w:t>
              </w:r>
            </w:hyperlink>
          </w:p>
        </w:tc>
      </w:tr>
      <w:tr w:rsidR="00D61004" w:rsidRPr="001B46AB">
        <w:tc>
          <w:tcPr>
            <w:tcW w:w="6948" w:type="dxa"/>
          </w:tcPr>
          <w:p w:rsidR="00D61004" w:rsidRPr="0008092F" w:rsidRDefault="00D61004" w:rsidP="00B4375A">
            <w:pPr>
              <w:pStyle w:val="s1"/>
              <w:rPr>
                <w:rFonts w:ascii="Times New Roman" w:hAnsi="Times New Roman" w:cs="Times New Roman"/>
              </w:rPr>
            </w:pPr>
            <w:r w:rsidRPr="0008092F">
              <w:rPr>
                <w:rFonts w:ascii="Times New Roman" w:hAnsi="Times New Roman" w:cs="Times New Roman"/>
              </w:rPr>
              <w:t>Расчетные документы, не оплаченные в срок из-за отсутствия средств на счете государственного (муниципального) учреждения</w:t>
            </w:r>
          </w:p>
        </w:tc>
        <w:tc>
          <w:tcPr>
            <w:tcW w:w="2520" w:type="dxa"/>
          </w:tcPr>
          <w:p w:rsidR="00D61004" w:rsidRPr="0008092F" w:rsidRDefault="00D61004" w:rsidP="00AB3C34">
            <w:pPr>
              <w:pStyle w:val="s1"/>
              <w:jc w:val="center"/>
              <w:rPr>
                <w:rFonts w:ascii="Times New Roman" w:hAnsi="Times New Roman" w:cs="Times New Roman"/>
              </w:rPr>
            </w:pPr>
            <w:hyperlink r:id="rId14" w:anchor="/document/12180849/entry/15" w:history="1">
              <w:r w:rsidRPr="0008092F">
                <w:rPr>
                  <w:rStyle w:val="Hyperlink"/>
                  <w:rFonts w:ascii="Times New Roman" w:hAnsi="Times New Roman" w:cs="Times New Roman"/>
                  <w:color w:val="auto"/>
                  <w:u w:val="none"/>
                </w:rPr>
                <w:t>15</w:t>
              </w:r>
            </w:hyperlink>
          </w:p>
        </w:tc>
      </w:tr>
      <w:tr w:rsidR="00D61004" w:rsidRPr="001B46AB">
        <w:tc>
          <w:tcPr>
            <w:tcW w:w="6948" w:type="dxa"/>
          </w:tcPr>
          <w:p w:rsidR="00D61004" w:rsidRPr="0008092F" w:rsidRDefault="00D61004" w:rsidP="00B4375A">
            <w:pPr>
              <w:pStyle w:val="s1"/>
              <w:rPr>
                <w:rFonts w:ascii="Times New Roman" w:hAnsi="Times New Roman" w:cs="Times New Roman"/>
              </w:rPr>
            </w:pPr>
            <w:r w:rsidRPr="0008092F">
              <w:rPr>
                <w:rFonts w:ascii="Times New Roman" w:hAnsi="Times New Roman" w:cs="Times New Roman"/>
              </w:rPr>
              <w:t>Поступления денежных средств</w:t>
            </w:r>
          </w:p>
        </w:tc>
        <w:tc>
          <w:tcPr>
            <w:tcW w:w="2520" w:type="dxa"/>
          </w:tcPr>
          <w:p w:rsidR="00D61004" w:rsidRPr="0008092F" w:rsidRDefault="00D61004" w:rsidP="00AB3C34">
            <w:pPr>
              <w:pStyle w:val="s1"/>
              <w:jc w:val="center"/>
              <w:rPr>
                <w:rFonts w:ascii="Times New Roman" w:hAnsi="Times New Roman" w:cs="Times New Roman"/>
              </w:rPr>
            </w:pPr>
            <w:hyperlink r:id="rId15" w:anchor="/document/12180849/entry/17" w:history="1">
              <w:r w:rsidRPr="0008092F">
                <w:rPr>
                  <w:rStyle w:val="Hyperlink"/>
                  <w:rFonts w:ascii="Times New Roman" w:hAnsi="Times New Roman" w:cs="Times New Roman"/>
                  <w:color w:val="auto"/>
                  <w:u w:val="none"/>
                </w:rPr>
                <w:t>17</w:t>
              </w:r>
            </w:hyperlink>
          </w:p>
        </w:tc>
      </w:tr>
      <w:tr w:rsidR="00D61004" w:rsidRPr="001B46AB">
        <w:tc>
          <w:tcPr>
            <w:tcW w:w="6948" w:type="dxa"/>
          </w:tcPr>
          <w:p w:rsidR="00D61004" w:rsidRPr="0008092F" w:rsidRDefault="00D61004" w:rsidP="00B4375A">
            <w:pPr>
              <w:pStyle w:val="s1"/>
              <w:rPr>
                <w:rFonts w:ascii="Times New Roman" w:hAnsi="Times New Roman" w:cs="Times New Roman"/>
              </w:rPr>
            </w:pPr>
            <w:r w:rsidRPr="0008092F">
              <w:rPr>
                <w:rFonts w:ascii="Times New Roman" w:hAnsi="Times New Roman" w:cs="Times New Roman"/>
              </w:rPr>
              <w:t>Выбытия денежных средств</w:t>
            </w:r>
          </w:p>
        </w:tc>
        <w:tc>
          <w:tcPr>
            <w:tcW w:w="2520" w:type="dxa"/>
          </w:tcPr>
          <w:p w:rsidR="00D61004" w:rsidRPr="0008092F" w:rsidRDefault="00D61004" w:rsidP="00AB3C34">
            <w:pPr>
              <w:pStyle w:val="s1"/>
              <w:jc w:val="center"/>
              <w:rPr>
                <w:rFonts w:ascii="Times New Roman" w:hAnsi="Times New Roman" w:cs="Times New Roman"/>
              </w:rPr>
            </w:pPr>
            <w:hyperlink r:id="rId16" w:anchor="/document/12180849/entry/18" w:history="1">
              <w:r w:rsidRPr="0008092F">
                <w:rPr>
                  <w:rStyle w:val="Hyperlink"/>
                  <w:rFonts w:ascii="Times New Roman" w:hAnsi="Times New Roman" w:cs="Times New Roman"/>
                  <w:color w:val="auto"/>
                  <w:u w:val="none"/>
                </w:rPr>
                <w:t>18</w:t>
              </w:r>
            </w:hyperlink>
          </w:p>
        </w:tc>
      </w:tr>
      <w:tr w:rsidR="00D61004" w:rsidRPr="001B46AB">
        <w:tc>
          <w:tcPr>
            <w:tcW w:w="6948" w:type="dxa"/>
          </w:tcPr>
          <w:p w:rsidR="00D61004" w:rsidRPr="0008092F" w:rsidRDefault="00D61004" w:rsidP="00B4375A">
            <w:pPr>
              <w:pStyle w:val="s1"/>
              <w:rPr>
                <w:rFonts w:ascii="Times New Roman" w:hAnsi="Times New Roman" w:cs="Times New Roman"/>
              </w:rPr>
            </w:pPr>
            <w:r w:rsidRPr="0008092F">
              <w:rPr>
                <w:rFonts w:ascii="Times New Roman" w:hAnsi="Times New Roman" w:cs="Times New Roman"/>
              </w:rPr>
              <w:t>Невыясненные поступления прошлых лет</w:t>
            </w:r>
          </w:p>
        </w:tc>
        <w:tc>
          <w:tcPr>
            <w:tcW w:w="2520" w:type="dxa"/>
          </w:tcPr>
          <w:p w:rsidR="00D61004" w:rsidRPr="0008092F" w:rsidRDefault="00D61004" w:rsidP="00AB3C34">
            <w:pPr>
              <w:pStyle w:val="s1"/>
              <w:jc w:val="center"/>
              <w:rPr>
                <w:rFonts w:ascii="Times New Roman" w:hAnsi="Times New Roman" w:cs="Times New Roman"/>
              </w:rPr>
            </w:pPr>
            <w:hyperlink r:id="rId17" w:anchor="/document/12180849/entry/19" w:history="1">
              <w:r w:rsidRPr="0008092F">
                <w:rPr>
                  <w:rStyle w:val="Hyperlink"/>
                  <w:rFonts w:ascii="Times New Roman" w:hAnsi="Times New Roman" w:cs="Times New Roman"/>
                  <w:color w:val="auto"/>
                  <w:u w:val="none"/>
                </w:rPr>
                <w:t>19</w:t>
              </w:r>
            </w:hyperlink>
          </w:p>
        </w:tc>
      </w:tr>
      <w:tr w:rsidR="00D61004" w:rsidRPr="001B46AB">
        <w:tc>
          <w:tcPr>
            <w:tcW w:w="6948" w:type="dxa"/>
          </w:tcPr>
          <w:p w:rsidR="00D61004" w:rsidRPr="0008092F" w:rsidRDefault="00D61004" w:rsidP="00B4375A">
            <w:pPr>
              <w:pStyle w:val="s1"/>
              <w:rPr>
                <w:rFonts w:ascii="Times New Roman" w:hAnsi="Times New Roman" w:cs="Times New Roman"/>
              </w:rPr>
            </w:pPr>
            <w:r w:rsidRPr="0008092F">
              <w:rPr>
                <w:rFonts w:ascii="Times New Roman" w:hAnsi="Times New Roman" w:cs="Times New Roman"/>
              </w:rPr>
              <w:t>Задолженность, невостребованная кредиторами</w:t>
            </w:r>
          </w:p>
        </w:tc>
        <w:tc>
          <w:tcPr>
            <w:tcW w:w="2520" w:type="dxa"/>
          </w:tcPr>
          <w:p w:rsidR="00D61004" w:rsidRPr="0008092F" w:rsidRDefault="00D61004" w:rsidP="00AB3C34">
            <w:pPr>
              <w:pStyle w:val="s1"/>
              <w:jc w:val="center"/>
              <w:rPr>
                <w:rFonts w:ascii="Times New Roman" w:hAnsi="Times New Roman" w:cs="Times New Roman"/>
              </w:rPr>
            </w:pPr>
            <w:hyperlink r:id="rId18" w:anchor="/document/12180849/entry/20" w:history="1">
              <w:r w:rsidRPr="0008092F">
                <w:rPr>
                  <w:rStyle w:val="Hyperlink"/>
                  <w:rFonts w:ascii="Times New Roman" w:hAnsi="Times New Roman" w:cs="Times New Roman"/>
                  <w:color w:val="auto"/>
                  <w:u w:val="none"/>
                </w:rPr>
                <w:t>20</w:t>
              </w:r>
            </w:hyperlink>
          </w:p>
        </w:tc>
      </w:tr>
      <w:tr w:rsidR="00D61004" w:rsidRPr="001B46AB">
        <w:tc>
          <w:tcPr>
            <w:tcW w:w="6948" w:type="dxa"/>
          </w:tcPr>
          <w:p w:rsidR="00D61004" w:rsidRDefault="00D61004" w:rsidP="00C219A0">
            <w:pPr>
              <w:pStyle w:val="s1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08092F">
              <w:rPr>
                <w:rFonts w:ascii="Times New Roman" w:hAnsi="Times New Roman" w:cs="Times New Roman"/>
              </w:rPr>
              <w:t>Основные средства в эксплуатации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D61004" w:rsidRDefault="00D61004" w:rsidP="00C219A0">
            <w:pPr>
              <w:pStyle w:val="s1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Pr="00C219A0">
              <w:rPr>
                <w:rFonts w:ascii="Times New Roman" w:hAnsi="Times New Roman" w:cs="Times New Roman"/>
              </w:rPr>
              <w:t>ашины и оборудование  - иное движимое имущество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D61004" w:rsidRDefault="00D61004" w:rsidP="00C219A0">
            <w:pPr>
              <w:pStyle w:val="s1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Pr="0059363B">
              <w:rPr>
                <w:rFonts w:ascii="Times New Roman" w:hAnsi="Times New Roman" w:cs="Times New Roman"/>
              </w:rPr>
              <w:t>нвентарь производственный и хозяйственный - иное движимое имущество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D61004" w:rsidRPr="0059363B" w:rsidRDefault="00D61004" w:rsidP="00C219A0">
            <w:pPr>
              <w:pStyle w:val="s1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  <w:r w:rsidRPr="0059363B">
              <w:rPr>
                <w:rFonts w:ascii="Times New Roman" w:hAnsi="Times New Roman" w:cs="Times New Roman"/>
              </w:rPr>
              <w:t>иологические ресурсы - иное движимое имущество учреждения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D61004" w:rsidRPr="0059363B" w:rsidRDefault="00D61004" w:rsidP="00C219A0">
            <w:pPr>
              <w:pStyle w:val="s1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59363B">
              <w:rPr>
                <w:rFonts w:ascii="Times New Roman" w:hAnsi="Times New Roman" w:cs="Times New Roman"/>
              </w:rPr>
              <w:t>рочие основные средства  - иное движимое имущество</w:t>
            </w:r>
          </w:p>
        </w:tc>
        <w:tc>
          <w:tcPr>
            <w:tcW w:w="2520" w:type="dxa"/>
          </w:tcPr>
          <w:p w:rsidR="00D61004" w:rsidRDefault="00D61004" w:rsidP="00C219A0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hyperlink r:id="rId19" w:anchor="/document/12180849/entry/21" w:history="1">
              <w:r w:rsidRPr="0008092F">
                <w:rPr>
                  <w:rStyle w:val="Hyperlink"/>
                  <w:rFonts w:ascii="Times New Roman" w:hAnsi="Times New Roman" w:cs="Times New Roman"/>
                  <w:color w:val="auto"/>
                  <w:u w:val="none"/>
                </w:rPr>
                <w:t>21</w:t>
              </w:r>
            </w:hyperlink>
          </w:p>
          <w:p w:rsidR="00D61004" w:rsidRDefault="00D61004" w:rsidP="00C219A0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21.34</w:t>
            </w:r>
          </w:p>
          <w:p w:rsidR="00D61004" w:rsidRDefault="00D61004" w:rsidP="00C219A0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21.36</w:t>
            </w:r>
          </w:p>
          <w:p w:rsidR="00D61004" w:rsidRDefault="00D61004" w:rsidP="00C219A0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</w:p>
          <w:p w:rsidR="00D61004" w:rsidRDefault="00D61004" w:rsidP="00C219A0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21.37</w:t>
            </w:r>
          </w:p>
          <w:p w:rsidR="00D61004" w:rsidRDefault="00D61004" w:rsidP="00C219A0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</w:p>
          <w:p w:rsidR="00D61004" w:rsidRPr="0008092F" w:rsidRDefault="00D61004" w:rsidP="00C219A0">
            <w:pPr>
              <w:pStyle w:val="s1"/>
              <w:spacing w:before="0" w:beforeAutospacing="0" w:after="0" w:afterAutospac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21.38</w:t>
            </w:r>
          </w:p>
        </w:tc>
      </w:tr>
      <w:tr w:rsidR="00D61004" w:rsidRPr="001B46AB">
        <w:tc>
          <w:tcPr>
            <w:tcW w:w="6948" w:type="dxa"/>
          </w:tcPr>
          <w:p w:rsidR="00D61004" w:rsidRPr="0008092F" w:rsidRDefault="00D61004" w:rsidP="00B4375A">
            <w:pPr>
              <w:pStyle w:val="s1"/>
              <w:rPr>
                <w:rFonts w:ascii="Times New Roman" w:hAnsi="Times New Roman" w:cs="Times New Roman"/>
              </w:rPr>
            </w:pPr>
            <w:r w:rsidRPr="0008092F">
              <w:rPr>
                <w:rFonts w:ascii="Times New Roman" w:hAnsi="Times New Roman" w:cs="Times New Roman"/>
              </w:rPr>
              <w:t>Имущество, переданное в возмездное пользование (аренду)</w:t>
            </w:r>
          </w:p>
        </w:tc>
        <w:tc>
          <w:tcPr>
            <w:tcW w:w="2520" w:type="dxa"/>
          </w:tcPr>
          <w:p w:rsidR="00D61004" w:rsidRPr="0008092F" w:rsidRDefault="00D61004" w:rsidP="00AB3C34">
            <w:pPr>
              <w:pStyle w:val="s1"/>
              <w:jc w:val="center"/>
              <w:rPr>
                <w:rFonts w:ascii="Times New Roman" w:hAnsi="Times New Roman" w:cs="Times New Roman"/>
              </w:rPr>
            </w:pPr>
            <w:hyperlink r:id="rId20" w:anchor="/document/12180849/entry/25" w:history="1">
              <w:r w:rsidRPr="0008092F">
                <w:rPr>
                  <w:rStyle w:val="Hyperlink"/>
                  <w:rFonts w:ascii="Times New Roman" w:hAnsi="Times New Roman" w:cs="Times New Roman"/>
                  <w:color w:val="auto"/>
                  <w:u w:val="none"/>
                </w:rPr>
                <w:t>25</w:t>
              </w:r>
            </w:hyperlink>
          </w:p>
        </w:tc>
      </w:tr>
      <w:tr w:rsidR="00D61004" w:rsidRPr="001B46AB">
        <w:tc>
          <w:tcPr>
            <w:tcW w:w="6948" w:type="dxa"/>
          </w:tcPr>
          <w:p w:rsidR="00D61004" w:rsidRPr="0008092F" w:rsidRDefault="00D61004" w:rsidP="00B4375A">
            <w:pPr>
              <w:pStyle w:val="s1"/>
              <w:rPr>
                <w:rFonts w:ascii="Times New Roman" w:hAnsi="Times New Roman" w:cs="Times New Roman"/>
              </w:rPr>
            </w:pPr>
            <w:r w:rsidRPr="0008092F">
              <w:rPr>
                <w:rFonts w:ascii="Times New Roman" w:hAnsi="Times New Roman" w:cs="Times New Roman"/>
              </w:rPr>
              <w:t>Имущество, переданное в безвозмездное пользование</w:t>
            </w:r>
          </w:p>
        </w:tc>
        <w:tc>
          <w:tcPr>
            <w:tcW w:w="2520" w:type="dxa"/>
          </w:tcPr>
          <w:p w:rsidR="00D61004" w:rsidRPr="0008092F" w:rsidRDefault="00D61004" w:rsidP="00AB3C34">
            <w:pPr>
              <w:pStyle w:val="s1"/>
              <w:jc w:val="center"/>
              <w:rPr>
                <w:rFonts w:ascii="Times New Roman" w:hAnsi="Times New Roman" w:cs="Times New Roman"/>
              </w:rPr>
            </w:pPr>
            <w:hyperlink r:id="rId21" w:anchor="/document/12180849/entry/26" w:history="1">
              <w:r w:rsidRPr="0008092F">
                <w:rPr>
                  <w:rStyle w:val="Hyperlink"/>
                  <w:rFonts w:ascii="Times New Roman" w:hAnsi="Times New Roman" w:cs="Times New Roman"/>
                  <w:color w:val="auto"/>
                  <w:u w:val="none"/>
                </w:rPr>
                <w:t>26</w:t>
              </w:r>
            </w:hyperlink>
          </w:p>
        </w:tc>
      </w:tr>
    </w:tbl>
    <w:p w:rsidR="00D61004" w:rsidRDefault="00D61004" w:rsidP="008C5D22">
      <w:pPr>
        <w:autoSpaceDE w:val="0"/>
        <w:autoSpaceDN w:val="0"/>
        <w:adjustRightInd w:val="0"/>
        <w:spacing w:after="0"/>
        <w:ind w:firstLine="0"/>
        <w:jc w:val="both"/>
        <w:outlineLvl w:val="1"/>
      </w:pPr>
    </w:p>
    <w:p w:rsidR="00D61004" w:rsidRDefault="00D61004" w:rsidP="005107CA">
      <w:pPr>
        <w:autoSpaceDE w:val="0"/>
        <w:autoSpaceDN w:val="0"/>
        <w:adjustRightInd w:val="0"/>
        <w:spacing w:after="0"/>
        <w:ind w:firstLine="0"/>
        <w:outlineLvl w:val="1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sectPr w:rsidR="00D61004" w:rsidSect="00180E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4BEB"/>
    <w:rsid w:val="00003C42"/>
    <w:rsid w:val="000066B6"/>
    <w:rsid w:val="00007760"/>
    <w:rsid w:val="0001644A"/>
    <w:rsid w:val="00017157"/>
    <w:rsid w:val="00023D43"/>
    <w:rsid w:val="000256D6"/>
    <w:rsid w:val="00025C9D"/>
    <w:rsid w:val="00031B5F"/>
    <w:rsid w:val="000320D3"/>
    <w:rsid w:val="00032B8A"/>
    <w:rsid w:val="00033748"/>
    <w:rsid w:val="00034EA1"/>
    <w:rsid w:val="00042F25"/>
    <w:rsid w:val="00046ECB"/>
    <w:rsid w:val="00051268"/>
    <w:rsid w:val="000517B2"/>
    <w:rsid w:val="00051F0A"/>
    <w:rsid w:val="00055AF0"/>
    <w:rsid w:val="00056EFF"/>
    <w:rsid w:val="00064CA7"/>
    <w:rsid w:val="000662BD"/>
    <w:rsid w:val="00071007"/>
    <w:rsid w:val="00071933"/>
    <w:rsid w:val="0008092F"/>
    <w:rsid w:val="00082594"/>
    <w:rsid w:val="00091024"/>
    <w:rsid w:val="00094E2B"/>
    <w:rsid w:val="000A01F8"/>
    <w:rsid w:val="000A34F5"/>
    <w:rsid w:val="000A39C9"/>
    <w:rsid w:val="000A431F"/>
    <w:rsid w:val="000A4DFB"/>
    <w:rsid w:val="000B0AC0"/>
    <w:rsid w:val="000B5F70"/>
    <w:rsid w:val="000D02C6"/>
    <w:rsid w:val="000D05FB"/>
    <w:rsid w:val="000D2EB3"/>
    <w:rsid w:val="000D49B1"/>
    <w:rsid w:val="000D52B6"/>
    <w:rsid w:val="000D6587"/>
    <w:rsid w:val="000E230C"/>
    <w:rsid w:val="000E2CD5"/>
    <w:rsid w:val="000E3931"/>
    <w:rsid w:val="000E5C11"/>
    <w:rsid w:val="000E7706"/>
    <w:rsid w:val="000F09D9"/>
    <w:rsid w:val="000F4893"/>
    <w:rsid w:val="000F54FF"/>
    <w:rsid w:val="00101FE7"/>
    <w:rsid w:val="00103DA8"/>
    <w:rsid w:val="00110B1A"/>
    <w:rsid w:val="00111EBF"/>
    <w:rsid w:val="001130F1"/>
    <w:rsid w:val="00122B29"/>
    <w:rsid w:val="0012505C"/>
    <w:rsid w:val="00126850"/>
    <w:rsid w:val="00132E22"/>
    <w:rsid w:val="00135D10"/>
    <w:rsid w:val="00141E31"/>
    <w:rsid w:val="00144E0A"/>
    <w:rsid w:val="00150B1D"/>
    <w:rsid w:val="00154F48"/>
    <w:rsid w:val="00157FB4"/>
    <w:rsid w:val="0016162D"/>
    <w:rsid w:val="001637D4"/>
    <w:rsid w:val="00175260"/>
    <w:rsid w:val="001759D5"/>
    <w:rsid w:val="00176325"/>
    <w:rsid w:val="00180E8E"/>
    <w:rsid w:val="00196285"/>
    <w:rsid w:val="001A00C9"/>
    <w:rsid w:val="001A1D4C"/>
    <w:rsid w:val="001A1E3A"/>
    <w:rsid w:val="001A5C2D"/>
    <w:rsid w:val="001A73F1"/>
    <w:rsid w:val="001B28CD"/>
    <w:rsid w:val="001B2B6F"/>
    <w:rsid w:val="001B46AB"/>
    <w:rsid w:val="001C0814"/>
    <w:rsid w:val="001C2B5D"/>
    <w:rsid w:val="001C4F62"/>
    <w:rsid w:val="001C6974"/>
    <w:rsid w:val="001D110C"/>
    <w:rsid w:val="001D1285"/>
    <w:rsid w:val="001D7202"/>
    <w:rsid w:val="001D7B4E"/>
    <w:rsid w:val="001E1033"/>
    <w:rsid w:val="001E32C4"/>
    <w:rsid w:val="001E5ABE"/>
    <w:rsid w:val="001E5CAD"/>
    <w:rsid w:val="001F4849"/>
    <w:rsid w:val="001F74A4"/>
    <w:rsid w:val="002000B8"/>
    <w:rsid w:val="00204853"/>
    <w:rsid w:val="0020725C"/>
    <w:rsid w:val="00215B06"/>
    <w:rsid w:val="0022045F"/>
    <w:rsid w:val="002255B4"/>
    <w:rsid w:val="00226C76"/>
    <w:rsid w:val="0023125F"/>
    <w:rsid w:val="00241B3F"/>
    <w:rsid w:val="0024319A"/>
    <w:rsid w:val="00243584"/>
    <w:rsid w:val="002444A5"/>
    <w:rsid w:val="002444BC"/>
    <w:rsid w:val="00244C20"/>
    <w:rsid w:val="002450CE"/>
    <w:rsid w:val="002500C6"/>
    <w:rsid w:val="00250B12"/>
    <w:rsid w:val="00251EEB"/>
    <w:rsid w:val="002531A6"/>
    <w:rsid w:val="00253D2C"/>
    <w:rsid w:val="002570BA"/>
    <w:rsid w:val="00272664"/>
    <w:rsid w:val="002765CC"/>
    <w:rsid w:val="0027719A"/>
    <w:rsid w:val="00277B89"/>
    <w:rsid w:val="00282429"/>
    <w:rsid w:val="00285D79"/>
    <w:rsid w:val="00287F11"/>
    <w:rsid w:val="002A09CD"/>
    <w:rsid w:val="002A2ECC"/>
    <w:rsid w:val="002A5126"/>
    <w:rsid w:val="002B2D78"/>
    <w:rsid w:val="002B6311"/>
    <w:rsid w:val="002C1145"/>
    <w:rsid w:val="002C6CD5"/>
    <w:rsid w:val="002D4428"/>
    <w:rsid w:val="002D6CF1"/>
    <w:rsid w:val="002E2177"/>
    <w:rsid w:val="002E238A"/>
    <w:rsid w:val="002E43B6"/>
    <w:rsid w:val="002E4ED3"/>
    <w:rsid w:val="002F5A4B"/>
    <w:rsid w:val="00305FB3"/>
    <w:rsid w:val="003107B5"/>
    <w:rsid w:val="00317D18"/>
    <w:rsid w:val="00324C80"/>
    <w:rsid w:val="003252DE"/>
    <w:rsid w:val="00333BBF"/>
    <w:rsid w:val="003352E0"/>
    <w:rsid w:val="00336155"/>
    <w:rsid w:val="0034271E"/>
    <w:rsid w:val="0034468B"/>
    <w:rsid w:val="003452AE"/>
    <w:rsid w:val="00346167"/>
    <w:rsid w:val="0034739A"/>
    <w:rsid w:val="003474D4"/>
    <w:rsid w:val="00351CC6"/>
    <w:rsid w:val="00360DBD"/>
    <w:rsid w:val="00366479"/>
    <w:rsid w:val="00367EE0"/>
    <w:rsid w:val="00371F37"/>
    <w:rsid w:val="00380948"/>
    <w:rsid w:val="0038694A"/>
    <w:rsid w:val="003873BD"/>
    <w:rsid w:val="00391D7E"/>
    <w:rsid w:val="00392E5D"/>
    <w:rsid w:val="003938BE"/>
    <w:rsid w:val="00395EE7"/>
    <w:rsid w:val="00397E23"/>
    <w:rsid w:val="003A55D3"/>
    <w:rsid w:val="003A669D"/>
    <w:rsid w:val="003B4A5D"/>
    <w:rsid w:val="003B4D97"/>
    <w:rsid w:val="003C2948"/>
    <w:rsid w:val="003C4605"/>
    <w:rsid w:val="003D4D2F"/>
    <w:rsid w:val="003D7B91"/>
    <w:rsid w:val="003E5D85"/>
    <w:rsid w:val="003F5282"/>
    <w:rsid w:val="00412673"/>
    <w:rsid w:val="004148C1"/>
    <w:rsid w:val="0043337B"/>
    <w:rsid w:val="00434F0A"/>
    <w:rsid w:val="00437DAF"/>
    <w:rsid w:val="004460EF"/>
    <w:rsid w:val="00450012"/>
    <w:rsid w:val="00457F57"/>
    <w:rsid w:val="00460FD3"/>
    <w:rsid w:val="004626DC"/>
    <w:rsid w:val="00464171"/>
    <w:rsid w:val="00491AF5"/>
    <w:rsid w:val="00493F84"/>
    <w:rsid w:val="004A377D"/>
    <w:rsid w:val="004B0070"/>
    <w:rsid w:val="004B3417"/>
    <w:rsid w:val="004B6623"/>
    <w:rsid w:val="004B741F"/>
    <w:rsid w:val="004C418B"/>
    <w:rsid w:val="004D3BC2"/>
    <w:rsid w:val="004D4291"/>
    <w:rsid w:val="004D4B92"/>
    <w:rsid w:val="004D6C6F"/>
    <w:rsid w:val="004D79E1"/>
    <w:rsid w:val="004E1EED"/>
    <w:rsid w:val="004F0A07"/>
    <w:rsid w:val="004F11E2"/>
    <w:rsid w:val="004F2A45"/>
    <w:rsid w:val="004F67CE"/>
    <w:rsid w:val="004F697A"/>
    <w:rsid w:val="00501A50"/>
    <w:rsid w:val="00502F19"/>
    <w:rsid w:val="005104CD"/>
    <w:rsid w:val="005107CA"/>
    <w:rsid w:val="00512E64"/>
    <w:rsid w:val="005138E0"/>
    <w:rsid w:val="0051621D"/>
    <w:rsid w:val="005170AF"/>
    <w:rsid w:val="00517C31"/>
    <w:rsid w:val="0052166F"/>
    <w:rsid w:val="00522B17"/>
    <w:rsid w:val="0052506C"/>
    <w:rsid w:val="00526928"/>
    <w:rsid w:val="00526AFF"/>
    <w:rsid w:val="00533941"/>
    <w:rsid w:val="0053693C"/>
    <w:rsid w:val="00541A1E"/>
    <w:rsid w:val="005427E4"/>
    <w:rsid w:val="00547961"/>
    <w:rsid w:val="00560A91"/>
    <w:rsid w:val="00560C07"/>
    <w:rsid w:val="00560D25"/>
    <w:rsid w:val="005637B8"/>
    <w:rsid w:val="00566C9F"/>
    <w:rsid w:val="00567382"/>
    <w:rsid w:val="00570B61"/>
    <w:rsid w:val="00574CBE"/>
    <w:rsid w:val="00584DAB"/>
    <w:rsid w:val="0058543D"/>
    <w:rsid w:val="00591A0C"/>
    <w:rsid w:val="0059363B"/>
    <w:rsid w:val="00596CFE"/>
    <w:rsid w:val="005A1B69"/>
    <w:rsid w:val="005A1E50"/>
    <w:rsid w:val="005A5579"/>
    <w:rsid w:val="005A6335"/>
    <w:rsid w:val="005C002B"/>
    <w:rsid w:val="005C0953"/>
    <w:rsid w:val="005C3BE0"/>
    <w:rsid w:val="005C40A6"/>
    <w:rsid w:val="005C5C08"/>
    <w:rsid w:val="005C675D"/>
    <w:rsid w:val="005E031C"/>
    <w:rsid w:val="005E36B7"/>
    <w:rsid w:val="005F1EF1"/>
    <w:rsid w:val="005F3B9D"/>
    <w:rsid w:val="005F5185"/>
    <w:rsid w:val="00603A55"/>
    <w:rsid w:val="00604C1F"/>
    <w:rsid w:val="006109EB"/>
    <w:rsid w:val="0061112C"/>
    <w:rsid w:val="00611BB4"/>
    <w:rsid w:val="00612946"/>
    <w:rsid w:val="00612FDC"/>
    <w:rsid w:val="00617006"/>
    <w:rsid w:val="00617539"/>
    <w:rsid w:val="00617CB9"/>
    <w:rsid w:val="00617FDF"/>
    <w:rsid w:val="00625F7F"/>
    <w:rsid w:val="00627CDF"/>
    <w:rsid w:val="006331A9"/>
    <w:rsid w:val="006401F1"/>
    <w:rsid w:val="00641B85"/>
    <w:rsid w:val="00641C81"/>
    <w:rsid w:val="0065483D"/>
    <w:rsid w:val="00663A5C"/>
    <w:rsid w:val="006731AC"/>
    <w:rsid w:val="006737CA"/>
    <w:rsid w:val="006754D2"/>
    <w:rsid w:val="006759E2"/>
    <w:rsid w:val="00683A1A"/>
    <w:rsid w:val="00685AFD"/>
    <w:rsid w:val="00693F61"/>
    <w:rsid w:val="006A0FC6"/>
    <w:rsid w:val="006A1E37"/>
    <w:rsid w:val="006A4D03"/>
    <w:rsid w:val="006A5B50"/>
    <w:rsid w:val="006A5F43"/>
    <w:rsid w:val="006B2683"/>
    <w:rsid w:val="006B4614"/>
    <w:rsid w:val="006B69FF"/>
    <w:rsid w:val="006B6E36"/>
    <w:rsid w:val="006C1A57"/>
    <w:rsid w:val="006C326E"/>
    <w:rsid w:val="006C6A28"/>
    <w:rsid w:val="006E167B"/>
    <w:rsid w:val="006E1DC4"/>
    <w:rsid w:val="006E5D62"/>
    <w:rsid w:val="006E765A"/>
    <w:rsid w:val="006F3299"/>
    <w:rsid w:val="007033A5"/>
    <w:rsid w:val="007067CB"/>
    <w:rsid w:val="00706BBC"/>
    <w:rsid w:val="0070737B"/>
    <w:rsid w:val="00720224"/>
    <w:rsid w:val="0072140C"/>
    <w:rsid w:val="00723A38"/>
    <w:rsid w:val="0072736F"/>
    <w:rsid w:val="00733377"/>
    <w:rsid w:val="00735856"/>
    <w:rsid w:val="00736E74"/>
    <w:rsid w:val="00736FBA"/>
    <w:rsid w:val="00737542"/>
    <w:rsid w:val="0076784D"/>
    <w:rsid w:val="00770097"/>
    <w:rsid w:val="00777931"/>
    <w:rsid w:val="00777A8C"/>
    <w:rsid w:val="00780210"/>
    <w:rsid w:val="0078205C"/>
    <w:rsid w:val="00784527"/>
    <w:rsid w:val="007857B9"/>
    <w:rsid w:val="00786513"/>
    <w:rsid w:val="0078766F"/>
    <w:rsid w:val="007926FC"/>
    <w:rsid w:val="00794502"/>
    <w:rsid w:val="007A6616"/>
    <w:rsid w:val="007A7B96"/>
    <w:rsid w:val="007B31C9"/>
    <w:rsid w:val="007B48D1"/>
    <w:rsid w:val="007B5528"/>
    <w:rsid w:val="007C1533"/>
    <w:rsid w:val="007D2065"/>
    <w:rsid w:val="007D276B"/>
    <w:rsid w:val="007D2EEF"/>
    <w:rsid w:val="007D493C"/>
    <w:rsid w:val="007D58D6"/>
    <w:rsid w:val="007D6D8B"/>
    <w:rsid w:val="007E210C"/>
    <w:rsid w:val="007E5241"/>
    <w:rsid w:val="007F0EFC"/>
    <w:rsid w:val="007F2033"/>
    <w:rsid w:val="00801067"/>
    <w:rsid w:val="008124B6"/>
    <w:rsid w:val="00813609"/>
    <w:rsid w:val="008169F6"/>
    <w:rsid w:val="00817E32"/>
    <w:rsid w:val="00820F1F"/>
    <w:rsid w:val="0082387C"/>
    <w:rsid w:val="00824BEB"/>
    <w:rsid w:val="0082682C"/>
    <w:rsid w:val="00827E98"/>
    <w:rsid w:val="00830F08"/>
    <w:rsid w:val="008346EF"/>
    <w:rsid w:val="008358A8"/>
    <w:rsid w:val="00841894"/>
    <w:rsid w:val="008425B7"/>
    <w:rsid w:val="0084459F"/>
    <w:rsid w:val="00847601"/>
    <w:rsid w:val="008629D5"/>
    <w:rsid w:val="00863910"/>
    <w:rsid w:val="008648FE"/>
    <w:rsid w:val="00866065"/>
    <w:rsid w:val="00866991"/>
    <w:rsid w:val="00867017"/>
    <w:rsid w:val="0087226D"/>
    <w:rsid w:val="00872A97"/>
    <w:rsid w:val="00887EA6"/>
    <w:rsid w:val="00893FA9"/>
    <w:rsid w:val="008A26A2"/>
    <w:rsid w:val="008A29B9"/>
    <w:rsid w:val="008B31E1"/>
    <w:rsid w:val="008B43B4"/>
    <w:rsid w:val="008B4EDF"/>
    <w:rsid w:val="008B5C84"/>
    <w:rsid w:val="008B6287"/>
    <w:rsid w:val="008C1FED"/>
    <w:rsid w:val="008C5D22"/>
    <w:rsid w:val="008D0FAB"/>
    <w:rsid w:val="008D48F0"/>
    <w:rsid w:val="008D682C"/>
    <w:rsid w:val="008F6E6F"/>
    <w:rsid w:val="009002EE"/>
    <w:rsid w:val="00901000"/>
    <w:rsid w:val="00901799"/>
    <w:rsid w:val="00904945"/>
    <w:rsid w:val="00914E28"/>
    <w:rsid w:val="00923FF2"/>
    <w:rsid w:val="00926106"/>
    <w:rsid w:val="009307EA"/>
    <w:rsid w:val="00932E0E"/>
    <w:rsid w:val="0093372C"/>
    <w:rsid w:val="009349B0"/>
    <w:rsid w:val="0093584C"/>
    <w:rsid w:val="00944821"/>
    <w:rsid w:val="00954123"/>
    <w:rsid w:val="00954742"/>
    <w:rsid w:val="009549A5"/>
    <w:rsid w:val="0096327B"/>
    <w:rsid w:val="009644EE"/>
    <w:rsid w:val="00971D5C"/>
    <w:rsid w:val="00973391"/>
    <w:rsid w:val="00974F04"/>
    <w:rsid w:val="0097619D"/>
    <w:rsid w:val="009A4C31"/>
    <w:rsid w:val="009B047E"/>
    <w:rsid w:val="009B189B"/>
    <w:rsid w:val="009B3767"/>
    <w:rsid w:val="009B450A"/>
    <w:rsid w:val="009B4F3A"/>
    <w:rsid w:val="009C1BF4"/>
    <w:rsid w:val="009C4C91"/>
    <w:rsid w:val="009C5F4B"/>
    <w:rsid w:val="009E50F9"/>
    <w:rsid w:val="009E58B1"/>
    <w:rsid w:val="009E58BC"/>
    <w:rsid w:val="009F0788"/>
    <w:rsid w:val="009F390C"/>
    <w:rsid w:val="009F69AF"/>
    <w:rsid w:val="00A1227E"/>
    <w:rsid w:val="00A12C39"/>
    <w:rsid w:val="00A20550"/>
    <w:rsid w:val="00A21D2F"/>
    <w:rsid w:val="00A23128"/>
    <w:rsid w:val="00A30322"/>
    <w:rsid w:val="00A41B44"/>
    <w:rsid w:val="00A501FC"/>
    <w:rsid w:val="00A515E5"/>
    <w:rsid w:val="00A5203F"/>
    <w:rsid w:val="00A618DC"/>
    <w:rsid w:val="00A61AE7"/>
    <w:rsid w:val="00A66316"/>
    <w:rsid w:val="00A745C9"/>
    <w:rsid w:val="00A80278"/>
    <w:rsid w:val="00A80A1B"/>
    <w:rsid w:val="00A8642C"/>
    <w:rsid w:val="00A8690C"/>
    <w:rsid w:val="00A86F94"/>
    <w:rsid w:val="00A95CB0"/>
    <w:rsid w:val="00AA51EB"/>
    <w:rsid w:val="00AB232E"/>
    <w:rsid w:val="00AB3C34"/>
    <w:rsid w:val="00AC066A"/>
    <w:rsid w:val="00AC351A"/>
    <w:rsid w:val="00AC3D56"/>
    <w:rsid w:val="00AD049F"/>
    <w:rsid w:val="00AD434C"/>
    <w:rsid w:val="00AD6DB9"/>
    <w:rsid w:val="00AD6F0F"/>
    <w:rsid w:val="00AE5A12"/>
    <w:rsid w:val="00AE7FFA"/>
    <w:rsid w:val="00AF723F"/>
    <w:rsid w:val="00B0365E"/>
    <w:rsid w:val="00B03E67"/>
    <w:rsid w:val="00B04681"/>
    <w:rsid w:val="00B10506"/>
    <w:rsid w:val="00B17B6D"/>
    <w:rsid w:val="00B17F72"/>
    <w:rsid w:val="00B22E36"/>
    <w:rsid w:val="00B24F79"/>
    <w:rsid w:val="00B267B6"/>
    <w:rsid w:val="00B31F14"/>
    <w:rsid w:val="00B412B1"/>
    <w:rsid w:val="00B425B3"/>
    <w:rsid w:val="00B4375A"/>
    <w:rsid w:val="00B466D1"/>
    <w:rsid w:val="00B4708F"/>
    <w:rsid w:val="00B50DEE"/>
    <w:rsid w:val="00B57105"/>
    <w:rsid w:val="00B57370"/>
    <w:rsid w:val="00B578EF"/>
    <w:rsid w:val="00B6622D"/>
    <w:rsid w:val="00B74A81"/>
    <w:rsid w:val="00B74FC3"/>
    <w:rsid w:val="00B770E0"/>
    <w:rsid w:val="00B77671"/>
    <w:rsid w:val="00B80FEB"/>
    <w:rsid w:val="00B841B7"/>
    <w:rsid w:val="00B853EB"/>
    <w:rsid w:val="00B904D9"/>
    <w:rsid w:val="00B95FF3"/>
    <w:rsid w:val="00B97FFD"/>
    <w:rsid w:val="00BA0C1E"/>
    <w:rsid w:val="00BA0D70"/>
    <w:rsid w:val="00BB008E"/>
    <w:rsid w:val="00BB1464"/>
    <w:rsid w:val="00BB59C7"/>
    <w:rsid w:val="00BB70DD"/>
    <w:rsid w:val="00BC0135"/>
    <w:rsid w:val="00BC39FC"/>
    <w:rsid w:val="00BC471F"/>
    <w:rsid w:val="00BC4A00"/>
    <w:rsid w:val="00BD18C9"/>
    <w:rsid w:val="00BE0FE6"/>
    <w:rsid w:val="00BE4496"/>
    <w:rsid w:val="00BE6361"/>
    <w:rsid w:val="00BF241B"/>
    <w:rsid w:val="00BF2605"/>
    <w:rsid w:val="00BF3066"/>
    <w:rsid w:val="00C05F32"/>
    <w:rsid w:val="00C06FF3"/>
    <w:rsid w:val="00C0700C"/>
    <w:rsid w:val="00C0711E"/>
    <w:rsid w:val="00C14072"/>
    <w:rsid w:val="00C162C7"/>
    <w:rsid w:val="00C16D57"/>
    <w:rsid w:val="00C204B8"/>
    <w:rsid w:val="00C208EB"/>
    <w:rsid w:val="00C2097B"/>
    <w:rsid w:val="00C211D9"/>
    <w:rsid w:val="00C219A0"/>
    <w:rsid w:val="00C30657"/>
    <w:rsid w:val="00C3532C"/>
    <w:rsid w:val="00C4088B"/>
    <w:rsid w:val="00C41C6A"/>
    <w:rsid w:val="00C50467"/>
    <w:rsid w:val="00C50A99"/>
    <w:rsid w:val="00C534D1"/>
    <w:rsid w:val="00C55D75"/>
    <w:rsid w:val="00C563B3"/>
    <w:rsid w:val="00C57ACC"/>
    <w:rsid w:val="00C57D87"/>
    <w:rsid w:val="00C619D4"/>
    <w:rsid w:val="00C619E4"/>
    <w:rsid w:val="00C62F3C"/>
    <w:rsid w:val="00C66318"/>
    <w:rsid w:val="00C67949"/>
    <w:rsid w:val="00C7048A"/>
    <w:rsid w:val="00C73B89"/>
    <w:rsid w:val="00C779AE"/>
    <w:rsid w:val="00C77BA6"/>
    <w:rsid w:val="00C81FA3"/>
    <w:rsid w:val="00C82455"/>
    <w:rsid w:val="00C82ACF"/>
    <w:rsid w:val="00C85C06"/>
    <w:rsid w:val="00C87F01"/>
    <w:rsid w:val="00C91ADA"/>
    <w:rsid w:val="00C95FBA"/>
    <w:rsid w:val="00CA0D55"/>
    <w:rsid w:val="00CA7541"/>
    <w:rsid w:val="00CB01CA"/>
    <w:rsid w:val="00CB523E"/>
    <w:rsid w:val="00CC4754"/>
    <w:rsid w:val="00CC6B6E"/>
    <w:rsid w:val="00CD23E0"/>
    <w:rsid w:val="00CE3E22"/>
    <w:rsid w:val="00CE4804"/>
    <w:rsid w:val="00CE4D48"/>
    <w:rsid w:val="00CF016A"/>
    <w:rsid w:val="00CF0446"/>
    <w:rsid w:val="00CF1F24"/>
    <w:rsid w:val="00CF6604"/>
    <w:rsid w:val="00D04E86"/>
    <w:rsid w:val="00D1198E"/>
    <w:rsid w:val="00D119F0"/>
    <w:rsid w:val="00D13218"/>
    <w:rsid w:val="00D1348C"/>
    <w:rsid w:val="00D16CB4"/>
    <w:rsid w:val="00D1729F"/>
    <w:rsid w:val="00D22B32"/>
    <w:rsid w:val="00D313D8"/>
    <w:rsid w:val="00D3436C"/>
    <w:rsid w:val="00D36FF5"/>
    <w:rsid w:val="00D37B74"/>
    <w:rsid w:val="00D37DA7"/>
    <w:rsid w:val="00D46ED8"/>
    <w:rsid w:val="00D54657"/>
    <w:rsid w:val="00D55644"/>
    <w:rsid w:val="00D56758"/>
    <w:rsid w:val="00D61004"/>
    <w:rsid w:val="00D620BB"/>
    <w:rsid w:val="00D63D6E"/>
    <w:rsid w:val="00D74E25"/>
    <w:rsid w:val="00D755C3"/>
    <w:rsid w:val="00D76B58"/>
    <w:rsid w:val="00D82248"/>
    <w:rsid w:val="00D8762A"/>
    <w:rsid w:val="00D90308"/>
    <w:rsid w:val="00D91F43"/>
    <w:rsid w:val="00D9402A"/>
    <w:rsid w:val="00DA227A"/>
    <w:rsid w:val="00DA4AC6"/>
    <w:rsid w:val="00DA4F12"/>
    <w:rsid w:val="00DB4C89"/>
    <w:rsid w:val="00DB5682"/>
    <w:rsid w:val="00DB6EC5"/>
    <w:rsid w:val="00DB6F9E"/>
    <w:rsid w:val="00DD479C"/>
    <w:rsid w:val="00DD4E8B"/>
    <w:rsid w:val="00DD5992"/>
    <w:rsid w:val="00DE59F3"/>
    <w:rsid w:val="00E0128D"/>
    <w:rsid w:val="00E02498"/>
    <w:rsid w:val="00E025CE"/>
    <w:rsid w:val="00E11E71"/>
    <w:rsid w:val="00E12DD3"/>
    <w:rsid w:val="00E30B63"/>
    <w:rsid w:val="00E30E34"/>
    <w:rsid w:val="00E3187D"/>
    <w:rsid w:val="00E3393D"/>
    <w:rsid w:val="00E34234"/>
    <w:rsid w:val="00E40F4F"/>
    <w:rsid w:val="00E41CE4"/>
    <w:rsid w:val="00E434E1"/>
    <w:rsid w:val="00E46DE1"/>
    <w:rsid w:val="00E47EA3"/>
    <w:rsid w:val="00E522A6"/>
    <w:rsid w:val="00E563BF"/>
    <w:rsid w:val="00E56771"/>
    <w:rsid w:val="00E61DCA"/>
    <w:rsid w:val="00E66481"/>
    <w:rsid w:val="00E802D5"/>
    <w:rsid w:val="00E805EB"/>
    <w:rsid w:val="00E8406A"/>
    <w:rsid w:val="00E91992"/>
    <w:rsid w:val="00E92A73"/>
    <w:rsid w:val="00E93BC4"/>
    <w:rsid w:val="00E9663F"/>
    <w:rsid w:val="00EA303E"/>
    <w:rsid w:val="00EA5F67"/>
    <w:rsid w:val="00EA604D"/>
    <w:rsid w:val="00EB009B"/>
    <w:rsid w:val="00EB5712"/>
    <w:rsid w:val="00EC1C7C"/>
    <w:rsid w:val="00EC281B"/>
    <w:rsid w:val="00EC2B4C"/>
    <w:rsid w:val="00ED03E9"/>
    <w:rsid w:val="00ED165E"/>
    <w:rsid w:val="00ED29B6"/>
    <w:rsid w:val="00ED7E51"/>
    <w:rsid w:val="00EE3CD3"/>
    <w:rsid w:val="00EE59C4"/>
    <w:rsid w:val="00EE5E06"/>
    <w:rsid w:val="00EF244B"/>
    <w:rsid w:val="00F06E62"/>
    <w:rsid w:val="00F14EF2"/>
    <w:rsid w:val="00F15824"/>
    <w:rsid w:val="00F20A78"/>
    <w:rsid w:val="00F2695C"/>
    <w:rsid w:val="00F300A2"/>
    <w:rsid w:val="00F30308"/>
    <w:rsid w:val="00F3100D"/>
    <w:rsid w:val="00F36ABC"/>
    <w:rsid w:val="00F41D2C"/>
    <w:rsid w:val="00F43341"/>
    <w:rsid w:val="00F456BB"/>
    <w:rsid w:val="00F5226E"/>
    <w:rsid w:val="00F534B4"/>
    <w:rsid w:val="00F53994"/>
    <w:rsid w:val="00F56061"/>
    <w:rsid w:val="00F57957"/>
    <w:rsid w:val="00F66BB0"/>
    <w:rsid w:val="00F703FA"/>
    <w:rsid w:val="00F8144A"/>
    <w:rsid w:val="00F82227"/>
    <w:rsid w:val="00F85464"/>
    <w:rsid w:val="00F879E5"/>
    <w:rsid w:val="00F97CD1"/>
    <w:rsid w:val="00FA3AFA"/>
    <w:rsid w:val="00FA4D8E"/>
    <w:rsid w:val="00FA6519"/>
    <w:rsid w:val="00FC0C1E"/>
    <w:rsid w:val="00FD0C7B"/>
    <w:rsid w:val="00FE28EF"/>
    <w:rsid w:val="00FF03B4"/>
    <w:rsid w:val="00FF425A"/>
    <w:rsid w:val="00FF5904"/>
    <w:rsid w:val="00FF6C5F"/>
    <w:rsid w:val="00FF7C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3D43"/>
    <w:pPr>
      <w:spacing w:after="200"/>
      <w:ind w:firstLine="709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1">
    <w:name w:val="s_1"/>
    <w:basedOn w:val="Normal"/>
    <w:uiPriority w:val="99"/>
    <w:rsid w:val="008C5D22"/>
    <w:pPr>
      <w:spacing w:before="100" w:beforeAutospacing="1" w:after="100" w:afterAutospacing="1"/>
      <w:ind w:firstLine="0"/>
    </w:pPr>
    <w:rPr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rsid w:val="008C5D22"/>
    <w:rPr>
      <w:color w:val="0000FF"/>
      <w:u w:val="single"/>
    </w:rPr>
  </w:style>
  <w:style w:type="table" w:styleId="TableGrid">
    <w:name w:val="Table Grid"/>
    <w:basedOn w:val="TableNormal"/>
    <w:uiPriority w:val="99"/>
    <w:locked/>
    <w:rsid w:val="008C5D22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bileonline.garant.ru/" TargetMode="External"/><Relationship Id="rId13" Type="http://schemas.openxmlformats.org/officeDocument/2006/relationships/hyperlink" Target="https://mobileonline.garant.ru/" TargetMode="External"/><Relationship Id="rId18" Type="http://schemas.openxmlformats.org/officeDocument/2006/relationships/hyperlink" Target="https://mobileonline.garant.ru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obileonline.garant.ru/" TargetMode="External"/><Relationship Id="rId7" Type="http://schemas.openxmlformats.org/officeDocument/2006/relationships/hyperlink" Target="https://mobileonline.garant.ru/" TargetMode="External"/><Relationship Id="rId12" Type="http://schemas.openxmlformats.org/officeDocument/2006/relationships/hyperlink" Target="https://mobileonline.garant.ru/" TargetMode="External"/><Relationship Id="rId17" Type="http://schemas.openxmlformats.org/officeDocument/2006/relationships/hyperlink" Target="https://mobileonline.garant.ru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obileonline.garant.ru/" TargetMode="External"/><Relationship Id="rId20" Type="http://schemas.openxmlformats.org/officeDocument/2006/relationships/hyperlink" Target="https://mobileonline.garant.ru/" TargetMode="External"/><Relationship Id="rId1" Type="http://schemas.openxmlformats.org/officeDocument/2006/relationships/styles" Target="styles.xml"/><Relationship Id="rId6" Type="http://schemas.openxmlformats.org/officeDocument/2006/relationships/hyperlink" Target="https://mobileonline.garant.ru/" TargetMode="External"/><Relationship Id="rId11" Type="http://schemas.openxmlformats.org/officeDocument/2006/relationships/hyperlink" Target="https://mobileonline.garant.ru/" TargetMode="External"/><Relationship Id="rId5" Type="http://schemas.openxmlformats.org/officeDocument/2006/relationships/hyperlink" Target="https://mobileonline.garant.ru/" TargetMode="External"/><Relationship Id="rId15" Type="http://schemas.openxmlformats.org/officeDocument/2006/relationships/hyperlink" Target="https://mobileonline.garant.ru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mobileonline.garant.ru/" TargetMode="External"/><Relationship Id="rId19" Type="http://schemas.openxmlformats.org/officeDocument/2006/relationships/hyperlink" Target="https://mobileonline.garant.ru/" TargetMode="External"/><Relationship Id="rId4" Type="http://schemas.openxmlformats.org/officeDocument/2006/relationships/hyperlink" Target="consultantplus://offline/ref=6ADE222AAD2175B1313AC238F2638001669BBAE8EC32481CB87F3AE8E9EDB726163E3D05666FB6B1V8wDX" TargetMode="External"/><Relationship Id="rId9" Type="http://schemas.openxmlformats.org/officeDocument/2006/relationships/hyperlink" Target="https://mobileonline.garant.ru/" TargetMode="External"/><Relationship Id="rId14" Type="http://schemas.openxmlformats.org/officeDocument/2006/relationships/hyperlink" Target="https://mobileonline.garant.ru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238</TotalTime>
  <Pages>1</Pages>
  <Words>426</Words>
  <Characters>2434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cp:lastPrinted>2020-08-28T07:51:00Z</cp:lastPrinted>
  <dcterms:created xsi:type="dcterms:W3CDTF">2012-01-18T23:48:00Z</dcterms:created>
  <dcterms:modified xsi:type="dcterms:W3CDTF">2022-10-05T07:23:00Z</dcterms:modified>
</cp:coreProperties>
</file>